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7D6C8" w14:textId="69CE2818" w:rsidR="009D294A" w:rsidRDefault="00001B0F" w:rsidP="00B50450">
      <w:pPr>
        <w:ind w:left="7513" w:firstLine="0"/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A70C6B">
        <w:rPr>
          <w:rFonts w:cs="Times New Roman"/>
          <w:szCs w:val="28"/>
        </w:rPr>
        <w:t>РОЕКТ</w:t>
      </w:r>
    </w:p>
    <w:p w14:paraId="0918491F" w14:textId="77777777" w:rsidR="009D294A" w:rsidRDefault="009D294A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color w:val="000000"/>
          <w:szCs w:val="28"/>
          <w:lang w:eastAsia="ru-RU"/>
        </w:rPr>
      </w:pPr>
    </w:p>
    <w:p w14:paraId="1F9765B7" w14:textId="77777777" w:rsidR="009D294A" w:rsidRDefault="009D294A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color w:val="000000"/>
          <w:szCs w:val="28"/>
          <w:lang w:eastAsia="ru-RU"/>
        </w:rPr>
      </w:pPr>
    </w:p>
    <w:p w14:paraId="742F198E" w14:textId="1538EC73" w:rsidR="00FD3148" w:rsidRPr="00FD3148" w:rsidRDefault="00B50450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color w:val="000000"/>
          <w:szCs w:val="28"/>
          <w:lang w:eastAsia="ru-RU"/>
        </w:rPr>
      </w:pPr>
      <w:r w:rsidRPr="00FD3148">
        <w:rPr>
          <w:rFonts w:cs="Times New Roman"/>
          <w:b/>
          <w:color w:val="000000"/>
          <w:szCs w:val="28"/>
          <w:lang w:eastAsia="ru-RU"/>
        </w:rPr>
        <w:t>МЕТОДИКА</w:t>
      </w:r>
    </w:p>
    <w:p w14:paraId="781EC86F" w14:textId="484A4529" w:rsidR="00FD1DCA" w:rsidRDefault="00B50450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color w:val="000000"/>
          <w:szCs w:val="28"/>
          <w:lang w:eastAsia="ru-RU"/>
        </w:rPr>
      </w:pPr>
      <w:r w:rsidRPr="00FD3148">
        <w:rPr>
          <w:rFonts w:cs="Times New Roman"/>
          <w:b/>
          <w:color w:val="000000"/>
          <w:szCs w:val="28"/>
          <w:lang w:eastAsia="ru-RU"/>
        </w:rPr>
        <w:t xml:space="preserve">РАСПРЕДЕЛЕНИЯ И ПРАВИЛА ПРЕДОСТАВЛЕНИЯ ИНОГО МЕЖБЮДЖЕТНОГО ТРАНСФЕРТА ИЗ ОБЛАСТНОГО БЮДЖЕТА БЮДЖЕТАМ МУНИЦИПАЛЬНЫХ ОБРАЗОВАНИЙ ЯРОСЛАВСКОЙ ОБЛАСТИ </w:t>
      </w:r>
      <w:r w:rsidRPr="00B72108">
        <w:rPr>
          <w:rFonts w:cs="Times New Roman"/>
          <w:b/>
          <w:color w:val="000000"/>
          <w:szCs w:val="28"/>
          <w:lang w:eastAsia="ru-RU"/>
        </w:rPr>
        <w:t xml:space="preserve">НА РЕАЛИЗАЦИЮ МЕРОПРИЯТИЙ </w:t>
      </w:r>
    </w:p>
    <w:p w14:paraId="742F198F" w14:textId="0EA00CFA" w:rsidR="00FD3148" w:rsidRPr="00C710E5" w:rsidRDefault="00B50450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color w:val="000000"/>
          <w:szCs w:val="28"/>
          <w:lang w:eastAsia="ru-RU"/>
        </w:rPr>
      </w:pPr>
      <w:r w:rsidRPr="008212D9">
        <w:rPr>
          <w:rFonts w:cs="Times New Roman"/>
          <w:b/>
          <w:color w:val="000000"/>
          <w:szCs w:val="28"/>
          <w:lang w:eastAsia="ru-RU"/>
        </w:rPr>
        <w:t xml:space="preserve">ПО СОДЕРЖАНИЮ И </w:t>
      </w:r>
      <w:r>
        <w:rPr>
          <w:rFonts w:cs="Times New Roman"/>
          <w:b/>
          <w:color w:val="000000"/>
          <w:szCs w:val="28"/>
          <w:lang w:eastAsia="ru-RU"/>
        </w:rPr>
        <w:t xml:space="preserve">ОБСЛУЖИВАНИЮ </w:t>
      </w:r>
      <w:r w:rsidRPr="008212D9">
        <w:rPr>
          <w:rFonts w:cs="Times New Roman"/>
          <w:b/>
          <w:color w:val="000000"/>
          <w:szCs w:val="28"/>
          <w:lang w:eastAsia="ru-RU"/>
        </w:rPr>
        <w:t>КИСЛОГУДРОННЫХ ПРУДОВ</w:t>
      </w:r>
      <w:r w:rsidRPr="00C710E5">
        <w:rPr>
          <w:rFonts w:cs="Times New Roman"/>
          <w:b/>
          <w:color w:val="000000"/>
          <w:szCs w:val="28"/>
          <w:lang w:eastAsia="ru-RU"/>
        </w:rPr>
        <w:t xml:space="preserve"> </w:t>
      </w:r>
    </w:p>
    <w:p w14:paraId="742F1990" w14:textId="77777777" w:rsidR="00FD3148" w:rsidRPr="00FD3148" w:rsidRDefault="00FD3148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color w:val="000000"/>
          <w:szCs w:val="28"/>
          <w:lang w:eastAsia="ru-RU"/>
        </w:rPr>
      </w:pPr>
    </w:p>
    <w:p w14:paraId="742F1991" w14:textId="429D1314" w:rsidR="00FD3148" w:rsidRPr="00FD3148" w:rsidRDefault="00D64857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 xml:space="preserve">1. </w:t>
      </w:r>
      <w:r w:rsidR="00FD3148" w:rsidRPr="00FD3148">
        <w:rPr>
          <w:rFonts w:cs="Times New Roman"/>
          <w:color w:val="000000"/>
          <w:szCs w:val="28"/>
          <w:lang w:eastAsia="ru-RU"/>
        </w:rPr>
        <w:t>Общие положения</w:t>
      </w:r>
    </w:p>
    <w:p w14:paraId="742F1992" w14:textId="77777777" w:rsidR="00FD3148" w:rsidRPr="00FD3148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</w:p>
    <w:p w14:paraId="742F1993" w14:textId="0EB5BED8" w:rsidR="00FD3148" w:rsidRPr="00FD3148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 xml:space="preserve">1.1. </w:t>
      </w:r>
      <w:r w:rsidRPr="00FD3148">
        <w:rPr>
          <w:rFonts w:cs="Times New Roman"/>
          <w:szCs w:val="28"/>
          <w:lang w:eastAsia="ru-RU"/>
        </w:rPr>
        <w:t>Методика распределения и правила</w:t>
      </w:r>
      <w:r w:rsidRPr="00FD3148">
        <w:rPr>
          <w:rFonts w:cs="Times New Roman"/>
          <w:color w:val="000000"/>
          <w:szCs w:val="28"/>
          <w:lang w:eastAsia="ru-RU"/>
        </w:rPr>
        <w:t xml:space="preserve"> предоставления</w:t>
      </w:r>
      <w:r w:rsidRPr="00FD3148">
        <w:rPr>
          <w:rFonts w:cs="Times New Roman"/>
          <w:color w:val="000000"/>
          <w:szCs w:val="28"/>
        </w:rPr>
        <w:t xml:space="preserve"> </w:t>
      </w:r>
      <w:r w:rsidRPr="00FD3148">
        <w:rPr>
          <w:rFonts w:cs="Times New Roman"/>
          <w:color w:val="000000"/>
          <w:szCs w:val="28"/>
          <w:lang w:eastAsia="ru-RU"/>
        </w:rPr>
        <w:t xml:space="preserve">иного межбюджетного трансферта из областного бюджета бюджетам муниципальных образований Ярославской области </w:t>
      </w:r>
      <w:r w:rsidR="00C429E8" w:rsidRPr="00C429E8">
        <w:rPr>
          <w:rFonts w:cs="Times New Roman"/>
          <w:color w:val="000000"/>
          <w:szCs w:val="28"/>
          <w:lang w:eastAsia="ru-RU"/>
        </w:rPr>
        <w:t>на реализацию мероприятий по содержанию и обслуживанию кислогудронных прудов</w:t>
      </w:r>
      <w:r w:rsidR="00A0356E" w:rsidRPr="00A0356E">
        <w:rPr>
          <w:rFonts w:cs="Times New Roman"/>
          <w:color w:val="000000"/>
          <w:szCs w:val="28"/>
          <w:lang w:eastAsia="ru-RU"/>
        </w:rPr>
        <w:t xml:space="preserve"> </w:t>
      </w:r>
      <w:r w:rsidRPr="00FD3148">
        <w:rPr>
          <w:rFonts w:cs="Times New Roman"/>
          <w:color w:val="000000"/>
          <w:szCs w:val="28"/>
          <w:lang w:eastAsia="ru-RU"/>
        </w:rPr>
        <w:t>(далее</w:t>
      </w:r>
      <w:r w:rsidR="008A0B14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 xml:space="preserve">– Методика и правила) разработаны в соответствии со </w:t>
      </w:r>
      <w:hyperlink r:id="rId11">
        <w:r w:rsidRPr="00FD3148">
          <w:rPr>
            <w:rFonts w:cs="Times New Roman"/>
            <w:color w:val="000000"/>
            <w:szCs w:val="28"/>
            <w:lang w:eastAsia="ru-RU"/>
          </w:rPr>
          <w:t>статьей</w:t>
        </w:r>
        <w:r w:rsidR="008A0B14">
          <w:rPr>
            <w:rFonts w:cs="Times New Roman"/>
            <w:color w:val="000000"/>
            <w:szCs w:val="28"/>
            <w:lang w:eastAsia="ru-RU"/>
          </w:rPr>
          <w:t> </w:t>
        </w:r>
        <w:r w:rsidRPr="00FD3148">
          <w:rPr>
            <w:rFonts w:cs="Times New Roman"/>
            <w:color w:val="000000"/>
            <w:szCs w:val="28"/>
            <w:lang w:eastAsia="ru-RU"/>
          </w:rPr>
          <w:t>139.1</w:t>
        </w:r>
      </w:hyperlink>
      <w:r w:rsidRPr="00FD3148">
        <w:rPr>
          <w:rFonts w:cs="Times New Roman"/>
          <w:color w:val="000000"/>
          <w:szCs w:val="28"/>
          <w:lang w:eastAsia="ru-RU"/>
        </w:rPr>
        <w:t xml:space="preserve"> Бюджетного кодекса Российской Федерации, </w:t>
      </w:r>
      <w:r w:rsidR="00C2279F" w:rsidRPr="00C2279F">
        <w:t>Законом Ярославской области от 10.07.2025 N 33-з «О межбюджетных отношениях»</w:t>
      </w:r>
      <w:r w:rsidRPr="00FD3148">
        <w:rPr>
          <w:rFonts w:cs="Times New Roman"/>
          <w:color w:val="000000"/>
          <w:szCs w:val="28"/>
          <w:lang w:eastAsia="ru-RU"/>
        </w:rPr>
        <w:t xml:space="preserve"> и</w:t>
      </w:r>
      <w:r w:rsidR="008A0B14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 xml:space="preserve">устанавливают методику распределения и правила предоставления иного межбюджетного трансферта из областного бюджета бюджетам муниципальных образований Ярославской области </w:t>
      </w:r>
      <w:r w:rsidR="00C429E8" w:rsidRPr="00C429E8">
        <w:rPr>
          <w:rFonts w:cs="Times New Roman"/>
          <w:color w:val="000000"/>
          <w:szCs w:val="28"/>
          <w:lang w:eastAsia="ru-RU"/>
        </w:rPr>
        <w:t>на реализацию мероприятий по содержанию и обслуживанию кислогудронных прудов</w:t>
      </w:r>
      <w:r w:rsidR="00A0356E" w:rsidRPr="00A0356E">
        <w:rPr>
          <w:rFonts w:cs="Times New Roman"/>
          <w:color w:val="000000"/>
          <w:szCs w:val="28"/>
          <w:lang w:eastAsia="ru-RU"/>
        </w:rPr>
        <w:t xml:space="preserve"> </w:t>
      </w:r>
      <w:r w:rsidRPr="00FD3148">
        <w:rPr>
          <w:rFonts w:cs="Times New Roman"/>
          <w:color w:val="000000"/>
          <w:szCs w:val="28"/>
          <w:lang w:eastAsia="ru-RU"/>
        </w:rPr>
        <w:t>(далее</w:t>
      </w:r>
      <w:r w:rsidR="00FD1DCA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>– межбюджетный трансферт).</w:t>
      </w:r>
    </w:p>
    <w:p w14:paraId="742F1994" w14:textId="6A17B782" w:rsidR="00FD3148" w:rsidRPr="00FD3148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 xml:space="preserve">1.2. Распределение и предоставление межбюджетного трансферта осуществляются в рамках </w:t>
      </w:r>
      <w:r w:rsidRPr="00A0356E">
        <w:rPr>
          <w:rFonts w:cs="Times New Roman"/>
          <w:color w:val="000000"/>
          <w:szCs w:val="28"/>
          <w:lang w:eastAsia="ru-RU"/>
        </w:rPr>
        <w:t>государственной программы Ярославской области «</w:t>
      </w:r>
      <w:r w:rsidR="00A0356E" w:rsidRPr="00A0356E">
        <w:rPr>
          <w:rFonts w:cs="Times New Roman"/>
          <w:color w:val="000000"/>
          <w:szCs w:val="28"/>
          <w:lang w:eastAsia="ru-RU"/>
        </w:rPr>
        <w:t>Охрана окружающей среды в Ярославской области</w:t>
      </w:r>
      <w:r w:rsidRPr="00A0356E">
        <w:rPr>
          <w:rFonts w:cs="Times New Roman"/>
          <w:color w:val="000000"/>
          <w:szCs w:val="28"/>
          <w:lang w:eastAsia="ru-RU"/>
        </w:rPr>
        <w:t>»</w:t>
      </w:r>
      <w:r w:rsidR="00BF7C92">
        <w:rPr>
          <w:rFonts w:cs="Times New Roman"/>
          <w:color w:val="000000"/>
          <w:szCs w:val="28"/>
          <w:lang w:eastAsia="ru-RU"/>
        </w:rPr>
        <w:t>,</w:t>
      </w:r>
      <w:r w:rsidRPr="00A0356E">
        <w:rPr>
          <w:rFonts w:cs="Times New Roman"/>
          <w:color w:val="000000"/>
          <w:szCs w:val="28"/>
          <w:lang w:eastAsia="ru-RU"/>
        </w:rPr>
        <w:t xml:space="preserve"> </w:t>
      </w:r>
      <w:r w:rsidRPr="00D202D0">
        <w:rPr>
          <w:rFonts w:cs="Times New Roman"/>
          <w:color w:val="000000"/>
          <w:szCs w:val="28"/>
          <w:lang w:eastAsia="ru-RU"/>
        </w:rPr>
        <w:t xml:space="preserve">утвержденной постановлением Правительства области от </w:t>
      </w:r>
      <w:r w:rsidR="00317CC2" w:rsidRPr="000C28AD">
        <w:rPr>
          <w:rFonts w:cs="Times New Roman"/>
          <w:color w:val="000000"/>
          <w:szCs w:val="28"/>
          <w:lang w:eastAsia="ru-RU"/>
        </w:rPr>
        <w:t>27.03.2024</w:t>
      </w:r>
      <w:r w:rsidRPr="000C28AD">
        <w:rPr>
          <w:rFonts w:cs="Times New Roman"/>
          <w:color w:val="000000"/>
          <w:szCs w:val="28"/>
          <w:lang w:eastAsia="ru-RU"/>
        </w:rPr>
        <w:t xml:space="preserve"> №</w:t>
      </w:r>
      <w:r w:rsidR="008A0B14" w:rsidRPr="000C28AD">
        <w:rPr>
          <w:rFonts w:cs="Times New Roman"/>
          <w:color w:val="000000"/>
          <w:szCs w:val="28"/>
          <w:lang w:eastAsia="ru-RU"/>
        </w:rPr>
        <w:t> </w:t>
      </w:r>
      <w:r w:rsidR="00317CC2" w:rsidRPr="000C28AD">
        <w:rPr>
          <w:rFonts w:cs="Times New Roman"/>
          <w:color w:val="000000"/>
          <w:szCs w:val="28"/>
          <w:lang w:eastAsia="ru-RU"/>
        </w:rPr>
        <w:t>399</w:t>
      </w:r>
      <w:r w:rsidR="005F6B03" w:rsidRPr="000C28AD">
        <w:rPr>
          <w:rFonts w:cs="Times New Roman"/>
          <w:color w:val="000000"/>
          <w:szCs w:val="28"/>
          <w:lang w:eastAsia="ru-RU"/>
        </w:rPr>
        <w:t>-</w:t>
      </w:r>
      <w:r w:rsidRPr="000C28AD">
        <w:rPr>
          <w:rFonts w:cs="Times New Roman"/>
          <w:color w:val="000000"/>
          <w:szCs w:val="28"/>
          <w:lang w:eastAsia="ru-RU"/>
        </w:rPr>
        <w:t xml:space="preserve">п </w:t>
      </w:r>
      <w:r w:rsidR="00D202D0" w:rsidRPr="000C28AD">
        <w:rPr>
          <w:rFonts w:cs="Times New Roman"/>
          <w:color w:val="000000"/>
          <w:szCs w:val="28"/>
          <w:lang w:eastAsia="ru-RU"/>
        </w:rPr>
        <w:t>«</w:t>
      </w:r>
      <w:r w:rsidR="00467FB7" w:rsidRPr="000C28AD">
        <w:rPr>
          <w:rFonts w:cs="Times New Roman"/>
          <w:color w:val="000000"/>
          <w:szCs w:val="28"/>
          <w:lang w:eastAsia="ru-RU"/>
        </w:rPr>
        <w:t>Об утверждении государственной программы Ярославской области «Охрана окружающей среды в Ярославской области»</w:t>
      </w:r>
      <w:r w:rsidR="00CD45C1" w:rsidRPr="000C28AD">
        <w:rPr>
          <w:rFonts w:cs="Times New Roman"/>
          <w:color w:val="000000"/>
          <w:szCs w:val="28"/>
          <w:lang w:eastAsia="ru-RU"/>
        </w:rPr>
        <w:t xml:space="preserve"> на 202</w:t>
      </w:r>
      <w:r w:rsidR="00317CC2" w:rsidRPr="000C28AD">
        <w:rPr>
          <w:rFonts w:cs="Times New Roman"/>
          <w:color w:val="000000"/>
          <w:szCs w:val="28"/>
          <w:lang w:eastAsia="ru-RU"/>
        </w:rPr>
        <w:t>4</w:t>
      </w:r>
      <w:r w:rsidR="00CD45C1" w:rsidRPr="000C28AD">
        <w:rPr>
          <w:rFonts w:cs="Times New Roman"/>
          <w:color w:val="000000"/>
          <w:szCs w:val="28"/>
          <w:lang w:eastAsia="ru-RU"/>
        </w:rPr>
        <w:t xml:space="preserve"> </w:t>
      </w:r>
      <w:r w:rsidR="00CD45C1" w:rsidRPr="000C28AD">
        <w:rPr>
          <w:rFonts w:cs="Times New Roman"/>
          <w:b/>
          <w:color w:val="000000"/>
          <w:szCs w:val="28"/>
          <w:lang w:eastAsia="ru-RU"/>
        </w:rPr>
        <w:t>–</w:t>
      </w:r>
      <w:r w:rsidR="00CD45C1" w:rsidRPr="000C28AD">
        <w:rPr>
          <w:rFonts w:cs="Times New Roman"/>
          <w:color w:val="000000"/>
          <w:szCs w:val="28"/>
          <w:lang w:eastAsia="ru-RU"/>
        </w:rPr>
        <w:t xml:space="preserve"> </w:t>
      </w:r>
      <w:r w:rsidR="00467FB7" w:rsidRPr="000C28AD">
        <w:rPr>
          <w:rFonts w:cs="Times New Roman"/>
          <w:color w:val="000000"/>
          <w:szCs w:val="28"/>
          <w:lang w:eastAsia="ru-RU"/>
        </w:rPr>
        <w:t>20</w:t>
      </w:r>
      <w:r w:rsidR="00317CC2" w:rsidRPr="000C28AD">
        <w:rPr>
          <w:rFonts w:cs="Times New Roman"/>
          <w:color w:val="000000"/>
          <w:szCs w:val="28"/>
          <w:lang w:eastAsia="ru-RU"/>
        </w:rPr>
        <w:t>30</w:t>
      </w:r>
      <w:r w:rsidR="00467FB7" w:rsidRPr="000C28AD">
        <w:rPr>
          <w:rFonts w:cs="Times New Roman"/>
          <w:color w:val="000000"/>
          <w:szCs w:val="28"/>
          <w:lang w:eastAsia="ru-RU"/>
        </w:rPr>
        <w:t xml:space="preserve"> годы и признании утратившими силу отдельных постановлений Правительства области</w:t>
      </w:r>
      <w:r w:rsidR="00D202D0" w:rsidRPr="000C28AD">
        <w:rPr>
          <w:rFonts w:cs="Times New Roman"/>
          <w:color w:val="000000"/>
          <w:szCs w:val="28"/>
          <w:lang w:eastAsia="ru-RU"/>
        </w:rPr>
        <w:t>».</w:t>
      </w:r>
      <w:r w:rsidR="00D202D0">
        <w:rPr>
          <w:rFonts w:cs="Times New Roman"/>
          <w:color w:val="000000"/>
          <w:szCs w:val="28"/>
          <w:lang w:eastAsia="ru-RU"/>
        </w:rPr>
        <w:t xml:space="preserve"> </w:t>
      </w:r>
    </w:p>
    <w:p w14:paraId="742F1995" w14:textId="51236C83" w:rsidR="00FD3148" w:rsidRPr="00FD3148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1.3. Главным распорядителем бюджетных средств при распределении и</w:t>
      </w:r>
      <w:r w:rsidR="00FD1DCA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 xml:space="preserve">предоставлении межбюджетного трансферта является </w:t>
      </w:r>
      <w:r w:rsidR="00D02647">
        <w:rPr>
          <w:rFonts w:cs="Times New Roman"/>
          <w:color w:val="000000"/>
          <w:szCs w:val="28"/>
          <w:lang w:eastAsia="ru-RU"/>
        </w:rPr>
        <w:t>министерство лесного хозяйства и природопользования</w:t>
      </w:r>
      <w:r w:rsidRPr="00FD3148">
        <w:rPr>
          <w:rFonts w:cs="Times New Roman"/>
          <w:color w:val="000000"/>
          <w:szCs w:val="28"/>
          <w:lang w:eastAsia="ru-RU"/>
        </w:rPr>
        <w:t xml:space="preserve"> Ярославской области (далее</w:t>
      </w:r>
      <w:r w:rsidR="008A0B14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 xml:space="preserve">– </w:t>
      </w:r>
      <w:r w:rsidR="00D02647">
        <w:rPr>
          <w:rFonts w:cs="Times New Roman"/>
          <w:color w:val="000000"/>
          <w:szCs w:val="28"/>
          <w:lang w:eastAsia="ru-RU"/>
        </w:rPr>
        <w:t>министерство</w:t>
      </w:r>
      <w:r w:rsidRPr="00FD3148">
        <w:rPr>
          <w:rFonts w:cs="Times New Roman"/>
          <w:color w:val="000000"/>
          <w:szCs w:val="28"/>
          <w:lang w:eastAsia="ru-RU"/>
        </w:rPr>
        <w:t>).</w:t>
      </w:r>
    </w:p>
    <w:p w14:paraId="742F1996" w14:textId="3E4731A4" w:rsidR="00FD3148" w:rsidRPr="00FD3148" w:rsidRDefault="00FD3148" w:rsidP="00B50450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color w:val="000000"/>
          <w:szCs w:val="28"/>
        </w:rPr>
      </w:pPr>
      <w:r w:rsidRPr="00FD3148">
        <w:rPr>
          <w:rFonts w:eastAsia="Calibri" w:cs="Times New Roman"/>
          <w:color w:val="000000"/>
          <w:szCs w:val="28"/>
        </w:rPr>
        <w:t xml:space="preserve">1.4. Получателями межбюджетного трансферта являются муниципальные образования Ярославской области </w:t>
      </w:r>
      <w:r w:rsidR="00FD1DCA" w:rsidRPr="00FD3148">
        <w:rPr>
          <w:rFonts w:eastAsia="Calibri" w:cs="Times New Roman"/>
          <w:color w:val="000000"/>
          <w:szCs w:val="28"/>
        </w:rPr>
        <w:t>(далее</w:t>
      </w:r>
      <w:r w:rsidR="00FD1DCA">
        <w:rPr>
          <w:rFonts w:eastAsia="Calibri" w:cs="Times New Roman"/>
          <w:color w:val="000000"/>
          <w:szCs w:val="28"/>
        </w:rPr>
        <w:t> </w:t>
      </w:r>
      <w:r w:rsidR="00FD1DCA" w:rsidRPr="00FD3148">
        <w:rPr>
          <w:rFonts w:eastAsia="Calibri" w:cs="Times New Roman"/>
          <w:color w:val="000000"/>
          <w:szCs w:val="28"/>
        </w:rPr>
        <w:t>– муниципальные образования)</w:t>
      </w:r>
      <w:r w:rsidR="00FD1DCA">
        <w:rPr>
          <w:rFonts w:eastAsia="Calibri" w:cs="Times New Roman"/>
          <w:color w:val="000000"/>
          <w:szCs w:val="28"/>
        </w:rPr>
        <w:t> </w:t>
      </w:r>
      <w:r w:rsidR="00A70C6B">
        <w:rPr>
          <w:rFonts w:eastAsia="Calibri" w:cs="Times New Roman"/>
          <w:color w:val="000000"/>
          <w:szCs w:val="28"/>
        </w:rPr>
        <w:t>– городские и</w:t>
      </w:r>
      <w:r w:rsidRPr="00FD3148">
        <w:rPr>
          <w:rFonts w:eastAsia="Calibri" w:cs="Times New Roman"/>
          <w:color w:val="000000"/>
          <w:szCs w:val="28"/>
        </w:rPr>
        <w:t xml:space="preserve"> муниципальные </w:t>
      </w:r>
      <w:r w:rsidR="00A70C6B">
        <w:rPr>
          <w:rFonts w:eastAsia="Calibri" w:cs="Times New Roman"/>
          <w:color w:val="000000"/>
          <w:szCs w:val="28"/>
        </w:rPr>
        <w:t>округа</w:t>
      </w:r>
      <w:r w:rsidRPr="00FD3148">
        <w:rPr>
          <w:rFonts w:eastAsia="Calibri" w:cs="Times New Roman"/>
          <w:color w:val="000000"/>
          <w:szCs w:val="28"/>
        </w:rPr>
        <w:t>.</w:t>
      </w:r>
    </w:p>
    <w:p w14:paraId="742F1997" w14:textId="69846134" w:rsidR="00FD3148" w:rsidRPr="00FD3148" w:rsidRDefault="00FD3148" w:rsidP="00B50450">
      <w:pPr>
        <w:contextualSpacing/>
        <w:jc w:val="both"/>
        <w:rPr>
          <w:rFonts w:cs="Times New Roman"/>
          <w:color w:val="000000"/>
          <w:szCs w:val="28"/>
        </w:rPr>
      </w:pPr>
      <w:r w:rsidRPr="00FD3148">
        <w:rPr>
          <w:rFonts w:cs="Times New Roman"/>
          <w:color w:val="000000"/>
          <w:szCs w:val="28"/>
        </w:rPr>
        <w:t xml:space="preserve">1.5. </w:t>
      </w:r>
      <w:r w:rsidR="00317CC2" w:rsidRPr="00317CC2">
        <w:rPr>
          <w:rFonts w:cs="Times New Roman"/>
          <w:color w:val="000000"/>
          <w:szCs w:val="28"/>
        </w:rPr>
        <w:t xml:space="preserve">Межбюджетный </w:t>
      </w:r>
      <w:r w:rsidR="00317CC2" w:rsidRPr="000052D7">
        <w:rPr>
          <w:rFonts w:cs="Times New Roman"/>
          <w:color w:val="000000"/>
          <w:szCs w:val="28"/>
        </w:rPr>
        <w:t>трансферт предоставляется муниципальным образованиям на софинансирование расходных обязательств</w:t>
      </w:r>
      <w:r w:rsidRPr="000052D7">
        <w:rPr>
          <w:rFonts w:cs="Times New Roman"/>
          <w:color w:val="000000"/>
          <w:szCs w:val="28"/>
        </w:rPr>
        <w:t xml:space="preserve"> по реализации полномочий, связанных с проведением мероприятий </w:t>
      </w:r>
      <w:r w:rsidR="00273B8E" w:rsidRPr="000052D7">
        <w:rPr>
          <w:rFonts w:cs="Times New Roman"/>
          <w:color w:val="000000"/>
          <w:szCs w:val="28"/>
          <w:lang w:eastAsia="ru-RU"/>
        </w:rPr>
        <w:t>по</w:t>
      </w:r>
      <w:r w:rsidR="00A0356E" w:rsidRPr="000052D7">
        <w:rPr>
          <w:rFonts w:cs="Times New Roman"/>
          <w:color w:val="000000"/>
          <w:szCs w:val="28"/>
          <w:lang w:eastAsia="ru-RU"/>
        </w:rPr>
        <w:t xml:space="preserve"> </w:t>
      </w:r>
      <w:r w:rsidR="008212D9" w:rsidRPr="000052D7">
        <w:rPr>
          <w:rFonts w:cs="Times New Roman"/>
          <w:color w:val="000000"/>
          <w:szCs w:val="28"/>
          <w:lang w:eastAsia="ru-RU"/>
        </w:rPr>
        <w:t>содержани</w:t>
      </w:r>
      <w:r w:rsidR="00273B8E" w:rsidRPr="000052D7">
        <w:rPr>
          <w:rFonts w:cs="Times New Roman"/>
          <w:color w:val="000000"/>
          <w:szCs w:val="28"/>
          <w:lang w:eastAsia="ru-RU"/>
        </w:rPr>
        <w:t>ю</w:t>
      </w:r>
      <w:r w:rsidR="008212D9" w:rsidRPr="000052D7">
        <w:rPr>
          <w:rFonts w:cs="Times New Roman"/>
          <w:color w:val="000000"/>
          <w:szCs w:val="28"/>
          <w:lang w:eastAsia="ru-RU"/>
        </w:rPr>
        <w:t xml:space="preserve"> и </w:t>
      </w:r>
      <w:r w:rsidR="00C40596" w:rsidRPr="000052D7">
        <w:rPr>
          <w:rFonts w:cs="Times New Roman"/>
          <w:color w:val="000000"/>
          <w:szCs w:val="28"/>
          <w:lang w:eastAsia="ru-RU"/>
        </w:rPr>
        <w:t>обслуживани</w:t>
      </w:r>
      <w:r w:rsidR="00273B8E" w:rsidRPr="000052D7">
        <w:rPr>
          <w:rFonts w:cs="Times New Roman"/>
          <w:color w:val="000000"/>
          <w:szCs w:val="28"/>
          <w:lang w:eastAsia="ru-RU"/>
        </w:rPr>
        <w:t>ю</w:t>
      </w:r>
      <w:r w:rsidR="00C40596" w:rsidRPr="000052D7">
        <w:rPr>
          <w:rFonts w:cs="Times New Roman"/>
          <w:color w:val="000000"/>
          <w:szCs w:val="28"/>
          <w:lang w:eastAsia="ru-RU"/>
        </w:rPr>
        <w:t xml:space="preserve"> </w:t>
      </w:r>
      <w:r w:rsidR="008212D9" w:rsidRPr="000052D7">
        <w:rPr>
          <w:rFonts w:cs="Times New Roman"/>
          <w:color w:val="000000"/>
          <w:szCs w:val="28"/>
          <w:lang w:eastAsia="ru-RU"/>
        </w:rPr>
        <w:t>кислогудронных прудов</w:t>
      </w:r>
      <w:r w:rsidR="00A0356E" w:rsidRPr="000052D7">
        <w:rPr>
          <w:rFonts w:cs="Times New Roman"/>
          <w:color w:val="000000"/>
          <w:szCs w:val="28"/>
          <w:lang w:eastAsia="ru-RU"/>
        </w:rPr>
        <w:t>.</w:t>
      </w:r>
    </w:p>
    <w:p w14:paraId="005D82DF" w14:textId="01345AA4" w:rsidR="00394740" w:rsidRPr="006617A2" w:rsidRDefault="00FD3148" w:rsidP="00B50450">
      <w:pPr>
        <w:contextualSpacing/>
        <w:jc w:val="both"/>
        <w:rPr>
          <w:rFonts w:cs="Times New Roman"/>
          <w:color w:val="000000" w:themeColor="text1"/>
          <w:szCs w:val="28"/>
        </w:rPr>
      </w:pPr>
      <w:r w:rsidRPr="00FD3148">
        <w:rPr>
          <w:rFonts w:cs="Times New Roman"/>
          <w:color w:val="000000"/>
          <w:szCs w:val="28"/>
        </w:rPr>
        <w:lastRenderedPageBreak/>
        <w:t xml:space="preserve">1.6. </w:t>
      </w:r>
      <w:r w:rsidR="00394740" w:rsidRPr="006617A2">
        <w:rPr>
          <w:rFonts w:cs="Times New Roman"/>
          <w:color w:val="000000" w:themeColor="text1"/>
          <w:szCs w:val="28"/>
        </w:rPr>
        <w:t>Критерии отбора муниципальных образований для предоставления межбюджетного трансферта</w:t>
      </w:r>
      <w:r w:rsidR="00394740" w:rsidRPr="006617A2">
        <w:rPr>
          <w:rFonts w:cs="Times New Roman"/>
          <w:color w:val="000000" w:themeColor="text1"/>
          <w:szCs w:val="28"/>
          <w:lang w:eastAsia="ru-RU"/>
        </w:rPr>
        <w:t>:</w:t>
      </w:r>
    </w:p>
    <w:p w14:paraId="1E7264EE" w14:textId="5085FF1F" w:rsidR="00394740" w:rsidRPr="006617A2" w:rsidRDefault="00394740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 w:themeColor="text1"/>
          <w:szCs w:val="28"/>
          <w:lang w:eastAsia="ru-RU"/>
        </w:rPr>
      </w:pPr>
      <w:r w:rsidRPr="006617A2">
        <w:rPr>
          <w:rFonts w:cs="Times New Roman"/>
          <w:color w:val="000000" w:themeColor="text1"/>
          <w:szCs w:val="28"/>
          <w:lang w:eastAsia="ru-RU"/>
        </w:rPr>
        <w:t>- расположение кислогудронных прудов на землях, находящихся в</w:t>
      </w:r>
      <w:r w:rsidR="008A0B14">
        <w:rPr>
          <w:rFonts w:cs="Times New Roman"/>
          <w:color w:val="000000" w:themeColor="text1"/>
          <w:szCs w:val="28"/>
          <w:lang w:eastAsia="ru-RU"/>
        </w:rPr>
        <w:t> </w:t>
      </w:r>
      <w:r w:rsidRPr="006617A2">
        <w:rPr>
          <w:rFonts w:cs="Times New Roman"/>
          <w:color w:val="000000" w:themeColor="text1"/>
          <w:szCs w:val="28"/>
          <w:lang w:eastAsia="ru-RU"/>
        </w:rPr>
        <w:t>муниципальной собственности;</w:t>
      </w:r>
    </w:p>
    <w:p w14:paraId="2596AF9E" w14:textId="77777777" w:rsidR="00394740" w:rsidRPr="006617A2" w:rsidRDefault="00394740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 w:themeColor="text1"/>
          <w:szCs w:val="28"/>
          <w:lang w:eastAsia="ru-RU"/>
        </w:rPr>
      </w:pPr>
      <w:r w:rsidRPr="006617A2">
        <w:rPr>
          <w:rFonts w:cs="Times New Roman"/>
          <w:color w:val="000000" w:themeColor="text1"/>
          <w:szCs w:val="28"/>
          <w:lang w:eastAsia="ru-RU"/>
        </w:rPr>
        <w:t xml:space="preserve">- </w:t>
      </w:r>
      <w:r>
        <w:rPr>
          <w:rFonts w:cs="Times New Roman"/>
          <w:color w:val="000000" w:themeColor="text1"/>
          <w:szCs w:val="28"/>
          <w:lang w:eastAsia="ru-RU"/>
        </w:rPr>
        <w:t>включение</w:t>
      </w:r>
      <w:r w:rsidRPr="006617A2">
        <w:rPr>
          <w:rFonts w:cs="Times New Roman"/>
          <w:color w:val="000000" w:themeColor="text1"/>
          <w:szCs w:val="28"/>
          <w:lang w:eastAsia="ru-RU"/>
        </w:rPr>
        <w:t xml:space="preserve"> кислогудронных прудов в государственн</w:t>
      </w:r>
      <w:r>
        <w:rPr>
          <w:rFonts w:cs="Times New Roman"/>
          <w:color w:val="000000" w:themeColor="text1"/>
          <w:szCs w:val="28"/>
          <w:lang w:eastAsia="ru-RU"/>
        </w:rPr>
        <w:t>ый</w:t>
      </w:r>
      <w:r w:rsidRPr="006617A2">
        <w:rPr>
          <w:rFonts w:cs="Times New Roman"/>
          <w:color w:val="000000" w:themeColor="text1"/>
          <w:szCs w:val="28"/>
          <w:lang w:eastAsia="ru-RU"/>
        </w:rPr>
        <w:t xml:space="preserve"> реестр объектов накопленного вреда окружающей среде;</w:t>
      </w:r>
    </w:p>
    <w:p w14:paraId="20DC0842" w14:textId="77777777" w:rsidR="00394740" w:rsidRPr="006617A2" w:rsidRDefault="00394740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 w:themeColor="text1"/>
          <w:szCs w:val="28"/>
        </w:rPr>
      </w:pPr>
      <w:r w:rsidRPr="006617A2">
        <w:rPr>
          <w:rFonts w:cs="Times New Roman"/>
          <w:color w:val="000000" w:themeColor="text1"/>
          <w:szCs w:val="28"/>
          <w:lang w:eastAsia="ru-RU"/>
        </w:rPr>
        <w:t>- расположение кислогудронных прудов в водоохранной зоне рек Ярославской области.</w:t>
      </w:r>
    </w:p>
    <w:p w14:paraId="742F19A0" w14:textId="739DFB79" w:rsidR="00FD3148" w:rsidRPr="00FD3148" w:rsidRDefault="00FD3148" w:rsidP="00B50450">
      <w:pPr>
        <w:contextualSpacing/>
        <w:jc w:val="both"/>
        <w:rPr>
          <w:rFonts w:cs="Times New Roman"/>
          <w:color w:val="000000"/>
          <w:szCs w:val="28"/>
        </w:rPr>
      </w:pPr>
      <w:r w:rsidRPr="00990C3A">
        <w:rPr>
          <w:rFonts w:cs="Times New Roman"/>
          <w:color w:val="000000"/>
          <w:szCs w:val="28"/>
        </w:rPr>
        <w:t>1.</w:t>
      </w:r>
      <w:r w:rsidR="00C94670">
        <w:rPr>
          <w:rFonts w:cs="Times New Roman"/>
          <w:color w:val="000000"/>
          <w:szCs w:val="28"/>
        </w:rPr>
        <w:t>7</w:t>
      </w:r>
      <w:r w:rsidRPr="00990C3A">
        <w:rPr>
          <w:rFonts w:cs="Times New Roman"/>
          <w:color w:val="000000"/>
          <w:szCs w:val="28"/>
        </w:rPr>
        <w:t xml:space="preserve">. </w:t>
      </w:r>
      <w:r w:rsidR="00990C3A" w:rsidRPr="00990C3A">
        <w:rPr>
          <w:rFonts w:cs="Times New Roman"/>
          <w:color w:val="000000"/>
          <w:szCs w:val="28"/>
        </w:rPr>
        <w:t xml:space="preserve">Межбюджетный трансферт предоставляется </w:t>
      </w:r>
      <w:r w:rsidR="008212D9" w:rsidRPr="00990C3A">
        <w:rPr>
          <w:rFonts w:cs="Times New Roman"/>
          <w:color w:val="000000"/>
          <w:szCs w:val="28"/>
        </w:rPr>
        <w:t>при наличии</w:t>
      </w:r>
      <w:r w:rsidR="00990C3A" w:rsidRPr="00990C3A">
        <w:rPr>
          <w:rFonts w:cs="Times New Roman"/>
          <w:color w:val="000000"/>
          <w:szCs w:val="28"/>
        </w:rPr>
        <w:t xml:space="preserve"> заявки на</w:t>
      </w:r>
      <w:r w:rsidR="008A0B14">
        <w:rPr>
          <w:rFonts w:cs="Times New Roman"/>
          <w:color w:val="000000"/>
          <w:szCs w:val="28"/>
        </w:rPr>
        <w:t> </w:t>
      </w:r>
      <w:r w:rsidR="00990C3A" w:rsidRPr="00990C3A">
        <w:rPr>
          <w:rFonts w:cs="Times New Roman"/>
          <w:color w:val="000000"/>
          <w:szCs w:val="28"/>
        </w:rPr>
        <w:t>предоставление межбюджетного трансферта органа местного самоуправления.</w:t>
      </w:r>
      <w:r w:rsidR="00990C3A">
        <w:rPr>
          <w:rFonts w:cs="Times New Roman"/>
          <w:color w:val="000000"/>
          <w:szCs w:val="28"/>
        </w:rPr>
        <w:t xml:space="preserve"> </w:t>
      </w:r>
    </w:p>
    <w:p w14:paraId="742F19A2" w14:textId="2481F00B" w:rsidR="00FD3148" w:rsidRPr="00F66B83" w:rsidRDefault="00FD3148" w:rsidP="00B50450">
      <w:pPr>
        <w:contextualSpacing/>
        <w:jc w:val="both"/>
        <w:rPr>
          <w:rFonts w:cs="Times New Roman"/>
          <w:szCs w:val="28"/>
        </w:rPr>
      </w:pPr>
      <w:r w:rsidRPr="00F66B83">
        <w:rPr>
          <w:rFonts w:cs="Times New Roman"/>
          <w:color w:val="000000"/>
          <w:szCs w:val="28"/>
        </w:rPr>
        <w:t>1.</w:t>
      </w:r>
      <w:r w:rsidR="000C28AD">
        <w:rPr>
          <w:rFonts w:cs="Times New Roman"/>
          <w:color w:val="000000"/>
          <w:szCs w:val="28"/>
        </w:rPr>
        <w:t>8</w:t>
      </w:r>
      <w:r w:rsidRPr="00F66B83">
        <w:rPr>
          <w:rFonts w:cs="Times New Roman"/>
          <w:color w:val="000000"/>
          <w:szCs w:val="28"/>
        </w:rPr>
        <w:t xml:space="preserve">. </w:t>
      </w:r>
      <w:r w:rsidRPr="00F66B83">
        <w:rPr>
          <w:rFonts w:cs="Times New Roman"/>
          <w:szCs w:val="28"/>
        </w:rPr>
        <w:t>Условия предоставления и расходования межбюджетного трансферта:</w:t>
      </w:r>
    </w:p>
    <w:p w14:paraId="0F4944B6" w14:textId="02CAA928" w:rsidR="00F57771" w:rsidRPr="00F66B83" w:rsidRDefault="00990C3A" w:rsidP="00B50450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 w:rsidRPr="00F66B83">
        <w:rPr>
          <w:sz w:val="28"/>
          <w:szCs w:val="28"/>
        </w:rPr>
        <w:t xml:space="preserve">- наличие </w:t>
      </w:r>
      <w:r w:rsidR="00F57771" w:rsidRPr="00F66B83">
        <w:rPr>
          <w:sz w:val="28"/>
          <w:szCs w:val="28"/>
        </w:rPr>
        <w:t>сметн</w:t>
      </w:r>
      <w:r w:rsidRPr="00F66B83">
        <w:rPr>
          <w:sz w:val="28"/>
          <w:szCs w:val="28"/>
        </w:rPr>
        <w:t>ого</w:t>
      </w:r>
      <w:r w:rsidR="00F57771" w:rsidRPr="00F66B83">
        <w:rPr>
          <w:sz w:val="28"/>
          <w:szCs w:val="28"/>
        </w:rPr>
        <w:t xml:space="preserve"> </w:t>
      </w:r>
      <w:r w:rsidRPr="00F66B83">
        <w:rPr>
          <w:sz w:val="28"/>
          <w:szCs w:val="28"/>
        </w:rPr>
        <w:t xml:space="preserve">расчета </w:t>
      </w:r>
      <w:r w:rsidR="00FD1DCA">
        <w:rPr>
          <w:sz w:val="28"/>
          <w:szCs w:val="28"/>
        </w:rPr>
        <w:t xml:space="preserve">стоимости </w:t>
      </w:r>
      <w:r w:rsidRPr="00F66B83">
        <w:rPr>
          <w:sz w:val="28"/>
          <w:szCs w:val="28"/>
        </w:rPr>
        <w:t>мероприяти</w:t>
      </w:r>
      <w:r w:rsidR="00FD1DCA">
        <w:rPr>
          <w:sz w:val="28"/>
          <w:szCs w:val="28"/>
        </w:rPr>
        <w:t>й</w:t>
      </w:r>
      <w:r w:rsidRPr="00F66B83">
        <w:rPr>
          <w:sz w:val="28"/>
          <w:szCs w:val="28"/>
        </w:rPr>
        <w:t xml:space="preserve"> по </w:t>
      </w:r>
      <w:r w:rsidR="00C40596">
        <w:rPr>
          <w:sz w:val="28"/>
          <w:szCs w:val="28"/>
        </w:rPr>
        <w:t>содержанию</w:t>
      </w:r>
      <w:r w:rsidR="008212D9" w:rsidRPr="008212D9">
        <w:rPr>
          <w:sz w:val="28"/>
          <w:szCs w:val="28"/>
        </w:rPr>
        <w:t xml:space="preserve"> и</w:t>
      </w:r>
      <w:r w:rsidR="008A0B14">
        <w:rPr>
          <w:sz w:val="28"/>
          <w:szCs w:val="28"/>
        </w:rPr>
        <w:t> </w:t>
      </w:r>
      <w:r w:rsidR="00C40596">
        <w:rPr>
          <w:sz w:val="28"/>
          <w:szCs w:val="28"/>
        </w:rPr>
        <w:t xml:space="preserve">обслуживанию </w:t>
      </w:r>
      <w:r w:rsidR="008212D9" w:rsidRPr="008212D9">
        <w:rPr>
          <w:sz w:val="28"/>
          <w:szCs w:val="28"/>
        </w:rPr>
        <w:t>кислогудронных прудов</w:t>
      </w:r>
      <w:r w:rsidR="00F57771" w:rsidRPr="00F66B83">
        <w:rPr>
          <w:sz w:val="28"/>
          <w:szCs w:val="28"/>
        </w:rPr>
        <w:t>;</w:t>
      </w:r>
    </w:p>
    <w:p w14:paraId="0483EA03" w14:textId="365B893A" w:rsidR="00394740" w:rsidRPr="00F66B83" w:rsidRDefault="00394740" w:rsidP="00B50450">
      <w:pPr>
        <w:contextualSpacing/>
        <w:jc w:val="both"/>
        <w:rPr>
          <w:rFonts w:cs="Times New Roman"/>
          <w:szCs w:val="28"/>
        </w:rPr>
      </w:pPr>
      <w:r w:rsidRPr="00F66B83">
        <w:rPr>
          <w:rFonts w:cs="Times New Roman"/>
          <w:szCs w:val="28"/>
        </w:rPr>
        <w:t>-</w:t>
      </w:r>
      <w:r>
        <w:rPr>
          <w:rFonts w:cs="Times New Roman"/>
          <w:szCs w:val="28"/>
        </w:rPr>
        <w:t xml:space="preserve"> </w:t>
      </w:r>
      <w:r w:rsidRPr="00BF7C92">
        <w:rPr>
          <w:rFonts w:cs="Times New Roman"/>
          <w:szCs w:val="28"/>
        </w:rPr>
        <w:t xml:space="preserve">наличие утвержденной муниципальной программы, предусматривающей мероприятия </w:t>
      </w:r>
      <w:r w:rsidR="00FD1DCA">
        <w:rPr>
          <w:rFonts w:cs="Times New Roman"/>
          <w:szCs w:val="28"/>
          <w:lang w:eastAsia="ru-RU"/>
        </w:rPr>
        <w:t>по</w:t>
      </w:r>
      <w:r w:rsidRPr="00BF7C92">
        <w:rPr>
          <w:rFonts w:cs="Times New Roman"/>
          <w:szCs w:val="28"/>
          <w:lang w:eastAsia="ru-RU"/>
        </w:rPr>
        <w:t xml:space="preserve"> содержани</w:t>
      </w:r>
      <w:r w:rsidR="00FD1DCA">
        <w:rPr>
          <w:rFonts w:cs="Times New Roman"/>
          <w:szCs w:val="28"/>
          <w:lang w:eastAsia="ru-RU"/>
        </w:rPr>
        <w:t>ю</w:t>
      </w:r>
      <w:r w:rsidRPr="00BF7C92">
        <w:rPr>
          <w:rFonts w:cs="Times New Roman"/>
          <w:szCs w:val="28"/>
          <w:lang w:eastAsia="ru-RU"/>
        </w:rPr>
        <w:t xml:space="preserve"> и обслуживани</w:t>
      </w:r>
      <w:r w:rsidR="00FD1DCA">
        <w:rPr>
          <w:rFonts w:cs="Times New Roman"/>
          <w:szCs w:val="28"/>
          <w:lang w:eastAsia="ru-RU"/>
        </w:rPr>
        <w:t>ю</w:t>
      </w:r>
      <w:r w:rsidRPr="00BF7C92">
        <w:rPr>
          <w:rFonts w:cs="Times New Roman"/>
          <w:szCs w:val="28"/>
          <w:lang w:eastAsia="ru-RU"/>
        </w:rPr>
        <w:t xml:space="preserve"> кислогудронных прудов, </w:t>
      </w:r>
      <w:r w:rsidR="009D294A" w:rsidRPr="00BF7C92">
        <w:rPr>
          <w:rFonts w:cs="Times New Roman"/>
          <w:szCs w:val="28"/>
          <w:lang w:eastAsia="ru-RU"/>
        </w:rPr>
        <w:t>соответствие</w:t>
      </w:r>
      <w:r w:rsidRPr="00BF7C92">
        <w:rPr>
          <w:rFonts w:cs="Times New Roman"/>
          <w:szCs w:val="28"/>
        </w:rPr>
        <w:t xml:space="preserve"> указанной программы требованиям соответствующей государственной программы Ярославской области;</w:t>
      </w:r>
    </w:p>
    <w:p w14:paraId="742F19A4" w14:textId="1CADB8E4" w:rsidR="00FD3148" w:rsidRPr="00F66B83" w:rsidRDefault="00FD3148" w:rsidP="00B50450">
      <w:pPr>
        <w:contextualSpacing/>
        <w:jc w:val="both"/>
        <w:rPr>
          <w:rFonts w:cs="Times New Roman"/>
          <w:strike/>
          <w:szCs w:val="28"/>
        </w:rPr>
      </w:pPr>
      <w:r w:rsidRPr="00F66B83">
        <w:rPr>
          <w:rFonts w:cs="Times New Roman"/>
          <w:szCs w:val="28"/>
        </w:rPr>
        <w:t>- наличие соглашения о предоставлении межбюджетного трансферта</w:t>
      </w:r>
      <w:r w:rsidR="00FD1DCA">
        <w:rPr>
          <w:rFonts w:cs="Times New Roman"/>
          <w:szCs w:val="28"/>
        </w:rPr>
        <w:t xml:space="preserve"> </w:t>
      </w:r>
      <w:r w:rsidR="00FD1DCA">
        <w:rPr>
          <w:rFonts w:cs="Times New Roman"/>
          <w:color w:val="000000"/>
          <w:szCs w:val="28"/>
        </w:rPr>
        <w:t>(далее </w:t>
      </w:r>
      <w:r w:rsidR="00FD1DCA" w:rsidRPr="00F66B83">
        <w:rPr>
          <w:rFonts w:cs="Times New Roman"/>
          <w:color w:val="000000"/>
          <w:szCs w:val="28"/>
        </w:rPr>
        <w:t>– соглашение)</w:t>
      </w:r>
      <w:r w:rsidRPr="00F66B83">
        <w:rPr>
          <w:rFonts w:cs="Times New Roman"/>
          <w:szCs w:val="28"/>
        </w:rPr>
        <w:t xml:space="preserve">, заключенного между </w:t>
      </w:r>
      <w:r w:rsidR="00D02647" w:rsidRPr="00F66B83">
        <w:rPr>
          <w:rFonts w:cs="Times New Roman"/>
          <w:szCs w:val="28"/>
        </w:rPr>
        <w:t>министерством</w:t>
      </w:r>
      <w:r w:rsidRPr="00F66B83">
        <w:rPr>
          <w:rFonts w:cs="Times New Roman"/>
          <w:szCs w:val="28"/>
        </w:rPr>
        <w:t xml:space="preserve"> и органом местного самоуправления муниципального образования; </w:t>
      </w:r>
    </w:p>
    <w:p w14:paraId="742F19A5" w14:textId="4F9AB3E8" w:rsidR="00FD3148" w:rsidRPr="00F66B83" w:rsidRDefault="00FD3148" w:rsidP="00B50450">
      <w:pPr>
        <w:contextualSpacing/>
        <w:jc w:val="both"/>
        <w:rPr>
          <w:rFonts w:cs="Times New Roman"/>
          <w:szCs w:val="28"/>
        </w:rPr>
      </w:pPr>
      <w:r w:rsidRPr="00F66B83">
        <w:rPr>
          <w:rFonts w:cs="Times New Roman"/>
          <w:szCs w:val="28"/>
        </w:rPr>
        <w:t>- соблюдение муниципальными образованиями целевых направлений расходования межбюджетного трансферта, установленных Методикой и</w:t>
      </w:r>
      <w:r w:rsidR="008A0B14">
        <w:rPr>
          <w:rFonts w:cs="Times New Roman"/>
          <w:szCs w:val="28"/>
        </w:rPr>
        <w:t> </w:t>
      </w:r>
      <w:r w:rsidRPr="00F66B83">
        <w:rPr>
          <w:rFonts w:cs="Times New Roman"/>
          <w:szCs w:val="28"/>
        </w:rPr>
        <w:t>правилами;</w:t>
      </w:r>
    </w:p>
    <w:p w14:paraId="742F19A6" w14:textId="77777777" w:rsidR="00FD3148" w:rsidRPr="00F66B83" w:rsidRDefault="00FD3148" w:rsidP="00B50450">
      <w:pPr>
        <w:contextualSpacing/>
        <w:jc w:val="both"/>
        <w:rPr>
          <w:rFonts w:cs="Times New Roman"/>
          <w:szCs w:val="28"/>
        </w:rPr>
      </w:pPr>
      <w:r w:rsidRPr="00F66B83">
        <w:rPr>
          <w:rFonts w:cs="Times New Roman"/>
          <w:szCs w:val="28"/>
        </w:rPr>
        <w:t>- выполнение требований к результатам предоставления межбюджетного трансферта, установленных Методикой и правилами;</w:t>
      </w:r>
    </w:p>
    <w:p w14:paraId="742F19A7" w14:textId="77777777" w:rsidR="00FD3148" w:rsidRPr="00FD3148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 w:val="40"/>
          <w:szCs w:val="28"/>
          <w:lang w:eastAsia="ru-RU"/>
        </w:rPr>
      </w:pPr>
      <w:r w:rsidRPr="00F66B83">
        <w:rPr>
          <w:rFonts w:cs="Times New Roman"/>
          <w:szCs w:val="28"/>
          <w:lang w:eastAsia="ru-RU"/>
        </w:rPr>
        <w:t>- возврат муниципальными образованиями в доход областного бюджета средств, источником финансового обеспечения которых является межбюджетный трансферт, при невыполнении муниципальными образованиями обязательств по достижению значения результата использования межбюджетного трансферта, предусмотренного соглашением.</w:t>
      </w:r>
    </w:p>
    <w:p w14:paraId="742F19A8" w14:textId="77777777" w:rsidR="00FD3148" w:rsidRPr="00FD3148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</w:p>
    <w:p w14:paraId="742F19A9" w14:textId="1EF1B7A4" w:rsidR="00FD3148" w:rsidRPr="00FD3148" w:rsidRDefault="00D64857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 xml:space="preserve">2. </w:t>
      </w:r>
      <w:r w:rsidR="00FD3148" w:rsidRPr="00FD3148">
        <w:rPr>
          <w:rFonts w:cs="Times New Roman"/>
          <w:color w:val="000000"/>
          <w:szCs w:val="28"/>
          <w:lang w:eastAsia="ru-RU"/>
        </w:rPr>
        <w:t>Методика распределения межбюджетного трансферта</w:t>
      </w:r>
    </w:p>
    <w:p w14:paraId="742F19AA" w14:textId="77777777" w:rsidR="00FD3148" w:rsidRPr="00FD3148" w:rsidRDefault="00FD3148" w:rsidP="00B50450">
      <w:pPr>
        <w:widowControl w:val="0"/>
        <w:autoSpaceDE w:val="0"/>
        <w:autoSpaceDN w:val="0"/>
        <w:ind w:left="1069" w:firstLine="0"/>
        <w:contextualSpacing/>
        <w:rPr>
          <w:rFonts w:cs="Times New Roman"/>
          <w:color w:val="000000"/>
          <w:szCs w:val="28"/>
          <w:lang w:eastAsia="ru-RU"/>
        </w:rPr>
      </w:pPr>
    </w:p>
    <w:p w14:paraId="742F19AB" w14:textId="7CF4A425" w:rsidR="00FD3148" w:rsidRPr="00FD3148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 xml:space="preserve">2.1. Распределение межбюджетного трансферта между бюджетами муниципальных образований утверждается законом о бюджете на очередной финансовый год и </w:t>
      </w:r>
      <w:r w:rsidR="00FD1DCA">
        <w:rPr>
          <w:rFonts w:cs="Times New Roman"/>
          <w:color w:val="000000"/>
          <w:szCs w:val="28"/>
          <w:lang w:eastAsia="ru-RU"/>
        </w:rPr>
        <w:t xml:space="preserve">на </w:t>
      </w:r>
      <w:r w:rsidRPr="00FD3148">
        <w:rPr>
          <w:rFonts w:cs="Times New Roman"/>
          <w:color w:val="000000"/>
          <w:szCs w:val="28"/>
          <w:lang w:eastAsia="ru-RU"/>
        </w:rPr>
        <w:t>плановый период и (или) принятыми в соответствии с</w:t>
      </w:r>
      <w:r w:rsidR="00FD1DCA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>ним до 15 февраля очередного финансового года нормативными правовыми актами Правительства области.</w:t>
      </w:r>
    </w:p>
    <w:p w14:paraId="742F19AC" w14:textId="435FB4B6" w:rsidR="00FD3148" w:rsidRPr="00FD3148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2.2. Заявки на предоставление межбюджетного трансферта в</w:t>
      </w:r>
      <w:r w:rsidR="008A0B14">
        <w:rPr>
          <w:rFonts w:cs="Times New Roman"/>
          <w:color w:val="000000"/>
          <w:szCs w:val="28"/>
          <w:lang w:eastAsia="ru-RU"/>
        </w:rPr>
        <w:t> </w:t>
      </w:r>
      <w:r w:rsidRPr="00C94670">
        <w:rPr>
          <w:rFonts w:cs="Times New Roman"/>
          <w:color w:val="000000"/>
          <w:szCs w:val="28"/>
          <w:lang w:eastAsia="ru-RU"/>
        </w:rPr>
        <w:t>очередном финансовом году и плановом периоде муниципальные образования подают в</w:t>
      </w:r>
      <w:r w:rsidR="008A0B14">
        <w:rPr>
          <w:rFonts w:cs="Times New Roman"/>
          <w:color w:val="000000"/>
          <w:szCs w:val="28"/>
          <w:lang w:eastAsia="ru-RU"/>
        </w:rPr>
        <w:t> </w:t>
      </w:r>
      <w:r w:rsidR="00D02647" w:rsidRPr="00C94670">
        <w:rPr>
          <w:rFonts w:cs="Times New Roman"/>
          <w:color w:val="000000"/>
          <w:szCs w:val="28"/>
          <w:lang w:eastAsia="ru-RU"/>
        </w:rPr>
        <w:t>министерство</w:t>
      </w:r>
      <w:r w:rsidRPr="00C94670">
        <w:rPr>
          <w:rFonts w:cs="Times New Roman"/>
          <w:color w:val="000000"/>
          <w:szCs w:val="28"/>
          <w:lang w:eastAsia="ru-RU"/>
        </w:rPr>
        <w:t xml:space="preserve"> до 01 июля текущего года.</w:t>
      </w:r>
    </w:p>
    <w:p w14:paraId="742F19AD" w14:textId="45FA101A" w:rsidR="00FD3148" w:rsidRPr="00FD3148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2.3. Заявка на предоставление межбюджетного трансферта в</w:t>
      </w:r>
      <w:r w:rsidR="008A0B14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 xml:space="preserve">очередном </w:t>
      </w:r>
      <w:r w:rsidRPr="00FD3148">
        <w:rPr>
          <w:rFonts w:cs="Times New Roman"/>
          <w:color w:val="000000"/>
          <w:szCs w:val="28"/>
          <w:lang w:eastAsia="ru-RU"/>
        </w:rPr>
        <w:lastRenderedPageBreak/>
        <w:t>финансовом году и плановом периоде составляется по форме согласно приложению 1 к Методике и правилам.</w:t>
      </w:r>
    </w:p>
    <w:p w14:paraId="2A88AA55" w14:textId="0A06CD37" w:rsidR="00317CC2" w:rsidRPr="00317CC2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</w:rPr>
      </w:pPr>
      <w:r w:rsidRPr="00FD3148">
        <w:rPr>
          <w:rFonts w:cs="Times New Roman"/>
          <w:color w:val="000000"/>
          <w:szCs w:val="28"/>
          <w:lang w:eastAsia="ru-RU"/>
        </w:rPr>
        <w:t xml:space="preserve">2.4. </w:t>
      </w:r>
      <w:r w:rsidR="00317CC2" w:rsidRPr="00317CC2">
        <w:rPr>
          <w:rFonts w:cs="Times New Roman"/>
          <w:color w:val="000000"/>
          <w:szCs w:val="28"/>
        </w:rPr>
        <w:t xml:space="preserve">Уровень софинансирования расходных обязательств муниципального образования за счет средств областного бюджета устанавливается в размере не более </w:t>
      </w:r>
      <w:r w:rsidR="00317CC2">
        <w:rPr>
          <w:rFonts w:cs="Times New Roman"/>
          <w:color w:val="000000"/>
          <w:szCs w:val="28"/>
        </w:rPr>
        <w:t>7</w:t>
      </w:r>
      <w:r w:rsidR="00317CC2" w:rsidRPr="00317CC2">
        <w:rPr>
          <w:rFonts w:cs="Times New Roman"/>
          <w:color w:val="000000"/>
          <w:szCs w:val="28"/>
        </w:rPr>
        <w:t xml:space="preserve"> процентов от стоимости </w:t>
      </w:r>
      <w:r w:rsidR="00317CC2" w:rsidRPr="00F66B83">
        <w:rPr>
          <w:rFonts w:cs="Times New Roman"/>
          <w:color w:val="000000"/>
          <w:szCs w:val="28"/>
          <w:lang w:eastAsia="ru-RU"/>
        </w:rPr>
        <w:t>содержани</w:t>
      </w:r>
      <w:r w:rsidR="00317CC2">
        <w:rPr>
          <w:rFonts w:cs="Times New Roman"/>
          <w:color w:val="000000"/>
          <w:szCs w:val="28"/>
          <w:lang w:eastAsia="ru-RU"/>
        </w:rPr>
        <w:t>я</w:t>
      </w:r>
      <w:r w:rsidR="00317CC2" w:rsidRPr="00F66B83">
        <w:rPr>
          <w:rFonts w:cs="Times New Roman"/>
          <w:color w:val="000000"/>
          <w:szCs w:val="28"/>
          <w:lang w:eastAsia="ru-RU"/>
        </w:rPr>
        <w:t xml:space="preserve"> и </w:t>
      </w:r>
      <w:r w:rsidR="00317CC2">
        <w:rPr>
          <w:rFonts w:cs="Times New Roman"/>
          <w:color w:val="000000"/>
          <w:szCs w:val="28"/>
          <w:lang w:eastAsia="ru-RU"/>
        </w:rPr>
        <w:t xml:space="preserve">обслуживания за счет </w:t>
      </w:r>
      <w:r w:rsidR="00317CC2" w:rsidRPr="00317CC2">
        <w:rPr>
          <w:rFonts w:cs="Times New Roman"/>
          <w:color w:val="000000"/>
          <w:szCs w:val="28"/>
        </w:rPr>
        <w:t>межбюджетного трансферта.</w:t>
      </w:r>
    </w:p>
    <w:p w14:paraId="6A2672C8" w14:textId="57FB4F5A" w:rsidR="00317CC2" w:rsidRDefault="00317CC2" w:rsidP="00B50450">
      <w:pPr>
        <w:contextualSpacing/>
        <w:jc w:val="both"/>
        <w:rPr>
          <w:rFonts w:cs="Times New Roman"/>
          <w:color w:val="000000"/>
          <w:szCs w:val="28"/>
        </w:rPr>
      </w:pPr>
      <w:r w:rsidRPr="00317CC2">
        <w:rPr>
          <w:rFonts w:cs="Times New Roman"/>
          <w:color w:val="000000"/>
          <w:szCs w:val="28"/>
        </w:rPr>
        <w:t>Межбюджетный трансферт предоставляется в пределах бюджетных ассигнований и лимитов бюджетных обязательств, доведенных министерству как получателю средств областного бюджета на предоставление межбюджетного трансферта.</w:t>
      </w:r>
    </w:p>
    <w:p w14:paraId="742F19AF" w14:textId="31F048D2" w:rsidR="00FD3148" w:rsidRPr="00FD3148" w:rsidRDefault="00FD3148" w:rsidP="00B50450">
      <w:pPr>
        <w:contextualSpacing/>
        <w:jc w:val="both"/>
        <w:rPr>
          <w:rFonts w:cs="Times New Roman"/>
          <w:color w:val="000000"/>
          <w:szCs w:val="28"/>
        </w:rPr>
      </w:pPr>
      <w:r w:rsidRPr="00F66B83">
        <w:rPr>
          <w:rFonts w:cs="Times New Roman"/>
          <w:color w:val="000000"/>
          <w:szCs w:val="28"/>
        </w:rPr>
        <w:t xml:space="preserve">2.5. </w:t>
      </w:r>
      <w:r w:rsidR="0011012C">
        <w:rPr>
          <w:rFonts w:cs="Times New Roman"/>
          <w:color w:val="000000"/>
          <w:szCs w:val="28"/>
        </w:rPr>
        <w:t>Кислогудронные пруды</w:t>
      </w:r>
      <w:r w:rsidRPr="00F66B83">
        <w:rPr>
          <w:rFonts w:cs="Times New Roman"/>
          <w:color w:val="000000"/>
          <w:szCs w:val="28"/>
        </w:rPr>
        <w:t>, подлежащ</w:t>
      </w:r>
      <w:r w:rsidR="00F66B83" w:rsidRPr="00F66B83">
        <w:rPr>
          <w:rFonts w:cs="Times New Roman"/>
          <w:color w:val="000000"/>
          <w:szCs w:val="28"/>
        </w:rPr>
        <w:t>и</w:t>
      </w:r>
      <w:r w:rsidR="0011012C">
        <w:rPr>
          <w:rFonts w:cs="Times New Roman"/>
          <w:color w:val="000000"/>
          <w:szCs w:val="28"/>
        </w:rPr>
        <w:t>е</w:t>
      </w:r>
      <w:r w:rsidR="00F66B83" w:rsidRPr="00F66B83">
        <w:rPr>
          <w:rFonts w:cs="Times New Roman"/>
          <w:color w:val="000000"/>
          <w:szCs w:val="28"/>
        </w:rPr>
        <w:t xml:space="preserve"> проведению мероприятий </w:t>
      </w:r>
      <w:r w:rsidR="00F66B83" w:rsidRPr="00F66B83">
        <w:rPr>
          <w:rFonts w:cs="Times New Roman"/>
          <w:color w:val="000000"/>
          <w:szCs w:val="28"/>
          <w:lang w:eastAsia="ru-RU"/>
        </w:rPr>
        <w:t>по</w:t>
      </w:r>
      <w:r w:rsidR="00FD1DCA">
        <w:rPr>
          <w:rFonts w:cs="Times New Roman"/>
          <w:color w:val="000000"/>
          <w:szCs w:val="28"/>
          <w:lang w:eastAsia="ru-RU"/>
        </w:rPr>
        <w:t> </w:t>
      </w:r>
      <w:r w:rsidR="00F66B83" w:rsidRPr="00F66B83">
        <w:rPr>
          <w:rFonts w:cs="Times New Roman"/>
          <w:color w:val="000000"/>
          <w:szCs w:val="28"/>
          <w:lang w:eastAsia="ru-RU"/>
        </w:rPr>
        <w:t xml:space="preserve">содержанию и </w:t>
      </w:r>
      <w:r w:rsidR="00C40596">
        <w:rPr>
          <w:rFonts w:cs="Times New Roman"/>
          <w:color w:val="000000"/>
          <w:szCs w:val="28"/>
          <w:lang w:eastAsia="ru-RU"/>
        </w:rPr>
        <w:t xml:space="preserve">обслуживанию </w:t>
      </w:r>
      <w:r w:rsidRPr="00F66B83">
        <w:rPr>
          <w:rFonts w:cs="Times New Roman"/>
          <w:color w:val="000000"/>
          <w:szCs w:val="28"/>
        </w:rPr>
        <w:t>за счет межбюджетного трансферта, дол</w:t>
      </w:r>
      <w:r w:rsidR="0011012C">
        <w:rPr>
          <w:rFonts w:cs="Times New Roman"/>
          <w:color w:val="000000"/>
          <w:szCs w:val="28"/>
        </w:rPr>
        <w:t>жны</w:t>
      </w:r>
      <w:r w:rsidRPr="00F66B83">
        <w:rPr>
          <w:rFonts w:cs="Times New Roman"/>
          <w:color w:val="000000"/>
          <w:szCs w:val="28"/>
        </w:rPr>
        <w:t xml:space="preserve"> соответствовать критериям, указанным в пункте</w:t>
      </w:r>
      <w:r w:rsidR="00FD1DCA">
        <w:rPr>
          <w:rFonts w:cs="Times New Roman"/>
          <w:color w:val="000000"/>
          <w:szCs w:val="28"/>
        </w:rPr>
        <w:t> </w:t>
      </w:r>
      <w:r w:rsidRPr="00F66B83">
        <w:rPr>
          <w:rFonts w:cs="Times New Roman"/>
          <w:color w:val="000000"/>
          <w:szCs w:val="28"/>
        </w:rPr>
        <w:t>1.6 раздела</w:t>
      </w:r>
      <w:r w:rsidR="00FD1DCA">
        <w:rPr>
          <w:rFonts w:cs="Times New Roman"/>
          <w:color w:val="000000"/>
          <w:szCs w:val="28"/>
        </w:rPr>
        <w:t> </w:t>
      </w:r>
      <w:r w:rsidRPr="00F66B83">
        <w:rPr>
          <w:rFonts w:cs="Times New Roman"/>
          <w:color w:val="000000"/>
          <w:szCs w:val="28"/>
        </w:rPr>
        <w:t>1 Методики и</w:t>
      </w:r>
      <w:r w:rsidR="008A0B14">
        <w:rPr>
          <w:rFonts w:cs="Times New Roman"/>
          <w:color w:val="000000"/>
          <w:szCs w:val="28"/>
        </w:rPr>
        <w:t> </w:t>
      </w:r>
      <w:r w:rsidRPr="00F66B83">
        <w:rPr>
          <w:rFonts w:cs="Times New Roman"/>
          <w:color w:val="000000"/>
          <w:szCs w:val="28"/>
        </w:rPr>
        <w:t>правил.</w:t>
      </w:r>
    </w:p>
    <w:p w14:paraId="0D2A2744" w14:textId="77777777" w:rsidR="000C28AD" w:rsidRPr="000C28AD" w:rsidRDefault="00FD3148" w:rsidP="00B50450">
      <w:pPr>
        <w:contextualSpacing/>
        <w:jc w:val="both"/>
        <w:rPr>
          <w:rFonts w:cs="Times New Roman CYR"/>
          <w:sz w:val="24"/>
        </w:rPr>
      </w:pPr>
      <w:r w:rsidRPr="00FD3148">
        <w:rPr>
          <w:rFonts w:cs="Times New Roman"/>
          <w:color w:val="000000"/>
          <w:szCs w:val="28"/>
          <w:lang w:eastAsia="ru-RU"/>
        </w:rPr>
        <w:t xml:space="preserve">2.6. </w:t>
      </w:r>
      <w:r w:rsidR="000C28AD" w:rsidRPr="000C28AD">
        <w:t>Межбюджетный трансферт, предоставляемый бюджету i-го муниципального образования (Ф</w:t>
      </w:r>
      <w:r w:rsidR="000C28AD" w:rsidRPr="000C28AD">
        <w:rPr>
          <w:vertAlign w:val="subscript"/>
        </w:rPr>
        <w:t> iИМБТ</w:t>
      </w:r>
      <w:r w:rsidR="000C28AD" w:rsidRPr="000C28AD">
        <w:t>), рассчитывается по формуле:</w:t>
      </w:r>
    </w:p>
    <w:p w14:paraId="25310A89" w14:textId="77777777" w:rsidR="000C28AD" w:rsidRPr="000C28AD" w:rsidRDefault="000C28AD" w:rsidP="00B50450">
      <w:pPr>
        <w:contextualSpacing/>
      </w:pPr>
    </w:p>
    <w:p w14:paraId="656DF166" w14:textId="57125D54" w:rsidR="000C28AD" w:rsidRPr="000C28AD" w:rsidRDefault="000C28AD" w:rsidP="00B50450">
      <w:pPr>
        <w:contextualSpacing/>
      </w:pPr>
      <w:r w:rsidRPr="000C28AD">
        <w:rPr>
          <w:noProof/>
          <w:lang w:eastAsia="ru-RU"/>
        </w:rPr>
        <w:drawing>
          <wp:inline distT="0" distB="0" distL="0" distR="0" wp14:anchorId="0680903D" wp14:editId="160BA053">
            <wp:extent cx="1457325" cy="409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28AD">
        <w:t>,</w:t>
      </w:r>
    </w:p>
    <w:p w14:paraId="45D2C8C5" w14:textId="77777777" w:rsidR="000C28AD" w:rsidRPr="000C28AD" w:rsidRDefault="000C28AD" w:rsidP="00B50450">
      <w:pPr>
        <w:contextualSpacing/>
      </w:pPr>
    </w:p>
    <w:p w14:paraId="426D0AED" w14:textId="77777777" w:rsidR="000C28AD" w:rsidRPr="000C28AD" w:rsidRDefault="000C28AD" w:rsidP="00B50450">
      <w:pPr>
        <w:contextualSpacing/>
      </w:pPr>
      <w:r w:rsidRPr="000C28AD">
        <w:t>где:</w:t>
      </w:r>
    </w:p>
    <w:p w14:paraId="6C490C5F" w14:textId="69CB2949" w:rsidR="000C28AD" w:rsidRPr="000C28AD" w:rsidRDefault="000C28AD" w:rsidP="00B50450">
      <w:pPr>
        <w:contextualSpacing/>
        <w:jc w:val="both"/>
      </w:pPr>
      <w:r w:rsidRPr="000C28AD">
        <w:rPr>
          <w:i/>
          <w:iCs/>
        </w:rPr>
        <w:t>P</w:t>
      </w:r>
      <w:r w:rsidRPr="000C28AD">
        <w:rPr>
          <w:vertAlign w:val="subscript"/>
        </w:rPr>
        <w:t> i</w:t>
      </w:r>
      <w:r w:rsidRPr="000C28AD">
        <w:t xml:space="preserve"> - сметная стоимость работ по содержанию и обслуживанию кислогудронных прудов;</w:t>
      </w:r>
    </w:p>
    <w:p w14:paraId="496C9664" w14:textId="77777777" w:rsidR="000C28AD" w:rsidRDefault="000C28AD" w:rsidP="00B50450">
      <w:pPr>
        <w:contextualSpacing/>
        <w:jc w:val="both"/>
      </w:pPr>
      <w:r w:rsidRPr="000C28AD">
        <w:t>У - уровень софинансирования расходного обязательства муниципального образования за счет средств областного бюджета.</w:t>
      </w:r>
    </w:p>
    <w:p w14:paraId="742F19B6" w14:textId="77777777" w:rsidR="00FD3148" w:rsidRPr="00FD3148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</w:rPr>
      </w:pPr>
    </w:p>
    <w:p w14:paraId="742F19B7" w14:textId="3A1ECC18" w:rsidR="00FD3148" w:rsidRPr="00FD3148" w:rsidRDefault="00D64857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 xml:space="preserve">3. </w:t>
      </w:r>
      <w:r w:rsidR="00FD3148" w:rsidRPr="00FD3148">
        <w:rPr>
          <w:rFonts w:cs="Times New Roman"/>
          <w:color w:val="000000"/>
          <w:szCs w:val="28"/>
          <w:lang w:eastAsia="ru-RU"/>
        </w:rPr>
        <w:t>Правила предоставления межбюджетного трансферта</w:t>
      </w:r>
    </w:p>
    <w:p w14:paraId="742F19B8" w14:textId="77777777" w:rsidR="00FD3148" w:rsidRPr="00FD3148" w:rsidRDefault="00FD3148" w:rsidP="00B50450">
      <w:pPr>
        <w:widowControl w:val="0"/>
        <w:autoSpaceDE w:val="0"/>
        <w:autoSpaceDN w:val="0"/>
        <w:ind w:left="1069" w:firstLine="0"/>
        <w:contextualSpacing/>
        <w:jc w:val="both"/>
        <w:rPr>
          <w:rFonts w:cs="Times New Roman"/>
          <w:color w:val="000000"/>
          <w:szCs w:val="28"/>
          <w:lang w:eastAsia="ru-RU"/>
        </w:rPr>
      </w:pPr>
    </w:p>
    <w:p w14:paraId="742F19B9" w14:textId="77777777" w:rsidR="00FD3148" w:rsidRPr="00FD3148" w:rsidRDefault="00FD3148" w:rsidP="00B50450">
      <w:pPr>
        <w:contextualSpacing/>
        <w:jc w:val="both"/>
        <w:rPr>
          <w:rFonts w:cs="Times New Roman"/>
          <w:color w:val="000000"/>
          <w:szCs w:val="28"/>
        </w:rPr>
      </w:pPr>
      <w:r w:rsidRPr="00FD3148">
        <w:rPr>
          <w:rFonts w:cs="Times New Roman"/>
          <w:color w:val="000000"/>
          <w:szCs w:val="28"/>
        </w:rPr>
        <w:t xml:space="preserve">3.1. Межбюджетный трансферт предоставляется на основании соглашения, заключенного </w:t>
      </w:r>
      <w:r w:rsidRPr="00FD3148">
        <w:rPr>
          <w:rFonts w:eastAsia="Calibri" w:cs="Times New Roman"/>
          <w:color w:val="000000"/>
          <w:szCs w:val="28"/>
        </w:rPr>
        <w:t>по форме, утвержденной приказом департамента финансов Ярославской области от 19.10.2021 № 45н «Об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области»</w:t>
      </w:r>
      <w:r w:rsidRPr="00FD3148">
        <w:rPr>
          <w:rFonts w:cs="Times New Roman"/>
          <w:color w:val="000000"/>
          <w:szCs w:val="28"/>
        </w:rPr>
        <w:t>.</w:t>
      </w:r>
    </w:p>
    <w:p w14:paraId="742F19BA" w14:textId="77777777" w:rsidR="00FD3148" w:rsidRPr="00FD3148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 xml:space="preserve">3.2. Соглашение заключается в срок, установленный Бюджетным </w:t>
      </w:r>
      <w:hyperlink r:id="rId13">
        <w:r w:rsidRPr="00FD3148">
          <w:rPr>
            <w:rFonts w:cs="Times New Roman"/>
            <w:color w:val="000000"/>
            <w:szCs w:val="28"/>
            <w:lang w:eastAsia="ru-RU"/>
          </w:rPr>
          <w:t>кодексом</w:t>
        </w:r>
      </w:hyperlink>
      <w:r w:rsidRPr="00FD3148">
        <w:rPr>
          <w:rFonts w:cs="Times New Roman"/>
          <w:color w:val="000000"/>
          <w:szCs w:val="28"/>
          <w:lang w:eastAsia="ru-RU"/>
        </w:rPr>
        <w:t xml:space="preserve"> Российской Федерации. </w:t>
      </w:r>
    </w:p>
    <w:p w14:paraId="742F19BB" w14:textId="6174F781" w:rsidR="00FD3148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Соглашение заключается на срок, который не может быть менее срока, на который в установленном порядке утверждено распределение межбюджетного трансферта.</w:t>
      </w:r>
    </w:p>
    <w:p w14:paraId="0CBB0B36" w14:textId="039896B4" w:rsidR="000C28AD" w:rsidRPr="000C28AD" w:rsidRDefault="000C28AD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0C28AD">
        <w:rPr>
          <w:rFonts w:cs="Times New Roman"/>
          <w:color w:val="000000"/>
          <w:szCs w:val="28"/>
          <w:lang w:eastAsia="ru-RU"/>
        </w:rPr>
        <w:t>В случае, когда бюджетные ассигнования на предоставление межбюджетного трансферта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период, соглашение заключается в срок не позднее 30 дней после дня вступления в силу указанного закона.</w:t>
      </w:r>
    </w:p>
    <w:p w14:paraId="5F47FC48" w14:textId="27E39AEF" w:rsidR="000C28AD" w:rsidRDefault="000C28AD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0C28AD">
        <w:rPr>
          <w:rFonts w:cs="Times New Roman"/>
          <w:color w:val="000000"/>
          <w:szCs w:val="28"/>
          <w:lang w:eastAsia="ru-RU"/>
        </w:rPr>
        <w:lastRenderedPageBreak/>
        <w:t>3.3. В соглашении должен быть указан уровень софинансирования, выраженный в процентах от объема бюджетных ассигнований на исполнение расходного обязательства муниципального образования, предусмотренных в местном бюджете. Указанный уровень софинансирования устанавливается с учетом предельного уровня софинансирования, установленного пунктом 2.4 раздела 2 Методики и правил.</w:t>
      </w:r>
    </w:p>
    <w:p w14:paraId="0F12D836" w14:textId="367C21D9" w:rsidR="000C28AD" w:rsidRPr="000C28AD" w:rsidRDefault="000C28AD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0C28AD">
        <w:rPr>
          <w:rFonts w:cs="Times New Roman"/>
          <w:color w:val="000000"/>
          <w:szCs w:val="28"/>
          <w:lang w:eastAsia="ru-RU"/>
        </w:rPr>
        <w:t>3.4. В случае уменьшения общего объема бюджетных ассигнований, предусматриваемых в местном бюджете на финансовое обеспечение расходного обязательства муниципального образования, межбюджетный трансферт предоставляется в размере, определенном исходя из уровня софинансирования от уточненного общего объема бюджетных ассигнований, предусмотренных в финансовом году в местном бюджете.</w:t>
      </w:r>
    </w:p>
    <w:p w14:paraId="61BB783F" w14:textId="60FD4052" w:rsidR="000C28AD" w:rsidRPr="00FD3148" w:rsidRDefault="000C28AD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0C28AD">
        <w:rPr>
          <w:rFonts w:cs="Times New Roman"/>
          <w:color w:val="000000"/>
          <w:szCs w:val="28"/>
          <w:lang w:eastAsia="ru-RU"/>
        </w:rPr>
        <w:t>В случае увеличения в финансовом году общего объема бюджетных ассигнований, предусматриваемых в местном бюджете на финансовое обеспечение расходного обязательства муниципального образования, размер межбюджетного трансферта не подлежит изменению.</w:t>
      </w:r>
    </w:p>
    <w:p w14:paraId="742F19BC" w14:textId="36549E95" w:rsidR="00FD3148" w:rsidRPr="00F66B83" w:rsidRDefault="000C28AD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>3.5</w:t>
      </w:r>
      <w:r w:rsidR="00FD3148" w:rsidRPr="00FD3148">
        <w:rPr>
          <w:rFonts w:cs="Times New Roman"/>
          <w:color w:val="000000"/>
          <w:szCs w:val="28"/>
          <w:lang w:eastAsia="ru-RU"/>
        </w:rPr>
        <w:t xml:space="preserve">. Для перечисления межбюджетного трансферта муниципальное </w:t>
      </w:r>
      <w:r w:rsidR="00FD3148" w:rsidRPr="00F66B83">
        <w:rPr>
          <w:rFonts w:cs="Times New Roman"/>
          <w:color w:val="000000"/>
          <w:szCs w:val="28"/>
          <w:lang w:eastAsia="ru-RU"/>
        </w:rPr>
        <w:t xml:space="preserve">образование направляет в </w:t>
      </w:r>
      <w:r w:rsidR="00D02647" w:rsidRPr="00F66B83">
        <w:rPr>
          <w:rFonts w:cs="Times New Roman"/>
          <w:color w:val="000000"/>
          <w:szCs w:val="28"/>
          <w:lang w:eastAsia="ru-RU"/>
        </w:rPr>
        <w:t xml:space="preserve">министерство </w:t>
      </w:r>
      <w:r w:rsidR="00FD3148" w:rsidRPr="00F66B83">
        <w:rPr>
          <w:rFonts w:cs="Times New Roman"/>
          <w:color w:val="000000"/>
          <w:szCs w:val="28"/>
          <w:lang w:eastAsia="ru-RU"/>
        </w:rPr>
        <w:t>следующие документы:</w:t>
      </w:r>
    </w:p>
    <w:p w14:paraId="742F19BD" w14:textId="2941739A" w:rsidR="00FD3148" w:rsidRPr="00F66B83" w:rsidRDefault="00FD3148" w:rsidP="00B50450">
      <w:pPr>
        <w:widowControl w:val="0"/>
        <w:autoSpaceDE w:val="0"/>
        <w:autoSpaceDN w:val="0"/>
        <w:contextualSpacing/>
        <w:jc w:val="both"/>
        <w:rPr>
          <w:rFonts w:ascii="Arial" w:hAnsi="Arial" w:cs="Arial"/>
          <w:color w:val="000000"/>
          <w:sz w:val="20"/>
          <w:lang w:eastAsia="ru-RU"/>
        </w:rPr>
      </w:pPr>
      <w:r w:rsidRPr="00F66B83">
        <w:rPr>
          <w:rFonts w:cs="Times New Roman"/>
          <w:color w:val="000000"/>
          <w:szCs w:val="28"/>
          <w:lang w:eastAsia="ru-RU"/>
        </w:rPr>
        <w:t xml:space="preserve">- копия муниципального контракта (договора) </w:t>
      </w:r>
      <w:r w:rsidR="00F66B83" w:rsidRPr="00F66B83">
        <w:rPr>
          <w:rFonts w:cs="Times New Roman"/>
          <w:color w:val="000000"/>
          <w:szCs w:val="28"/>
          <w:lang w:eastAsia="ru-RU"/>
        </w:rPr>
        <w:t>на содержание и</w:t>
      </w:r>
      <w:r w:rsidR="00FD1DCA">
        <w:rPr>
          <w:rFonts w:cs="Times New Roman"/>
          <w:color w:val="000000"/>
          <w:szCs w:val="28"/>
          <w:lang w:eastAsia="ru-RU"/>
        </w:rPr>
        <w:t> </w:t>
      </w:r>
      <w:r w:rsidR="00C40596">
        <w:rPr>
          <w:rFonts w:cs="Times New Roman"/>
          <w:color w:val="000000"/>
          <w:szCs w:val="28"/>
          <w:lang w:eastAsia="ru-RU"/>
        </w:rPr>
        <w:t>обслуживание кислогудронных прудов</w:t>
      </w:r>
      <w:r w:rsidRPr="00F66B83">
        <w:rPr>
          <w:rFonts w:cs="Times New Roman"/>
          <w:color w:val="000000"/>
          <w:szCs w:val="28"/>
          <w:lang w:eastAsia="ru-RU"/>
        </w:rPr>
        <w:t xml:space="preserve">, заключенного между муниципальным образованием и подрядчиком, с указанием суммы в </w:t>
      </w:r>
      <w:r w:rsidR="00F66B83" w:rsidRPr="00F66B83">
        <w:rPr>
          <w:rFonts w:cs="Times New Roman"/>
          <w:color w:val="000000"/>
          <w:szCs w:val="28"/>
          <w:lang w:eastAsia="ru-RU"/>
        </w:rPr>
        <w:t>рублях</w:t>
      </w:r>
      <w:r w:rsidRPr="00F66B83">
        <w:rPr>
          <w:rFonts w:cs="Times New Roman"/>
          <w:color w:val="000000"/>
          <w:szCs w:val="28"/>
          <w:lang w:eastAsia="ru-RU"/>
        </w:rPr>
        <w:t>, соответствующего требованиям пункта 1.</w:t>
      </w:r>
      <w:r w:rsidR="00C94670">
        <w:rPr>
          <w:rFonts w:cs="Times New Roman"/>
          <w:color w:val="000000"/>
          <w:szCs w:val="28"/>
          <w:lang w:eastAsia="ru-RU"/>
        </w:rPr>
        <w:t>5</w:t>
      </w:r>
      <w:r w:rsidRPr="00F66B83">
        <w:rPr>
          <w:rFonts w:cs="Times New Roman"/>
          <w:color w:val="000000"/>
          <w:szCs w:val="28"/>
          <w:lang w:eastAsia="ru-RU"/>
        </w:rPr>
        <w:t xml:space="preserve"> раздела 1 Методики и правил;</w:t>
      </w:r>
    </w:p>
    <w:p w14:paraId="742F19BE" w14:textId="77777777" w:rsidR="00FD3148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F66B83">
        <w:rPr>
          <w:rFonts w:cs="Times New Roman"/>
          <w:color w:val="000000"/>
          <w:szCs w:val="28"/>
          <w:lang w:eastAsia="ru-RU"/>
        </w:rPr>
        <w:t>- заявка на перечисление межбюджетного трансферта по форме согласно приложению 2 к Методике и правилам, составленная в соответствии с пунктом 3.5 данного раздела Методики и правил.</w:t>
      </w:r>
    </w:p>
    <w:p w14:paraId="742F19BF" w14:textId="03D8D497" w:rsidR="00FD3148" w:rsidRPr="00FD3148" w:rsidRDefault="000C28AD" w:rsidP="00B50450">
      <w:pPr>
        <w:autoSpaceDE w:val="0"/>
        <w:autoSpaceDN w:val="0"/>
        <w:adjustRightInd w:val="0"/>
        <w:contextualSpacing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3.6</w:t>
      </w:r>
      <w:r w:rsidR="00FD3148" w:rsidRPr="00FD3148">
        <w:rPr>
          <w:rFonts w:cs="Times New Roman"/>
          <w:color w:val="000000"/>
          <w:szCs w:val="28"/>
        </w:rPr>
        <w:t xml:space="preserve">. Перечисление межбюджетного трансферта осуществляется </w:t>
      </w:r>
      <w:r w:rsidR="00F66B83">
        <w:rPr>
          <w:rFonts w:cs="Times New Roman"/>
          <w:color w:val="000000"/>
          <w:szCs w:val="28"/>
        </w:rPr>
        <w:t>согласно заявке</w:t>
      </w:r>
      <w:r w:rsidR="00B403D4" w:rsidRPr="00B403D4">
        <w:rPr>
          <w:rFonts w:cs="Times New Roman"/>
          <w:color w:val="000000"/>
          <w:szCs w:val="28"/>
          <w:lang w:eastAsia="ru-RU"/>
        </w:rPr>
        <w:t xml:space="preserve"> </w:t>
      </w:r>
      <w:r w:rsidR="00B403D4" w:rsidRPr="00F66B83">
        <w:rPr>
          <w:rFonts w:cs="Times New Roman"/>
          <w:color w:val="000000"/>
          <w:szCs w:val="28"/>
          <w:lang w:eastAsia="ru-RU"/>
        </w:rPr>
        <w:t>на перечисление межбюджетного трансферта</w:t>
      </w:r>
      <w:r w:rsidR="00F66B83">
        <w:rPr>
          <w:rFonts w:cs="Times New Roman"/>
          <w:color w:val="000000"/>
          <w:szCs w:val="28"/>
        </w:rPr>
        <w:t xml:space="preserve"> муниципального образования</w:t>
      </w:r>
      <w:r w:rsidR="00F75749">
        <w:rPr>
          <w:rFonts w:cs="Times New Roman"/>
          <w:color w:val="000000"/>
          <w:szCs w:val="28"/>
        </w:rPr>
        <w:t xml:space="preserve"> и документ</w:t>
      </w:r>
      <w:r w:rsidR="00FD1DCA">
        <w:rPr>
          <w:rFonts w:cs="Times New Roman"/>
          <w:color w:val="000000"/>
          <w:szCs w:val="28"/>
        </w:rPr>
        <w:t>ам</w:t>
      </w:r>
      <w:r w:rsidR="00F75749">
        <w:rPr>
          <w:rFonts w:cs="Times New Roman"/>
          <w:color w:val="000000"/>
          <w:szCs w:val="28"/>
        </w:rPr>
        <w:t>, подтверждающи</w:t>
      </w:r>
      <w:r w:rsidR="00FD1DCA">
        <w:rPr>
          <w:rFonts w:cs="Times New Roman"/>
          <w:color w:val="000000"/>
          <w:szCs w:val="28"/>
        </w:rPr>
        <w:t>м</w:t>
      </w:r>
      <w:r w:rsidR="00F75749">
        <w:rPr>
          <w:rFonts w:cs="Times New Roman"/>
          <w:color w:val="000000"/>
          <w:szCs w:val="28"/>
        </w:rPr>
        <w:t xml:space="preserve"> факт выполнения работ.</w:t>
      </w:r>
    </w:p>
    <w:p w14:paraId="742F19C2" w14:textId="43E9FDE5" w:rsidR="00FD3148" w:rsidRPr="00FD3148" w:rsidRDefault="000C28AD" w:rsidP="00B50450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3.7</w:t>
      </w:r>
      <w:r w:rsidR="00FD3148" w:rsidRPr="00FD3148">
        <w:rPr>
          <w:rFonts w:cs="Times New Roman"/>
          <w:color w:val="000000"/>
          <w:szCs w:val="28"/>
        </w:rPr>
        <w:t xml:space="preserve">. </w:t>
      </w:r>
      <w:r w:rsidR="00FD3148" w:rsidRPr="00FD3148">
        <w:rPr>
          <w:rFonts w:eastAsia="Calibri" w:cs="Times New Roman"/>
          <w:color w:val="000000"/>
          <w:szCs w:val="28"/>
        </w:rPr>
        <w:t xml:space="preserve">Перечисление межбюджетного </w:t>
      </w:r>
      <w:r w:rsidR="003E13EC" w:rsidRPr="00FD3148">
        <w:rPr>
          <w:rFonts w:eastAsia="Calibri" w:cs="Times New Roman"/>
          <w:color w:val="000000"/>
          <w:szCs w:val="28"/>
        </w:rPr>
        <w:t>трансферта из</w:t>
      </w:r>
      <w:r w:rsidR="00FD3148" w:rsidRPr="00FD3148">
        <w:rPr>
          <w:rFonts w:eastAsia="Calibri" w:cs="Times New Roman"/>
          <w:color w:val="000000"/>
          <w:szCs w:val="28"/>
        </w:rPr>
        <w:t xml:space="preserve"> областного бюджета осуществляется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обязательств, кассового плана областного бюджета, утвержденного на соответствующий квартал.</w:t>
      </w:r>
    </w:p>
    <w:p w14:paraId="742F19C3" w14:textId="32764C3F" w:rsidR="00FD3148" w:rsidRPr="00FD3148" w:rsidRDefault="00FD3148" w:rsidP="00B50450">
      <w:pPr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Перечисление межбюджетного трансферта осуществляется на</w:t>
      </w:r>
      <w:r w:rsidR="00D64857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>казначейский счет для осуществления и отражения операций по учету и</w:t>
      </w:r>
      <w:r w:rsidR="00D64857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>распределению поступлений для последующего перечисления в местные бюджеты.</w:t>
      </w:r>
    </w:p>
    <w:p w14:paraId="742F19C4" w14:textId="77777777" w:rsidR="00FD3148" w:rsidRPr="00FD3148" w:rsidRDefault="00FD3148" w:rsidP="00B50450">
      <w:pPr>
        <w:contextualSpacing/>
        <w:jc w:val="both"/>
        <w:rPr>
          <w:rFonts w:cs="Times New Roman"/>
          <w:color w:val="000000"/>
          <w:szCs w:val="28"/>
        </w:rPr>
      </w:pPr>
    </w:p>
    <w:p w14:paraId="742F19C5" w14:textId="6765ACA5" w:rsidR="00FD3148" w:rsidRPr="00FD3148" w:rsidRDefault="00D64857" w:rsidP="00B50450">
      <w:pPr>
        <w:keepNext/>
        <w:widowControl w:val="0"/>
        <w:autoSpaceDE w:val="0"/>
        <w:autoSpaceDN w:val="0"/>
        <w:ind w:firstLine="0"/>
        <w:contextualSpacing/>
        <w:jc w:val="center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lastRenderedPageBreak/>
        <w:t xml:space="preserve">4. </w:t>
      </w:r>
      <w:r w:rsidR="00FD3148" w:rsidRPr="00FD3148">
        <w:rPr>
          <w:rFonts w:cs="Times New Roman"/>
          <w:color w:val="000000"/>
          <w:szCs w:val="28"/>
          <w:lang w:eastAsia="ru-RU"/>
        </w:rPr>
        <w:t>Контроль за целевым расходованием средств и соблюдением условий и порядка предоставления межбюджетного трансферта, ответственность за их нарушение. Порядок расходования и возврата остатков межбюджетного трансферта</w:t>
      </w:r>
    </w:p>
    <w:p w14:paraId="742F19C6" w14:textId="77777777" w:rsidR="00FD3148" w:rsidRPr="00FD3148" w:rsidRDefault="00FD3148" w:rsidP="00B50450">
      <w:pPr>
        <w:keepNext/>
        <w:widowControl w:val="0"/>
        <w:autoSpaceDE w:val="0"/>
        <w:autoSpaceDN w:val="0"/>
        <w:ind w:left="1069" w:firstLine="0"/>
        <w:contextualSpacing/>
        <w:rPr>
          <w:rFonts w:cs="Times New Roman"/>
          <w:color w:val="000000"/>
          <w:szCs w:val="28"/>
          <w:lang w:eastAsia="ru-RU"/>
        </w:rPr>
      </w:pPr>
    </w:p>
    <w:p w14:paraId="742F19C7" w14:textId="7F57D484" w:rsidR="00FD3148" w:rsidRPr="00FD3148" w:rsidRDefault="00FD3148" w:rsidP="00B50450">
      <w:pPr>
        <w:contextualSpacing/>
        <w:jc w:val="both"/>
        <w:rPr>
          <w:rFonts w:cs="Times New Roman"/>
          <w:color w:val="000000"/>
          <w:szCs w:val="28"/>
        </w:rPr>
      </w:pPr>
      <w:r w:rsidRPr="00FD3148">
        <w:rPr>
          <w:rFonts w:cs="Times New Roman"/>
          <w:color w:val="000000"/>
          <w:szCs w:val="28"/>
        </w:rPr>
        <w:t>4.1. При расходовании межбюджетного трансферта муниципальные образования обязаны соблюдать целевые направления расходования межбюджетного трансферта, установленные пунктом 1.6 раздела 1 Методики и</w:t>
      </w:r>
      <w:r w:rsidR="00FD1DCA">
        <w:rPr>
          <w:rFonts w:cs="Times New Roman"/>
          <w:color w:val="000000"/>
          <w:szCs w:val="28"/>
        </w:rPr>
        <w:t> </w:t>
      </w:r>
      <w:r w:rsidRPr="00FD3148">
        <w:rPr>
          <w:rFonts w:cs="Times New Roman"/>
          <w:color w:val="000000"/>
          <w:szCs w:val="28"/>
        </w:rPr>
        <w:t>правил.</w:t>
      </w:r>
    </w:p>
    <w:p w14:paraId="742F19C8" w14:textId="7D000C9E" w:rsidR="00FD3148" w:rsidRPr="00FD3148" w:rsidRDefault="00FD3148" w:rsidP="00B50450">
      <w:pPr>
        <w:contextualSpacing/>
        <w:jc w:val="both"/>
        <w:rPr>
          <w:rFonts w:cs="Times New Roman"/>
          <w:color w:val="000000"/>
          <w:szCs w:val="28"/>
        </w:rPr>
      </w:pPr>
      <w:r w:rsidRPr="00FD3148">
        <w:rPr>
          <w:rFonts w:cs="Times New Roman"/>
          <w:color w:val="000000"/>
          <w:szCs w:val="28"/>
        </w:rPr>
        <w:t xml:space="preserve">4.2. </w:t>
      </w:r>
      <w:r w:rsidRPr="001971DB">
        <w:rPr>
          <w:rFonts w:cs="Times New Roman"/>
          <w:color w:val="000000"/>
          <w:szCs w:val="28"/>
        </w:rPr>
        <w:t xml:space="preserve">Для подтверждения целевого использования межбюджетного трансферта по итогам </w:t>
      </w:r>
      <w:r w:rsidR="00F66B83" w:rsidRPr="001971DB">
        <w:rPr>
          <w:rFonts w:cs="Times New Roman"/>
          <w:color w:val="000000"/>
          <w:szCs w:val="28"/>
        </w:rPr>
        <w:t>проведенных работ</w:t>
      </w:r>
      <w:r w:rsidR="001971DB">
        <w:rPr>
          <w:rFonts w:cs="Times New Roman"/>
          <w:color w:val="000000"/>
          <w:szCs w:val="28"/>
        </w:rPr>
        <w:t xml:space="preserve"> в срок до </w:t>
      </w:r>
      <w:r w:rsidR="001971DB" w:rsidRPr="00D202D0">
        <w:rPr>
          <w:rFonts w:cs="Times New Roman"/>
          <w:szCs w:val="28"/>
        </w:rPr>
        <w:t>3</w:t>
      </w:r>
      <w:r w:rsidR="00FD1DCA">
        <w:rPr>
          <w:rFonts w:cs="Times New Roman"/>
          <w:szCs w:val="28"/>
        </w:rPr>
        <w:t>-го</w:t>
      </w:r>
      <w:r w:rsidRPr="00D202D0">
        <w:rPr>
          <w:rFonts w:cs="Times New Roman"/>
          <w:szCs w:val="28"/>
        </w:rPr>
        <w:t xml:space="preserve"> </w:t>
      </w:r>
      <w:r w:rsidR="001971DB" w:rsidRPr="00D202D0">
        <w:rPr>
          <w:rFonts w:cs="Times New Roman"/>
          <w:szCs w:val="28"/>
        </w:rPr>
        <w:t>числа месяца</w:t>
      </w:r>
      <w:r w:rsidR="00D202D0">
        <w:rPr>
          <w:rFonts w:cs="Times New Roman"/>
          <w:szCs w:val="28"/>
        </w:rPr>
        <w:t>,</w:t>
      </w:r>
      <w:r w:rsidR="001971DB" w:rsidRPr="00D202D0">
        <w:rPr>
          <w:rFonts w:cs="Times New Roman"/>
          <w:szCs w:val="28"/>
        </w:rPr>
        <w:t xml:space="preserve"> следующего за отчетн</w:t>
      </w:r>
      <w:r w:rsidR="001678A6" w:rsidRPr="00D202D0">
        <w:rPr>
          <w:rFonts w:cs="Times New Roman"/>
          <w:szCs w:val="28"/>
        </w:rPr>
        <w:t>ым</w:t>
      </w:r>
      <w:r w:rsidR="00F75749">
        <w:rPr>
          <w:rFonts w:cs="Times New Roman"/>
          <w:szCs w:val="28"/>
        </w:rPr>
        <w:t xml:space="preserve"> кварталом</w:t>
      </w:r>
      <w:r w:rsidR="00D202D0">
        <w:rPr>
          <w:rFonts w:cs="Times New Roman"/>
          <w:szCs w:val="28"/>
        </w:rPr>
        <w:t>,</w:t>
      </w:r>
      <w:r w:rsidR="001678A6" w:rsidRPr="00D202D0">
        <w:rPr>
          <w:rFonts w:cs="Times New Roman"/>
          <w:szCs w:val="28"/>
        </w:rPr>
        <w:t xml:space="preserve"> </w:t>
      </w:r>
      <w:r w:rsidR="001971DB" w:rsidRPr="001971DB">
        <w:rPr>
          <w:rFonts w:cs="Times New Roman"/>
          <w:color w:val="000000"/>
          <w:szCs w:val="28"/>
        </w:rPr>
        <w:t>муниципальное образование</w:t>
      </w:r>
      <w:r w:rsidR="001971DB">
        <w:rPr>
          <w:rFonts w:cs="Times New Roman"/>
          <w:color w:val="000000"/>
          <w:szCs w:val="28"/>
        </w:rPr>
        <w:t xml:space="preserve"> </w:t>
      </w:r>
      <w:r w:rsidRPr="001971DB">
        <w:rPr>
          <w:rFonts w:cs="Times New Roman"/>
          <w:color w:val="000000"/>
          <w:szCs w:val="28"/>
        </w:rPr>
        <w:t xml:space="preserve">представляет в </w:t>
      </w:r>
      <w:r w:rsidR="00D02647" w:rsidRPr="001971DB">
        <w:rPr>
          <w:rFonts w:cs="Times New Roman"/>
          <w:color w:val="000000"/>
          <w:szCs w:val="28"/>
        </w:rPr>
        <w:t>министерство</w:t>
      </w:r>
      <w:r w:rsidRPr="001971DB">
        <w:rPr>
          <w:rFonts w:cs="Times New Roman"/>
          <w:color w:val="000000"/>
          <w:szCs w:val="28"/>
        </w:rPr>
        <w:t xml:space="preserve"> акт выполненных работ </w:t>
      </w:r>
      <w:r w:rsidR="001971DB" w:rsidRPr="001971DB">
        <w:rPr>
          <w:rFonts w:cs="Times New Roman"/>
          <w:color w:val="000000"/>
          <w:szCs w:val="28"/>
          <w:lang w:eastAsia="ru-RU"/>
        </w:rPr>
        <w:t xml:space="preserve">по </w:t>
      </w:r>
      <w:r w:rsidR="00C40596">
        <w:rPr>
          <w:rFonts w:cs="Times New Roman"/>
          <w:color w:val="000000"/>
          <w:szCs w:val="28"/>
          <w:lang w:eastAsia="ru-RU"/>
        </w:rPr>
        <w:t>содержанию</w:t>
      </w:r>
      <w:r w:rsidR="008212D9" w:rsidRPr="00A0356E">
        <w:rPr>
          <w:rFonts w:cs="Times New Roman"/>
          <w:color w:val="000000"/>
          <w:szCs w:val="28"/>
          <w:lang w:eastAsia="ru-RU"/>
        </w:rPr>
        <w:t xml:space="preserve"> и</w:t>
      </w:r>
      <w:r w:rsidR="00FD1DCA">
        <w:rPr>
          <w:rFonts w:cs="Times New Roman"/>
          <w:color w:val="000000"/>
          <w:szCs w:val="28"/>
          <w:lang w:eastAsia="ru-RU"/>
        </w:rPr>
        <w:t> </w:t>
      </w:r>
      <w:r w:rsidR="00C40596">
        <w:rPr>
          <w:rFonts w:cs="Times New Roman"/>
          <w:color w:val="000000"/>
          <w:szCs w:val="28"/>
          <w:lang w:eastAsia="ru-RU"/>
        </w:rPr>
        <w:t>обслуживанию</w:t>
      </w:r>
      <w:r w:rsidR="008212D9" w:rsidRPr="00A0356E">
        <w:rPr>
          <w:rFonts w:cs="Times New Roman"/>
          <w:color w:val="000000"/>
          <w:szCs w:val="28"/>
          <w:lang w:eastAsia="ru-RU"/>
        </w:rPr>
        <w:t xml:space="preserve"> </w:t>
      </w:r>
      <w:r w:rsidR="008212D9">
        <w:rPr>
          <w:rFonts w:cs="Times New Roman"/>
          <w:color w:val="000000"/>
          <w:szCs w:val="28"/>
          <w:lang w:eastAsia="ru-RU"/>
        </w:rPr>
        <w:t>кислогудронных прудов</w:t>
      </w:r>
      <w:r w:rsidR="00904E59">
        <w:rPr>
          <w:rFonts w:cs="Times New Roman"/>
          <w:color w:val="000000"/>
          <w:szCs w:val="28"/>
          <w:lang w:eastAsia="ru-RU"/>
        </w:rPr>
        <w:t xml:space="preserve"> </w:t>
      </w:r>
      <w:r w:rsidR="001B4EEC">
        <w:rPr>
          <w:rFonts w:cs="Times New Roman"/>
          <w:color w:val="000000"/>
          <w:szCs w:val="28"/>
          <w:lang w:eastAsia="ru-RU"/>
        </w:rPr>
        <w:t xml:space="preserve">по форме </w:t>
      </w:r>
      <w:r w:rsidR="00904E59" w:rsidRPr="00FD3148">
        <w:rPr>
          <w:rFonts w:cs="Times New Roman"/>
          <w:szCs w:val="28"/>
        </w:rPr>
        <w:t>согласно приложению</w:t>
      </w:r>
      <w:r w:rsidR="001B4EEC">
        <w:rPr>
          <w:rFonts w:cs="Times New Roman"/>
          <w:szCs w:val="28"/>
        </w:rPr>
        <w:t> </w:t>
      </w:r>
      <w:r w:rsidR="00904E59">
        <w:rPr>
          <w:rFonts w:cs="Times New Roman"/>
          <w:szCs w:val="28"/>
        </w:rPr>
        <w:t>3</w:t>
      </w:r>
      <w:r w:rsidR="00904E59" w:rsidRPr="00FD3148">
        <w:rPr>
          <w:rFonts w:cs="Times New Roman"/>
          <w:szCs w:val="28"/>
        </w:rPr>
        <w:t xml:space="preserve"> к</w:t>
      </w:r>
      <w:r w:rsidR="001B4EEC">
        <w:rPr>
          <w:rFonts w:cs="Times New Roman"/>
          <w:szCs w:val="28"/>
        </w:rPr>
        <w:t> </w:t>
      </w:r>
      <w:r w:rsidR="00904E59" w:rsidRPr="00FD3148">
        <w:rPr>
          <w:rFonts w:cs="Times New Roman"/>
          <w:szCs w:val="28"/>
        </w:rPr>
        <w:t>Методике и</w:t>
      </w:r>
      <w:r w:rsidR="00904E59">
        <w:rPr>
          <w:rFonts w:cs="Times New Roman"/>
          <w:szCs w:val="28"/>
        </w:rPr>
        <w:t> </w:t>
      </w:r>
      <w:r w:rsidR="00904E59" w:rsidRPr="00FD3148">
        <w:rPr>
          <w:rFonts w:cs="Times New Roman"/>
          <w:szCs w:val="28"/>
        </w:rPr>
        <w:t>правилам</w:t>
      </w:r>
      <w:r w:rsidR="002C06EB">
        <w:rPr>
          <w:rFonts w:cs="Times New Roman"/>
          <w:color w:val="000000"/>
          <w:szCs w:val="28"/>
        </w:rPr>
        <w:t>.</w:t>
      </w:r>
    </w:p>
    <w:p w14:paraId="742F19C9" w14:textId="694D33E3" w:rsidR="00FD3148" w:rsidRPr="00FD3148" w:rsidRDefault="00240BFE" w:rsidP="00B50450">
      <w:pPr>
        <w:contextualSpacing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4.3. </w:t>
      </w:r>
      <w:r w:rsidRPr="00BD7F1C">
        <w:rPr>
          <w:rFonts w:cs="Times New Roman"/>
          <w:color w:val="000000"/>
          <w:szCs w:val="28"/>
        </w:rPr>
        <w:t xml:space="preserve">Показателем результата использования межбюджетного трансферта является </w:t>
      </w:r>
      <w:r w:rsidRPr="00240BFE">
        <w:rPr>
          <w:rFonts w:cs="Times New Roman"/>
          <w:color w:val="000000"/>
          <w:szCs w:val="28"/>
        </w:rPr>
        <w:t>количество объектов</w:t>
      </w:r>
      <w:r>
        <w:rPr>
          <w:rFonts w:cs="Times New Roman"/>
          <w:color w:val="000000"/>
          <w:szCs w:val="28"/>
        </w:rPr>
        <w:t xml:space="preserve"> (территорий)</w:t>
      </w:r>
      <w:r w:rsidRPr="00240BFE">
        <w:rPr>
          <w:rFonts w:cs="Times New Roman"/>
          <w:color w:val="000000"/>
          <w:szCs w:val="28"/>
        </w:rPr>
        <w:t>, на которых выполнены мероприятия по содержанию и обслуживанию кислогудронных прудов.</w:t>
      </w:r>
    </w:p>
    <w:p w14:paraId="742F19CA" w14:textId="77777777" w:rsidR="00FD3148" w:rsidRPr="00FD3148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Плановое значение показателя результата использования межбюджетного трансферта для каждого муниципального образования устанавливается соглашением.</w:t>
      </w:r>
    </w:p>
    <w:p w14:paraId="742F19CB" w14:textId="4106CBD5" w:rsidR="00FD3148" w:rsidRPr="00FD3148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4.4. В случае если муниципальным образованием по состоянию на</w:t>
      </w:r>
      <w:r w:rsidR="00FD1DCA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>31 декабря года предоставления межбюджетного трансферта не</w:t>
      </w:r>
      <w:r w:rsidR="00FD1DCA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>достигнуто плановое значение показателя результата использования межбюджетного трансферта, предусмотренное соглашением, межбюджетный трансферт подлежит возврату из местного бюджета в доход областного бюджета</w:t>
      </w:r>
      <w:r w:rsidR="001678A6">
        <w:rPr>
          <w:rFonts w:cs="Times New Roman"/>
          <w:color w:val="000000"/>
          <w:szCs w:val="28"/>
          <w:lang w:eastAsia="ru-RU"/>
        </w:rPr>
        <w:t xml:space="preserve"> в полном объеме</w:t>
      </w:r>
      <w:r w:rsidRPr="00FD3148">
        <w:rPr>
          <w:rFonts w:cs="Times New Roman"/>
          <w:color w:val="000000"/>
          <w:szCs w:val="28"/>
          <w:lang w:eastAsia="ru-RU"/>
        </w:rPr>
        <w:t>.</w:t>
      </w:r>
    </w:p>
    <w:p w14:paraId="742F19D4" w14:textId="4F70223F" w:rsidR="00FD3148" w:rsidRPr="00FD3148" w:rsidRDefault="00D02647" w:rsidP="00B50450">
      <w:pPr>
        <w:contextualSpacing/>
        <w:jc w:val="both"/>
      </w:pPr>
      <w:r>
        <w:t>Министерство</w:t>
      </w:r>
      <w:r w:rsidR="00FD3148" w:rsidRPr="00FD3148">
        <w:t xml:space="preserve"> в срок не позднее 15 марта очередного финансового года направляет в адрес соответствующего муниципального образования согласованное с </w:t>
      </w:r>
      <w:r>
        <w:t>министерством</w:t>
      </w:r>
      <w:r w:rsidR="00FD3148" w:rsidRPr="00FD3148">
        <w:t xml:space="preserve"> финансов </w:t>
      </w:r>
      <w:r w:rsidR="00FD3148" w:rsidRPr="00FD3148">
        <w:rPr>
          <w:rFonts w:eastAsia="Calibri" w:cs="Times New Roman"/>
          <w:color w:val="000000"/>
          <w:szCs w:val="28"/>
        </w:rPr>
        <w:t>Ярославской области</w:t>
      </w:r>
      <w:r w:rsidR="00FD3148" w:rsidRPr="00FD3148">
        <w:t xml:space="preserve"> требование</w:t>
      </w:r>
      <w:r w:rsidR="00FD1DCA">
        <w:t xml:space="preserve"> </w:t>
      </w:r>
      <w:r w:rsidR="00FD3148" w:rsidRPr="00FD3148">
        <w:t>о</w:t>
      </w:r>
      <w:r w:rsidR="00FD1DCA">
        <w:t> </w:t>
      </w:r>
      <w:r w:rsidR="00FD3148" w:rsidRPr="00FD3148">
        <w:t>возврате средств местного бюджета в доход областного бюджета в срок до</w:t>
      </w:r>
      <w:r w:rsidR="00FD1DCA">
        <w:t> </w:t>
      </w:r>
      <w:r w:rsidR="00FD3148" w:rsidRPr="00FD3148">
        <w:t>01 апреля очередного финансового года.</w:t>
      </w:r>
    </w:p>
    <w:p w14:paraId="742F19D5" w14:textId="18FC9D6C" w:rsidR="00FD3148" w:rsidRPr="00FD3148" w:rsidRDefault="00D02647" w:rsidP="00B50450">
      <w:pPr>
        <w:contextualSpacing/>
        <w:jc w:val="both"/>
      </w:pPr>
      <w:r>
        <w:t>Министерство</w:t>
      </w:r>
      <w:r w:rsidR="00FD3148" w:rsidRPr="00FD3148">
        <w:t xml:space="preserve"> в срок не позднее 15 апреля очередного финансового года представляет в </w:t>
      </w:r>
      <w:r>
        <w:t>министерство</w:t>
      </w:r>
      <w:r w:rsidR="00FD3148" w:rsidRPr="00FD3148">
        <w:t xml:space="preserve"> финансов </w:t>
      </w:r>
      <w:r w:rsidR="00FD3148" w:rsidRPr="00FD3148">
        <w:rPr>
          <w:rFonts w:eastAsia="Calibri" w:cs="Times New Roman"/>
          <w:color w:val="000000"/>
          <w:szCs w:val="28"/>
        </w:rPr>
        <w:t>Ярославской области</w:t>
      </w:r>
      <w:r w:rsidR="00FD3148" w:rsidRPr="00FD3148">
        <w:t xml:space="preserve"> информацию о возврате (невозврате) муниципальными образованиями средств местного бюджета в областной бюджет в срок, установленный абзацем </w:t>
      </w:r>
      <w:r w:rsidR="001678A6">
        <w:t>вторым</w:t>
      </w:r>
      <w:r w:rsidR="00FD3148" w:rsidRPr="00FD3148">
        <w:t> данного пункта.</w:t>
      </w:r>
    </w:p>
    <w:p w14:paraId="742F19D6" w14:textId="33A5DF0A" w:rsidR="00FD3148" w:rsidRPr="001971DB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1971DB">
        <w:rPr>
          <w:rFonts w:cs="Times New Roman"/>
          <w:color w:val="000000"/>
          <w:szCs w:val="28"/>
          <w:lang w:eastAsia="ru-RU"/>
        </w:rPr>
        <w:t xml:space="preserve">4.5. Остаток межбюджетного трансферта, не использованный муниципальным образованием в случае образования экономии в результате проведения </w:t>
      </w:r>
      <w:r w:rsidR="001971DB" w:rsidRPr="001971DB">
        <w:rPr>
          <w:rFonts w:cs="Times New Roman"/>
          <w:color w:val="000000"/>
          <w:szCs w:val="28"/>
          <w:lang w:eastAsia="ru-RU"/>
        </w:rPr>
        <w:t>закупок товаров (работ, услуг), возвращается в областной бюджет</w:t>
      </w:r>
      <w:r w:rsidRPr="001971DB">
        <w:rPr>
          <w:rFonts w:cs="Times New Roman"/>
          <w:color w:val="000000"/>
          <w:szCs w:val="28"/>
          <w:lang w:eastAsia="ru-RU"/>
        </w:rPr>
        <w:t>.</w:t>
      </w:r>
    </w:p>
    <w:p w14:paraId="742F19D9" w14:textId="75C2369C" w:rsidR="00FD3148" w:rsidRPr="00FD3148" w:rsidRDefault="00FD3148" w:rsidP="00B50450">
      <w:pPr>
        <w:contextualSpacing/>
        <w:jc w:val="both"/>
        <w:rPr>
          <w:rFonts w:cs="Times New Roman"/>
          <w:color w:val="000000"/>
          <w:szCs w:val="28"/>
        </w:rPr>
      </w:pPr>
      <w:r w:rsidRPr="00FD3148">
        <w:rPr>
          <w:rFonts w:cs="Times New Roman"/>
          <w:color w:val="000000"/>
          <w:szCs w:val="28"/>
        </w:rPr>
        <w:t xml:space="preserve">4.6. В случае отсутствия подтвержденной </w:t>
      </w:r>
      <w:r w:rsidRPr="00FD3148">
        <w:rPr>
          <w:color w:val="000000"/>
          <w:szCs w:val="28"/>
          <w:shd w:val="clear" w:color="auto" w:fill="FFFFFF"/>
        </w:rPr>
        <w:t>потребности в</w:t>
      </w:r>
      <w:r w:rsidR="00FD1DCA">
        <w:rPr>
          <w:color w:val="000000"/>
          <w:szCs w:val="28"/>
          <w:shd w:val="clear" w:color="auto" w:fill="FFFFFF"/>
        </w:rPr>
        <w:t> </w:t>
      </w:r>
      <w:r w:rsidRPr="00FD3148">
        <w:rPr>
          <w:color w:val="000000"/>
          <w:szCs w:val="28"/>
          <w:shd w:val="clear" w:color="auto" w:fill="FFFFFF"/>
        </w:rPr>
        <w:t>неиспользованных остатках межбюджетного трансферта в со</w:t>
      </w:r>
      <w:r w:rsidRPr="00FD3148">
        <w:t xml:space="preserve">ответствии </w:t>
      </w:r>
      <w:r w:rsidRPr="00FD3148">
        <w:lastRenderedPageBreak/>
        <w:t>с</w:t>
      </w:r>
      <w:r w:rsidR="00FD1DCA">
        <w:t> </w:t>
      </w:r>
      <w:r w:rsidRPr="00FD3148">
        <w:t>постановлением Правительства области от 03.02.2017 №</w:t>
      </w:r>
      <w:r w:rsidR="00FD1DCA">
        <w:t> </w:t>
      </w:r>
      <w:r w:rsidRPr="00FD3148">
        <w:t>75</w:t>
      </w:r>
      <w:r w:rsidR="00FD1DCA">
        <w:noBreakHyphen/>
      </w:r>
      <w:r w:rsidRPr="00FD3148">
        <w:t>п «Об утверждении порядка возврата межбюджетных трансфертов и принятия главными администраторами средств областного бюджета решений о</w:t>
      </w:r>
      <w:r w:rsidR="00FD1DCA">
        <w:t> </w:t>
      </w:r>
      <w:r w:rsidRPr="00FD3148">
        <w:t xml:space="preserve">наличии (об отсутствии) потребности в межбюджетных трансфертах» муниципальное образование возвращает </w:t>
      </w:r>
      <w:r w:rsidRPr="00FD3148">
        <w:rPr>
          <w:color w:val="000000"/>
          <w:szCs w:val="28"/>
          <w:shd w:val="clear" w:color="auto" w:fill="FFFFFF"/>
        </w:rPr>
        <w:t>неиспользованные остатки межбюджетного трансферта в доход областного бюджета</w:t>
      </w:r>
      <w:r w:rsidRPr="00FD3148">
        <w:t>.</w:t>
      </w:r>
    </w:p>
    <w:p w14:paraId="742F19DA" w14:textId="77777777" w:rsidR="00FD3148" w:rsidRPr="00FD3148" w:rsidRDefault="00FD3148" w:rsidP="00B50450">
      <w:pPr>
        <w:contextualSpacing/>
        <w:jc w:val="both"/>
        <w:rPr>
          <w:rFonts w:cs="Times New Roman"/>
          <w:szCs w:val="28"/>
        </w:rPr>
      </w:pPr>
      <w:r w:rsidRPr="00FD3148">
        <w:rPr>
          <w:rFonts w:cs="Times New Roman"/>
          <w:color w:val="000000"/>
          <w:szCs w:val="28"/>
        </w:rPr>
        <w:t>4.7. Порядок и сроки представления отчетов о расходах муниципального образования, в целях софинансирования которых предоставляется межбюджетный трансферт, отчетов о достижении значений результатов использования межбюджетного трансферта устанавливаются соглашением.</w:t>
      </w:r>
      <w:r w:rsidRPr="00FD3148">
        <w:rPr>
          <w:rFonts w:cs="Times New Roman"/>
          <w:szCs w:val="28"/>
        </w:rPr>
        <w:t xml:space="preserve"> </w:t>
      </w:r>
    </w:p>
    <w:p w14:paraId="742F19DB" w14:textId="5017025A" w:rsidR="00FD3148" w:rsidRPr="00FD3148" w:rsidRDefault="00FD3148" w:rsidP="00B50450">
      <w:pPr>
        <w:contextualSpacing/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 xml:space="preserve">4.8. Оценка результата и эффективности использования муниципальным образованием межбюджетного трансферта осуществляется один раз в год и указывается в отчете о выполнении условий предоставления и расходования, а также о результате и эффективности использования межбюджетного трансферта по форме согласно приложению </w:t>
      </w:r>
      <w:r w:rsidR="00904E59">
        <w:rPr>
          <w:rFonts w:cs="Times New Roman"/>
          <w:szCs w:val="28"/>
        </w:rPr>
        <w:t>4</w:t>
      </w:r>
      <w:r w:rsidRPr="00FD3148">
        <w:rPr>
          <w:rFonts w:cs="Times New Roman"/>
          <w:szCs w:val="28"/>
        </w:rPr>
        <w:t xml:space="preserve"> к Методике и</w:t>
      </w:r>
      <w:r w:rsidR="00FD1DCA">
        <w:rPr>
          <w:rFonts w:cs="Times New Roman"/>
          <w:szCs w:val="28"/>
        </w:rPr>
        <w:t> </w:t>
      </w:r>
      <w:r w:rsidRPr="00FD3148">
        <w:rPr>
          <w:rFonts w:cs="Times New Roman"/>
          <w:szCs w:val="28"/>
        </w:rPr>
        <w:t>правилам.</w:t>
      </w:r>
    </w:p>
    <w:p w14:paraId="742F19DC" w14:textId="77777777" w:rsidR="00FD3148" w:rsidRPr="00FD3148" w:rsidRDefault="00FD3148" w:rsidP="00B50450">
      <w:pPr>
        <w:contextualSpacing/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Расчет результата использования межбюджетного трансферта муниципальным образованием (R) производится по формуле:</w:t>
      </w:r>
    </w:p>
    <w:p w14:paraId="742F19DD" w14:textId="77777777" w:rsidR="00FD3148" w:rsidRPr="00FD3148" w:rsidRDefault="00FD3148" w:rsidP="00B50450">
      <w:pPr>
        <w:contextualSpacing/>
        <w:jc w:val="both"/>
        <w:rPr>
          <w:rFonts w:cs="Times New Roman"/>
          <w:szCs w:val="28"/>
        </w:rPr>
      </w:pPr>
    </w:p>
    <w:p w14:paraId="742F19DE" w14:textId="1793A727" w:rsidR="00FD3148" w:rsidRPr="00FD3148" w:rsidRDefault="00FD3148" w:rsidP="00B50450">
      <w:pPr>
        <w:ind w:firstLine="0"/>
        <w:contextualSpacing/>
        <w:jc w:val="center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R = П</w:t>
      </w:r>
      <w:r w:rsidRPr="00FD3148">
        <w:rPr>
          <w:rFonts w:cs="Times New Roman"/>
          <w:szCs w:val="28"/>
          <w:vertAlign w:val="subscript"/>
        </w:rPr>
        <w:t>ф</w:t>
      </w:r>
      <w:r w:rsidRPr="00FD3148">
        <w:rPr>
          <w:rFonts w:cs="Times New Roman"/>
          <w:szCs w:val="28"/>
        </w:rPr>
        <w:t>/П</w:t>
      </w:r>
      <w:r w:rsidRPr="00FD3148">
        <w:rPr>
          <w:rFonts w:cs="Times New Roman"/>
          <w:szCs w:val="28"/>
          <w:vertAlign w:val="subscript"/>
        </w:rPr>
        <w:t>п</w:t>
      </w:r>
      <w:r w:rsidRPr="00FD3148">
        <w:rPr>
          <w:rFonts w:cs="Times New Roman"/>
          <w:szCs w:val="28"/>
        </w:rPr>
        <w:t>,</w:t>
      </w:r>
    </w:p>
    <w:p w14:paraId="742F19DF" w14:textId="77777777" w:rsidR="00FD3148" w:rsidRPr="00FD3148" w:rsidRDefault="00FD3148" w:rsidP="00B50450">
      <w:pPr>
        <w:ind w:firstLine="0"/>
        <w:contextualSpacing/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где:</w:t>
      </w:r>
    </w:p>
    <w:p w14:paraId="742F19E0" w14:textId="77777777" w:rsidR="00FD3148" w:rsidRPr="00FD3148" w:rsidRDefault="00FD3148" w:rsidP="00B50450">
      <w:pPr>
        <w:contextualSpacing/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П</w:t>
      </w:r>
      <w:r w:rsidRPr="00FD3148">
        <w:rPr>
          <w:rFonts w:cs="Times New Roman"/>
          <w:szCs w:val="28"/>
          <w:vertAlign w:val="subscript"/>
        </w:rPr>
        <w:t>ф</w:t>
      </w:r>
      <w:r w:rsidRPr="00FD3148">
        <w:rPr>
          <w:rFonts w:cs="Times New Roman"/>
          <w:szCs w:val="28"/>
        </w:rPr>
        <w:t xml:space="preserve"> – фактическое значение соответствующего результата предоставления межбюджетного трансферта на отчетную дату;</w:t>
      </w:r>
    </w:p>
    <w:p w14:paraId="742F19E1" w14:textId="77777777" w:rsidR="00FD3148" w:rsidRPr="00FD3148" w:rsidRDefault="00FD3148" w:rsidP="00B50450">
      <w:pPr>
        <w:contextualSpacing/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П</w:t>
      </w:r>
      <w:r w:rsidRPr="00FD3148">
        <w:rPr>
          <w:rFonts w:cs="Times New Roman"/>
          <w:szCs w:val="28"/>
          <w:vertAlign w:val="subscript"/>
        </w:rPr>
        <w:t>п</w:t>
      </w:r>
      <w:r w:rsidRPr="00FD3148">
        <w:rPr>
          <w:rFonts w:cs="Times New Roman"/>
          <w:szCs w:val="28"/>
        </w:rPr>
        <w:t xml:space="preserve"> – плановое значение соответствующего результата предоставления межбюджетного трансферта, установленное соглашением.</w:t>
      </w:r>
    </w:p>
    <w:p w14:paraId="742F19E2" w14:textId="72A78241" w:rsidR="00FD3148" w:rsidRPr="00FD3148" w:rsidRDefault="00FD3148" w:rsidP="00B50450">
      <w:pPr>
        <w:contextualSpacing/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 xml:space="preserve">При значении показателя </w:t>
      </w:r>
      <w:r w:rsidR="00CB113F">
        <w:rPr>
          <w:rFonts w:cs="Times New Roman"/>
          <w:szCs w:val="28"/>
        </w:rPr>
        <w:t>менее 1,0</w:t>
      </w:r>
      <w:r w:rsidRPr="00FD3148">
        <w:rPr>
          <w:rFonts w:cs="Times New Roman"/>
          <w:szCs w:val="28"/>
        </w:rPr>
        <w:t xml:space="preserve"> результат использования межбюджетного трансферта признается </w:t>
      </w:r>
      <w:r w:rsidR="00CB113F">
        <w:rPr>
          <w:rFonts w:cs="Times New Roman"/>
          <w:szCs w:val="28"/>
        </w:rPr>
        <w:t>недостигнутым</w:t>
      </w:r>
      <w:r w:rsidRPr="00FD3148">
        <w:rPr>
          <w:rFonts w:cs="Times New Roman"/>
          <w:szCs w:val="28"/>
        </w:rPr>
        <w:t>.</w:t>
      </w:r>
    </w:p>
    <w:p w14:paraId="742F19E3" w14:textId="77777777" w:rsidR="00FD3148" w:rsidRPr="00FD3148" w:rsidRDefault="00FD3148" w:rsidP="00B50450">
      <w:pPr>
        <w:contextualSpacing/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4.9. Расчет эффективности использования межбюджетного трансферта муниципальным образованием (Э) производится по формуле:</w:t>
      </w:r>
    </w:p>
    <w:p w14:paraId="742F19E4" w14:textId="77777777" w:rsidR="00FD3148" w:rsidRPr="00FD3148" w:rsidRDefault="00FD3148" w:rsidP="00B50450">
      <w:pPr>
        <w:ind w:firstLine="0"/>
        <w:contextualSpacing/>
        <w:jc w:val="center"/>
        <w:rPr>
          <w:rFonts w:cs="Times New Roman"/>
          <w:szCs w:val="28"/>
        </w:rPr>
      </w:pPr>
    </w:p>
    <w:p w14:paraId="742F19E5" w14:textId="4EC034FE" w:rsidR="00FD3148" w:rsidRPr="00FD3148" w:rsidRDefault="00FD3148" w:rsidP="00B50450">
      <w:pPr>
        <w:ind w:firstLine="0"/>
        <w:contextualSpacing/>
        <w:jc w:val="center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Э = R × Ф/С,</w:t>
      </w:r>
    </w:p>
    <w:p w14:paraId="742F19E6" w14:textId="77777777" w:rsidR="00FD3148" w:rsidRPr="00FD3148" w:rsidRDefault="00FD3148" w:rsidP="00B50450">
      <w:pPr>
        <w:ind w:firstLine="0"/>
        <w:contextualSpacing/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где:</w:t>
      </w:r>
    </w:p>
    <w:p w14:paraId="742F19E7" w14:textId="77777777" w:rsidR="00FD3148" w:rsidRPr="00FD3148" w:rsidRDefault="00FD3148" w:rsidP="00B50450">
      <w:pPr>
        <w:contextualSpacing/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R – значение результата использования межбюджетного трансферта муниципальным  образованием;</w:t>
      </w:r>
    </w:p>
    <w:p w14:paraId="742F19E8" w14:textId="77777777" w:rsidR="00FD3148" w:rsidRPr="00FD3148" w:rsidRDefault="00FD3148" w:rsidP="00B50450">
      <w:pPr>
        <w:contextualSpacing/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Ф – фактический объем финансирования межбюджетного трансферта, освоенный муниципальным образованием;</w:t>
      </w:r>
    </w:p>
    <w:p w14:paraId="742F19E9" w14:textId="77777777" w:rsidR="00FD3148" w:rsidRPr="00FD3148" w:rsidRDefault="00FD3148" w:rsidP="00B50450">
      <w:pPr>
        <w:contextualSpacing/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С – плановый объем финансирования межбюджетного трансферта, предусмотренный соглашением.</w:t>
      </w:r>
    </w:p>
    <w:p w14:paraId="742F19EA" w14:textId="3EBDDF0C" w:rsidR="00FD3148" w:rsidRPr="00FD3148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 xml:space="preserve">4.10. </w:t>
      </w:r>
      <w:r w:rsidR="000A57DD">
        <w:rPr>
          <w:rFonts w:cs="Times New Roman"/>
          <w:color w:val="000000"/>
          <w:szCs w:val="28"/>
          <w:lang w:eastAsia="ru-RU"/>
        </w:rPr>
        <w:t>Министерство</w:t>
      </w:r>
      <w:r w:rsidRPr="00FD3148">
        <w:rPr>
          <w:rFonts w:cs="Times New Roman"/>
          <w:szCs w:val="28"/>
          <w:lang w:eastAsia="ru-RU"/>
        </w:rPr>
        <w:t xml:space="preserve"> осуществляет контроль соблюдения порядка и</w:t>
      </w:r>
      <w:r w:rsidR="001D06A1">
        <w:rPr>
          <w:rFonts w:cs="Times New Roman"/>
          <w:szCs w:val="28"/>
          <w:lang w:eastAsia="ru-RU"/>
        </w:rPr>
        <w:t> </w:t>
      </w:r>
      <w:r w:rsidRPr="00FD3148">
        <w:rPr>
          <w:rFonts w:cs="Times New Roman"/>
          <w:szCs w:val="28"/>
          <w:lang w:eastAsia="ru-RU"/>
        </w:rPr>
        <w:t>условий предоставления межбюджетного трансферта.</w:t>
      </w:r>
    </w:p>
    <w:p w14:paraId="742F19EB" w14:textId="77777777" w:rsidR="00FD3148" w:rsidRPr="00FD3148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szCs w:val="28"/>
          <w:lang w:eastAsia="ru-RU"/>
        </w:rPr>
        <w:t>Органы государственного финансового контроля осуществляют финансовый контроль в соответствии со статьями 268.1 и 269.2 Бюджетного кодекса Российской Федерации.</w:t>
      </w:r>
    </w:p>
    <w:p w14:paraId="742F19EC" w14:textId="1522A2FB" w:rsidR="00FD3148" w:rsidRPr="00FD3148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lastRenderedPageBreak/>
        <w:t xml:space="preserve">4.11. </w:t>
      </w:r>
      <w:r w:rsidR="008D2475" w:rsidRPr="00FD3148">
        <w:rPr>
          <w:rFonts w:cs="Times New Roman"/>
          <w:color w:val="000000"/>
          <w:szCs w:val="28"/>
          <w:lang w:eastAsia="ru-RU"/>
        </w:rPr>
        <w:t>Ответственность за достоверность представляемых в соответствии с</w:t>
      </w:r>
      <w:r w:rsidR="001D06A1">
        <w:rPr>
          <w:rFonts w:cs="Times New Roman"/>
          <w:color w:val="000000"/>
          <w:szCs w:val="28"/>
          <w:lang w:eastAsia="ru-RU"/>
        </w:rPr>
        <w:t> </w:t>
      </w:r>
      <w:r w:rsidR="008D2475" w:rsidRPr="00FD3148">
        <w:rPr>
          <w:rFonts w:cs="Times New Roman"/>
          <w:color w:val="000000"/>
          <w:szCs w:val="28"/>
          <w:lang w:eastAsia="ru-RU"/>
        </w:rPr>
        <w:t>Методикой и правилами сведений, а также за целевое использование межбюджетного трансферта возлагается на получателя</w:t>
      </w:r>
      <w:r w:rsidR="00FD1DCA" w:rsidRPr="00FD1DCA">
        <w:t xml:space="preserve"> </w:t>
      </w:r>
      <w:r w:rsidR="00FD1DCA" w:rsidRPr="00FD1DCA">
        <w:rPr>
          <w:rFonts w:cs="Times New Roman"/>
          <w:color w:val="000000"/>
          <w:szCs w:val="28"/>
          <w:lang w:eastAsia="ru-RU"/>
        </w:rPr>
        <w:t>межбюджетного трансферта</w:t>
      </w:r>
      <w:r w:rsidR="008D2475" w:rsidRPr="00FD3148">
        <w:rPr>
          <w:rFonts w:cs="Times New Roman"/>
          <w:color w:val="000000"/>
          <w:szCs w:val="28"/>
          <w:lang w:eastAsia="ru-RU"/>
        </w:rPr>
        <w:t>.</w:t>
      </w:r>
    </w:p>
    <w:p w14:paraId="742F19ED" w14:textId="6CD345EE" w:rsidR="00FD3148" w:rsidRPr="00FD3148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 xml:space="preserve">4.12. </w:t>
      </w:r>
      <w:r w:rsidR="008D2475" w:rsidRPr="00FD3148">
        <w:rPr>
          <w:rFonts w:cs="Times New Roman"/>
          <w:color w:val="000000"/>
          <w:szCs w:val="28"/>
          <w:lang w:eastAsia="ru-RU"/>
        </w:rPr>
        <w:t>В случае нецелевого использования межбюджетного трансферта к</w:t>
      </w:r>
      <w:r w:rsidR="00FD1DCA">
        <w:rPr>
          <w:rFonts w:cs="Times New Roman"/>
          <w:color w:val="000000"/>
          <w:szCs w:val="28"/>
          <w:lang w:eastAsia="ru-RU"/>
        </w:rPr>
        <w:t> </w:t>
      </w:r>
      <w:r w:rsidR="008D2475" w:rsidRPr="00FD3148">
        <w:rPr>
          <w:rFonts w:cs="Times New Roman"/>
          <w:color w:val="000000"/>
          <w:szCs w:val="28"/>
          <w:lang w:eastAsia="ru-RU"/>
        </w:rPr>
        <w:t xml:space="preserve">муниципальным образованиям применяются бюджетные меры принуждения, предусмотренные </w:t>
      </w:r>
      <w:hyperlink r:id="rId14">
        <w:r w:rsidR="008D2475" w:rsidRPr="00FD3148">
          <w:rPr>
            <w:rFonts w:cs="Times New Roman"/>
            <w:color w:val="000000"/>
            <w:szCs w:val="28"/>
            <w:lang w:eastAsia="ru-RU"/>
          </w:rPr>
          <w:t>главой 30</w:t>
        </w:r>
      </w:hyperlink>
      <w:r w:rsidR="008D2475" w:rsidRPr="00FD3148">
        <w:rPr>
          <w:rFonts w:cs="Times New Roman"/>
          <w:color w:val="000000"/>
          <w:szCs w:val="28"/>
          <w:lang w:eastAsia="ru-RU"/>
        </w:rPr>
        <w:t xml:space="preserve"> Бюджетного кодекса Российской Федерации.</w:t>
      </w:r>
    </w:p>
    <w:p w14:paraId="742F19EF" w14:textId="77777777" w:rsidR="00FD3148" w:rsidRPr="00FD3148" w:rsidRDefault="00FD3148" w:rsidP="00B50450">
      <w:pPr>
        <w:widowControl w:val="0"/>
        <w:autoSpaceDE w:val="0"/>
        <w:autoSpaceDN w:val="0"/>
        <w:ind w:firstLine="0"/>
        <w:contextualSpacing/>
        <w:jc w:val="right"/>
        <w:outlineLvl w:val="1"/>
        <w:rPr>
          <w:rFonts w:cs="Times New Roman"/>
          <w:color w:val="000000"/>
          <w:szCs w:val="28"/>
          <w:lang w:eastAsia="ru-RU"/>
        </w:rPr>
        <w:sectPr w:rsidR="00FD3148" w:rsidRPr="00FD3148" w:rsidSect="000C6D83">
          <w:headerReference w:type="default" r:id="rId15"/>
          <w:headerReference w:type="first" r:id="rId16"/>
          <w:pgSz w:w="11906" w:h="16838"/>
          <w:pgMar w:top="1134" w:right="567" w:bottom="1134" w:left="1985" w:header="709" w:footer="709" w:gutter="0"/>
          <w:cols w:space="708"/>
          <w:titlePg/>
          <w:docGrid w:linePitch="381"/>
        </w:sectPr>
      </w:pPr>
    </w:p>
    <w:p w14:paraId="742F19F0" w14:textId="77777777" w:rsidR="00FD3148" w:rsidRPr="00FD3148" w:rsidRDefault="00FD3148" w:rsidP="00B50450">
      <w:pPr>
        <w:widowControl w:val="0"/>
        <w:autoSpaceDE w:val="0"/>
        <w:autoSpaceDN w:val="0"/>
        <w:ind w:left="10773" w:firstLine="0"/>
        <w:contextualSpacing/>
        <w:outlineLvl w:val="1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lastRenderedPageBreak/>
        <w:t>Приложение 1</w:t>
      </w:r>
    </w:p>
    <w:p w14:paraId="742F19F1" w14:textId="77777777" w:rsidR="00FD3148" w:rsidRPr="00FD3148" w:rsidRDefault="00FD3148" w:rsidP="00B50450">
      <w:pPr>
        <w:widowControl w:val="0"/>
        <w:autoSpaceDE w:val="0"/>
        <w:autoSpaceDN w:val="0"/>
        <w:ind w:left="10773" w:firstLine="0"/>
        <w:contextualSpacing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к Методике и правилам</w:t>
      </w:r>
    </w:p>
    <w:p w14:paraId="742F19F3" w14:textId="77777777" w:rsidR="00FD3148" w:rsidRPr="00FD3148" w:rsidRDefault="00FD3148" w:rsidP="00B50450">
      <w:pPr>
        <w:widowControl w:val="0"/>
        <w:autoSpaceDE w:val="0"/>
        <w:autoSpaceDN w:val="0"/>
        <w:ind w:left="10773" w:firstLine="0"/>
        <w:contextualSpacing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Форма</w:t>
      </w:r>
    </w:p>
    <w:p w14:paraId="26AC8C92" w14:textId="77777777" w:rsidR="001D06A1" w:rsidRPr="00240E3E" w:rsidRDefault="001D06A1" w:rsidP="00B50450">
      <w:pPr>
        <w:widowControl w:val="0"/>
        <w:autoSpaceDE w:val="0"/>
        <w:autoSpaceDN w:val="0"/>
        <w:contextualSpacing/>
        <w:rPr>
          <w:rFonts w:cs="Times New Roman"/>
          <w:color w:val="000000"/>
          <w:sz w:val="24"/>
          <w:szCs w:val="24"/>
          <w:lang w:eastAsia="ru-RU"/>
        </w:rPr>
      </w:pPr>
    </w:p>
    <w:p w14:paraId="742F19FD" w14:textId="77777777" w:rsidR="00FD3148" w:rsidRPr="00B50450" w:rsidRDefault="00FD3148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color w:val="000000"/>
          <w:sz w:val="24"/>
          <w:szCs w:val="24"/>
          <w:lang w:eastAsia="ru-RU"/>
        </w:rPr>
      </w:pPr>
      <w:bookmarkStart w:id="0" w:name="P94"/>
      <w:bookmarkEnd w:id="0"/>
      <w:r w:rsidRPr="00B50450">
        <w:rPr>
          <w:rFonts w:cs="Times New Roman"/>
          <w:b/>
          <w:color w:val="000000"/>
          <w:sz w:val="24"/>
          <w:szCs w:val="24"/>
          <w:lang w:eastAsia="ru-RU"/>
        </w:rPr>
        <w:t>ЗАЯВКА</w:t>
      </w:r>
    </w:p>
    <w:p w14:paraId="742F19FF" w14:textId="0A666067" w:rsidR="00FD3148" w:rsidRPr="00B50450" w:rsidRDefault="00FD3148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color w:val="000000"/>
          <w:sz w:val="24"/>
          <w:szCs w:val="24"/>
          <w:lang w:eastAsia="ru-RU"/>
        </w:rPr>
      </w:pPr>
      <w:r w:rsidRPr="00B50450">
        <w:rPr>
          <w:rFonts w:cs="Times New Roman"/>
          <w:b/>
          <w:color w:val="000000"/>
          <w:sz w:val="24"/>
          <w:szCs w:val="24"/>
          <w:lang w:eastAsia="ru-RU"/>
        </w:rPr>
        <w:t xml:space="preserve">на предоставление иного межбюджетного трансферта из областного бюджета бюджетам муниципальных образований Ярославской области </w:t>
      </w:r>
      <w:r w:rsidR="001D06A1" w:rsidRPr="00B50450">
        <w:rPr>
          <w:rFonts w:cs="Times New Roman"/>
          <w:b/>
          <w:color w:val="000000"/>
          <w:sz w:val="24"/>
          <w:szCs w:val="24"/>
          <w:lang w:eastAsia="ru-RU"/>
        </w:rPr>
        <w:t>на реализацию мероприятий по содержанию и обслуживанию</w:t>
      </w:r>
      <w:r w:rsidR="001D06A1" w:rsidRPr="00B50450" w:rsidDel="001D06A1">
        <w:rPr>
          <w:rFonts w:cs="Times New Roman"/>
          <w:b/>
          <w:color w:val="000000"/>
          <w:sz w:val="24"/>
          <w:szCs w:val="24"/>
          <w:lang w:eastAsia="ru-RU"/>
        </w:rPr>
        <w:t xml:space="preserve"> </w:t>
      </w:r>
      <w:r w:rsidR="008212D9" w:rsidRPr="00B50450">
        <w:rPr>
          <w:rFonts w:cs="Times New Roman"/>
          <w:b/>
          <w:color w:val="000000"/>
          <w:sz w:val="24"/>
          <w:szCs w:val="24"/>
          <w:lang w:eastAsia="ru-RU"/>
        </w:rPr>
        <w:t>кислогудронных прудов</w:t>
      </w:r>
      <w:r w:rsidR="001D06A1" w:rsidRPr="00B50450">
        <w:rPr>
          <w:rFonts w:cs="Times New Roman"/>
          <w:b/>
          <w:color w:val="000000"/>
          <w:sz w:val="24"/>
          <w:szCs w:val="24"/>
          <w:lang w:eastAsia="ru-RU"/>
        </w:rPr>
        <w:t xml:space="preserve"> </w:t>
      </w:r>
      <w:r w:rsidR="00B50450">
        <w:rPr>
          <w:rFonts w:cs="Times New Roman"/>
          <w:b/>
          <w:color w:val="000000"/>
          <w:sz w:val="24"/>
          <w:szCs w:val="24"/>
          <w:lang w:eastAsia="ru-RU"/>
        </w:rPr>
        <w:t>в 20___</w:t>
      </w:r>
      <w:r w:rsidRPr="00B50450">
        <w:rPr>
          <w:rFonts w:cs="Times New Roman"/>
          <w:b/>
          <w:color w:val="000000"/>
          <w:sz w:val="24"/>
          <w:szCs w:val="24"/>
          <w:lang w:eastAsia="ru-RU"/>
        </w:rPr>
        <w:t xml:space="preserve"> году и плановом периоде 20___ – 20__ годов </w:t>
      </w:r>
    </w:p>
    <w:p w14:paraId="742F1A00" w14:textId="77777777" w:rsidR="00FD3148" w:rsidRPr="00B50450" w:rsidRDefault="00FD3148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color w:val="000000"/>
          <w:sz w:val="24"/>
          <w:szCs w:val="24"/>
          <w:lang w:eastAsia="ru-RU"/>
        </w:rPr>
      </w:pPr>
      <w:r w:rsidRPr="00B50450">
        <w:rPr>
          <w:rFonts w:cs="Times New Roman"/>
          <w:color w:val="000000"/>
          <w:sz w:val="24"/>
          <w:szCs w:val="24"/>
          <w:lang w:eastAsia="ru-RU"/>
        </w:rPr>
        <w:t>____________________________________________________________</w:t>
      </w:r>
    </w:p>
    <w:p w14:paraId="742F1A01" w14:textId="77777777" w:rsidR="00FD3148" w:rsidRPr="00B50450" w:rsidRDefault="00FD3148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color w:val="000000"/>
          <w:sz w:val="24"/>
          <w:szCs w:val="24"/>
          <w:lang w:eastAsia="ru-RU"/>
        </w:rPr>
      </w:pPr>
      <w:r w:rsidRPr="00B50450">
        <w:rPr>
          <w:rFonts w:cs="Times New Roman"/>
          <w:b/>
          <w:color w:val="000000"/>
          <w:sz w:val="24"/>
          <w:szCs w:val="24"/>
          <w:lang w:eastAsia="ru-RU"/>
        </w:rPr>
        <w:t>(наименование органа местного самоуправления)</w:t>
      </w:r>
    </w:p>
    <w:p w14:paraId="742F1A02" w14:textId="77777777" w:rsidR="00FD3148" w:rsidRPr="00B50450" w:rsidRDefault="00FD3148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color w:val="000000"/>
          <w:sz w:val="24"/>
          <w:szCs w:val="24"/>
          <w:lang w:eastAsia="ru-RU"/>
        </w:rPr>
      </w:pPr>
    </w:p>
    <w:tbl>
      <w:tblPr>
        <w:tblStyle w:val="1"/>
        <w:tblW w:w="4974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"/>
        <w:gridCol w:w="6306"/>
        <w:gridCol w:w="3402"/>
        <w:gridCol w:w="4176"/>
      </w:tblGrid>
      <w:tr w:rsidR="00AA0742" w:rsidRPr="00B50450" w14:paraId="742F1A09" w14:textId="77777777" w:rsidTr="00240E3E">
        <w:tc>
          <w:tcPr>
            <w:tcW w:w="229" w:type="pct"/>
            <w:vMerge w:val="restart"/>
          </w:tcPr>
          <w:p w14:paraId="00C9F302" w14:textId="77777777" w:rsidR="00D64857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50450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14:paraId="742F1A03" w14:textId="5E7C4B52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50450">
              <w:rPr>
                <w:rFonts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67" w:type="pct"/>
            <w:vMerge w:val="restart"/>
          </w:tcPr>
          <w:p w14:paraId="742F1A04" w14:textId="77777777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50450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604" w:type="pct"/>
            <w:gridSpan w:val="2"/>
          </w:tcPr>
          <w:p w14:paraId="742F1A08" w14:textId="1B3F6106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50450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Размер иного межбюджетного трансферта, руб.</w:t>
            </w:r>
          </w:p>
        </w:tc>
      </w:tr>
      <w:tr w:rsidR="001D06A1" w:rsidRPr="00B50450" w14:paraId="742F1A13" w14:textId="77777777" w:rsidTr="00240E3E">
        <w:tc>
          <w:tcPr>
            <w:tcW w:w="229" w:type="pct"/>
            <w:vMerge/>
          </w:tcPr>
          <w:p w14:paraId="742F1A0A" w14:textId="77777777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pct"/>
            <w:vMerge/>
          </w:tcPr>
          <w:p w14:paraId="742F1A0B" w14:textId="77777777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pct"/>
          </w:tcPr>
          <w:p w14:paraId="742F1A11" w14:textId="6FDE26AD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50450">
              <w:rPr>
                <w:rFonts w:cs="Times New Roman"/>
                <w:color w:val="000000"/>
                <w:sz w:val="24"/>
                <w:szCs w:val="24"/>
                <w:lang w:eastAsia="ru-RU"/>
              </w:rPr>
              <w:t>заявленный</w:t>
            </w:r>
          </w:p>
        </w:tc>
        <w:tc>
          <w:tcPr>
            <w:tcW w:w="1434" w:type="pct"/>
          </w:tcPr>
          <w:p w14:paraId="742F1A12" w14:textId="7C526C93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B50450">
              <w:rPr>
                <w:rFonts w:cs="Times New Roman"/>
                <w:color w:val="000000"/>
                <w:sz w:val="24"/>
                <w:szCs w:val="24"/>
                <w:lang w:eastAsia="ru-RU"/>
              </w:rPr>
              <w:t>утвержденный министерством</w:t>
            </w:r>
            <w:r w:rsidR="00D64857" w:rsidRPr="00B50450">
              <w:rPr>
                <w:sz w:val="24"/>
                <w:szCs w:val="24"/>
              </w:rPr>
              <w:t xml:space="preserve"> </w:t>
            </w:r>
            <w:r w:rsidR="00D64857" w:rsidRPr="00B50450">
              <w:rPr>
                <w:rFonts w:cs="Times New Roman"/>
                <w:color w:val="000000"/>
                <w:sz w:val="24"/>
                <w:szCs w:val="24"/>
                <w:lang w:eastAsia="ru-RU"/>
              </w:rPr>
              <w:t>лесного хозяйства и природопользования Ярославской области</w:t>
            </w:r>
            <w:r w:rsidRPr="00B50450">
              <w:rPr>
                <w:rFonts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</w:tr>
    </w:tbl>
    <w:p w14:paraId="742F1A14" w14:textId="77777777" w:rsidR="00FD3148" w:rsidRPr="00B50450" w:rsidRDefault="00FD3148" w:rsidP="00B50450">
      <w:pPr>
        <w:contextualSpacing/>
        <w:rPr>
          <w:sz w:val="24"/>
          <w:szCs w:val="24"/>
        </w:rPr>
      </w:pPr>
    </w:p>
    <w:tbl>
      <w:tblPr>
        <w:tblStyle w:val="1"/>
        <w:tblW w:w="4974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7"/>
        <w:gridCol w:w="6307"/>
        <w:gridCol w:w="3403"/>
        <w:gridCol w:w="4173"/>
      </w:tblGrid>
      <w:tr w:rsidR="00AA0742" w:rsidRPr="00B50450" w14:paraId="742F1A1D" w14:textId="77777777" w:rsidTr="00240E3E">
        <w:trPr>
          <w:trHeight w:val="127"/>
          <w:tblHeader/>
        </w:trPr>
        <w:tc>
          <w:tcPr>
            <w:tcW w:w="229" w:type="pct"/>
          </w:tcPr>
          <w:p w14:paraId="742F1A15" w14:textId="77777777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50450">
              <w:rPr>
                <w:rFonts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7" w:type="pct"/>
          </w:tcPr>
          <w:p w14:paraId="742F1A16" w14:textId="77777777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50450">
              <w:rPr>
                <w:rFonts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9" w:type="pct"/>
          </w:tcPr>
          <w:p w14:paraId="742F1A1B" w14:textId="388BF03C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50450">
              <w:rPr>
                <w:rFonts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4" w:type="pct"/>
          </w:tcPr>
          <w:p w14:paraId="742F1A1C" w14:textId="77837912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50450">
              <w:rPr>
                <w:rFonts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A0742" w:rsidRPr="00B50450" w14:paraId="742F1A27" w14:textId="77777777" w:rsidTr="00240E3E">
        <w:tc>
          <w:tcPr>
            <w:tcW w:w="229" w:type="pct"/>
          </w:tcPr>
          <w:p w14:paraId="742F1A1E" w14:textId="77777777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50450">
              <w:rPr>
                <w:rFonts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67" w:type="pct"/>
          </w:tcPr>
          <w:p w14:paraId="742F1A1F" w14:textId="77777777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50450">
              <w:rPr>
                <w:rFonts w:cs="Times New Roman"/>
                <w:color w:val="000000"/>
                <w:sz w:val="24"/>
                <w:szCs w:val="24"/>
                <w:lang w:eastAsia="ru-RU"/>
              </w:rPr>
              <w:t>20__ год</w:t>
            </w:r>
          </w:p>
          <w:p w14:paraId="742F1A20" w14:textId="77777777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50450">
              <w:rPr>
                <w:rFonts w:cs="Times New Roman"/>
                <w:color w:val="000000"/>
                <w:sz w:val="24"/>
                <w:szCs w:val="24"/>
                <w:lang w:eastAsia="ru-RU"/>
              </w:rPr>
              <w:t>(очередной финансовый год)</w:t>
            </w:r>
          </w:p>
        </w:tc>
        <w:tc>
          <w:tcPr>
            <w:tcW w:w="1169" w:type="pct"/>
          </w:tcPr>
          <w:p w14:paraId="742F1A25" w14:textId="77777777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jc w:val="both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pct"/>
          </w:tcPr>
          <w:p w14:paraId="742F1A26" w14:textId="77777777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jc w:val="both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0742" w:rsidRPr="00B50450" w14:paraId="742F1A31" w14:textId="77777777" w:rsidTr="00240E3E">
        <w:tc>
          <w:tcPr>
            <w:tcW w:w="229" w:type="pct"/>
          </w:tcPr>
          <w:p w14:paraId="742F1A28" w14:textId="77777777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50450">
              <w:rPr>
                <w:rFonts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67" w:type="pct"/>
          </w:tcPr>
          <w:p w14:paraId="742F1A29" w14:textId="77777777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50450">
              <w:rPr>
                <w:rFonts w:cs="Times New Roman"/>
                <w:color w:val="000000"/>
                <w:sz w:val="24"/>
                <w:szCs w:val="24"/>
                <w:lang w:eastAsia="ru-RU"/>
              </w:rPr>
              <w:t>20__ год</w:t>
            </w:r>
          </w:p>
          <w:p w14:paraId="742F1A2A" w14:textId="77777777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50450">
              <w:rPr>
                <w:rFonts w:cs="Times New Roman"/>
                <w:color w:val="000000"/>
                <w:sz w:val="24"/>
                <w:szCs w:val="24"/>
                <w:lang w:eastAsia="ru-RU"/>
              </w:rPr>
              <w:t>(1-й год, следующий за очередным финансовым годом)</w:t>
            </w:r>
          </w:p>
        </w:tc>
        <w:tc>
          <w:tcPr>
            <w:tcW w:w="1169" w:type="pct"/>
          </w:tcPr>
          <w:p w14:paraId="742F1A2F" w14:textId="77777777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jc w:val="both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pct"/>
          </w:tcPr>
          <w:p w14:paraId="742F1A30" w14:textId="77777777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jc w:val="both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0742" w:rsidRPr="00B50450" w14:paraId="742F1A3B" w14:textId="77777777" w:rsidTr="00240E3E">
        <w:tc>
          <w:tcPr>
            <w:tcW w:w="229" w:type="pct"/>
          </w:tcPr>
          <w:p w14:paraId="742F1A32" w14:textId="77777777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50450">
              <w:rPr>
                <w:rFonts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67" w:type="pct"/>
          </w:tcPr>
          <w:p w14:paraId="742F1A33" w14:textId="77777777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50450">
              <w:rPr>
                <w:rFonts w:cs="Times New Roman"/>
                <w:color w:val="000000"/>
                <w:sz w:val="24"/>
                <w:szCs w:val="24"/>
                <w:lang w:eastAsia="ru-RU"/>
              </w:rPr>
              <w:t>20__ год</w:t>
            </w:r>
          </w:p>
          <w:p w14:paraId="742F1A34" w14:textId="77777777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50450">
              <w:rPr>
                <w:rFonts w:cs="Times New Roman"/>
                <w:color w:val="000000"/>
                <w:sz w:val="24"/>
                <w:szCs w:val="24"/>
                <w:lang w:eastAsia="ru-RU"/>
              </w:rPr>
              <w:t>(2-й год, следующий за очередным финансовым годом)</w:t>
            </w:r>
          </w:p>
        </w:tc>
        <w:tc>
          <w:tcPr>
            <w:tcW w:w="1169" w:type="pct"/>
          </w:tcPr>
          <w:p w14:paraId="742F1A39" w14:textId="77777777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jc w:val="both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pct"/>
          </w:tcPr>
          <w:p w14:paraId="742F1A3A" w14:textId="77777777" w:rsidR="00AA0742" w:rsidRPr="00B50450" w:rsidRDefault="00AA0742" w:rsidP="00B50450">
            <w:pPr>
              <w:widowControl w:val="0"/>
              <w:autoSpaceDE w:val="0"/>
              <w:autoSpaceDN w:val="0"/>
              <w:ind w:firstLine="0"/>
              <w:contextualSpacing/>
              <w:jc w:val="both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42F1A3C" w14:textId="77777777" w:rsidR="00FD3148" w:rsidRPr="00B50450" w:rsidRDefault="00FD3148" w:rsidP="00B50450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color w:val="000000"/>
          <w:sz w:val="24"/>
          <w:szCs w:val="24"/>
          <w:lang w:eastAsia="ru-RU"/>
        </w:rPr>
      </w:pPr>
    </w:p>
    <w:p w14:paraId="742F1A3D" w14:textId="77777777" w:rsidR="00FD3148" w:rsidRPr="00B50450" w:rsidRDefault="00FD3148" w:rsidP="00B50450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color w:val="000000"/>
          <w:sz w:val="24"/>
          <w:szCs w:val="24"/>
          <w:lang w:eastAsia="ru-RU"/>
        </w:rPr>
      </w:pPr>
      <w:r w:rsidRPr="00B50450">
        <w:rPr>
          <w:rFonts w:cs="Times New Roman"/>
          <w:color w:val="000000"/>
          <w:sz w:val="24"/>
          <w:szCs w:val="24"/>
          <w:lang w:eastAsia="ru-RU"/>
        </w:rPr>
        <w:t>Руководитель</w:t>
      </w:r>
    </w:p>
    <w:p w14:paraId="742F1A3E" w14:textId="77777777" w:rsidR="00FD3148" w:rsidRPr="00B50450" w:rsidRDefault="00FD3148" w:rsidP="00B50450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color w:val="000000"/>
          <w:sz w:val="24"/>
          <w:szCs w:val="24"/>
          <w:lang w:eastAsia="ru-RU"/>
        </w:rPr>
      </w:pPr>
      <w:r w:rsidRPr="00B50450">
        <w:rPr>
          <w:rFonts w:cs="Times New Roman"/>
          <w:color w:val="000000"/>
          <w:sz w:val="24"/>
          <w:szCs w:val="24"/>
          <w:lang w:eastAsia="ru-RU"/>
        </w:rPr>
        <w:t xml:space="preserve">(уполномоченное лицо </w:t>
      </w:r>
    </w:p>
    <w:p w14:paraId="742F1A3F" w14:textId="5960E0BE" w:rsidR="00FD3148" w:rsidRPr="00B50450" w:rsidRDefault="00FD3148" w:rsidP="00B50450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color w:val="000000"/>
          <w:sz w:val="24"/>
          <w:szCs w:val="24"/>
          <w:lang w:eastAsia="ru-RU"/>
        </w:rPr>
      </w:pPr>
      <w:r w:rsidRPr="00B50450">
        <w:rPr>
          <w:rFonts w:cs="Times New Roman"/>
          <w:color w:val="000000"/>
          <w:sz w:val="24"/>
          <w:szCs w:val="24"/>
          <w:lang w:eastAsia="ru-RU"/>
        </w:rPr>
        <w:t>муниципального образования</w:t>
      </w:r>
      <w:r w:rsidR="00FD1DCA" w:rsidRPr="00B50450">
        <w:rPr>
          <w:rFonts w:cs="Times New Roman"/>
          <w:color w:val="000000"/>
          <w:sz w:val="24"/>
          <w:szCs w:val="24"/>
          <w:lang w:eastAsia="ru-RU"/>
        </w:rPr>
        <w:t xml:space="preserve"> области</w:t>
      </w:r>
      <w:r w:rsidRPr="00B50450">
        <w:rPr>
          <w:rFonts w:cs="Times New Roman"/>
          <w:color w:val="000000"/>
          <w:sz w:val="24"/>
          <w:szCs w:val="24"/>
          <w:lang w:eastAsia="ru-RU"/>
        </w:rPr>
        <w:t xml:space="preserve">)    ___________________________   ___________   _______________________                                                                                   </w:t>
      </w:r>
    </w:p>
    <w:p w14:paraId="742F1A40" w14:textId="1700D40F" w:rsidR="00FD3148" w:rsidRPr="00B50450" w:rsidRDefault="00FD3148" w:rsidP="00B50450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color w:val="000000"/>
          <w:sz w:val="24"/>
          <w:szCs w:val="24"/>
          <w:lang w:eastAsia="ru-RU"/>
        </w:rPr>
      </w:pPr>
      <w:r w:rsidRPr="00B50450">
        <w:rPr>
          <w:rFonts w:cs="Times New Roman"/>
          <w:color w:val="000000"/>
          <w:sz w:val="24"/>
          <w:szCs w:val="24"/>
          <w:lang w:eastAsia="ru-RU"/>
        </w:rPr>
        <w:t xml:space="preserve">                                                 </w:t>
      </w:r>
      <w:r w:rsidR="00B50450">
        <w:rPr>
          <w:rFonts w:cs="Times New Roman"/>
          <w:color w:val="000000"/>
          <w:sz w:val="24"/>
          <w:szCs w:val="24"/>
          <w:lang w:eastAsia="ru-RU"/>
        </w:rPr>
        <w:t xml:space="preserve">                  </w:t>
      </w:r>
      <w:r w:rsidR="009F7956" w:rsidRPr="00B50450">
        <w:rPr>
          <w:rFonts w:cs="Times New Roman"/>
          <w:color w:val="000000"/>
          <w:sz w:val="24"/>
          <w:szCs w:val="24"/>
          <w:lang w:eastAsia="ru-RU"/>
        </w:rPr>
        <w:t xml:space="preserve">     </w:t>
      </w:r>
      <w:r w:rsidRPr="00B50450">
        <w:rPr>
          <w:rFonts w:cs="Times New Roman"/>
          <w:color w:val="000000"/>
          <w:sz w:val="24"/>
          <w:szCs w:val="24"/>
          <w:lang w:eastAsia="ru-RU"/>
        </w:rPr>
        <w:t xml:space="preserve"> (должнос</w:t>
      </w:r>
      <w:r w:rsidR="009F7956" w:rsidRPr="00B50450">
        <w:rPr>
          <w:rFonts w:cs="Times New Roman"/>
          <w:color w:val="000000"/>
          <w:sz w:val="24"/>
          <w:szCs w:val="24"/>
          <w:lang w:eastAsia="ru-RU"/>
        </w:rPr>
        <w:t xml:space="preserve">ть)                             (подпись)            </w:t>
      </w:r>
      <w:r w:rsidRPr="00B50450">
        <w:rPr>
          <w:rFonts w:cs="Times New Roman"/>
          <w:color w:val="000000"/>
          <w:sz w:val="24"/>
          <w:szCs w:val="24"/>
          <w:lang w:eastAsia="ru-RU"/>
        </w:rPr>
        <w:t xml:space="preserve"> (расшифровка подписи)</w:t>
      </w:r>
    </w:p>
    <w:p w14:paraId="742F1A41" w14:textId="77777777" w:rsidR="00FD3148" w:rsidRPr="00B50450" w:rsidRDefault="00FD3148" w:rsidP="00B50450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color w:val="000000"/>
          <w:sz w:val="24"/>
          <w:szCs w:val="24"/>
          <w:lang w:eastAsia="ru-RU"/>
        </w:rPr>
      </w:pPr>
      <w:r w:rsidRPr="00B50450">
        <w:rPr>
          <w:rFonts w:cs="Times New Roman"/>
          <w:color w:val="000000"/>
          <w:sz w:val="24"/>
          <w:szCs w:val="24"/>
          <w:lang w:eastAsia="ru-RU"/>
        </w:rPr>
        <w:t>Исполнитель                                    ___________________________   _____________________   ____________________</w:t>
      </w:r>
    </w:p>
    <w:p w14:paraId="742F1A42" w14:textId="1123106D" w:rsidR="00FD3148" w:rsidRPr="00B50450" w:rsidRDefault="00FD3148" w:rsidP="00B50450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color w:val="000000"/>
          <w:sz w:val="24"/>
          <w:szCs w:val="24"/>
          <w:lang w:eastAsia="ru-RU"/>
        </w:rPr>
      </w:pPr>
      <w:r w:rsidRPr="00B50450">
        <w:rPr>
          <w:rFonts w:cs="Times New Roman"/>
          <w:color w:val="000000"/>
          <w:sz w:val="24"/>
          <w:szCs w:val="24"/>
          <w:lang w:eastAsia="ru-RU"/>
        </w:rPr>
        <w:t xml:space="preserve">                                      </w:t>
      </w:r>
      <w:r w:rsidR="00B50450">
        <w:rPr>
          <w:rFonts w:cs="Times New Roman"/>
          <w:color w:val="000000"/>
          <w:sz w:val="24"/>
          <w:szCs w:val="24"/>
          <w:lang w:eastAsia="ru-RU"/>
        </w:rPr>
        <w:t xml:space="preserve">                       </w:t>
      </w:r>
      <w:r w:rsidR="009F7956" w:rsidRPr="00B50450">
        <w:rPr>
          <w:rFonts w:cs="Times New Roman"/>
          <w:color w:val="000000"/>
          <w:sz w:val="24"/>
          <w:szCs w:val="24"/>
          <w:lang w:eastAsia="ru-RU"/>
        </w:rPr>
        <w:t xml:space="preserve">  </w:t>
      </w:r>
      <w:r w:rsidRPr="00B50450">
        <w:rPr>
          <w:rFonts w:cs="Times New Roman"/>
          <w:color w:val="000000"/>
          <w:sz w:val="24"/>
          <w:szCs w:val="24"/>
          <w:lang w:eastAsia="ru-RU"/>
        </w:rPr>
        <w:t xml:space="preserve">  (должнос</w:t>
      </w:r>
      <w:r w:rsidR="009F7956" w:rsidRPr="00B50450">
        <w:rPr>
          <w:rFonts w:cs="Times New Roman"/>
          <w:color w:val="000000"/>
          <w:sz w:val="24"/>
          <w:szCs w:val="24"/>
          <w:lang w:eastAsia="ru-RU"/>
        </w:rPr>
        <w:t xml:space="preserve">ть)                            </w:t>
      </w:r>
      <w:r w:rsidRPr="00B50450">
        <w:rPr>
          <w:rFonts w:cs="Times New Roman"/>
          <w:color w:val="000000"/>
          <w:sz w:val="24"/>
          <w:szCs w:val="24"/>
          <w:lang w:eastAsia="ru-RU"/>
        </w:rPr>
        <w:t xml:space="preserve">  (фамилия, инициалы)          (телефон с кодом города)</w:t>
      </w:r>
    </w:p>
    <w:p w14:paraId="742F1A43" w14:textId="77777777" w:rsidR="00FD3148" w:rsidRPr="00B50450" w:rsidRDefault="00FD3148" w:rsidP="00B50450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color w:val="000000"/>
          <w:sz w:val="24"/>
          <w:szCs w:val="24"/>
          <w:lang w:eastAsia="ru-RU"/>
        </w:rPr>
      </w:pPr>
      <w:r w:rsidRPr="00B50450">
        <w:rPr>
          <w:rFonts w:cs="Times New Roman"/>
          <w:color w:val="000000"/>
          <w:sz w:val="24"/>
          <w:szCs w:val="24"/>
          <w:lang w:eastAsia="ru-RU"/>
        </w:rPr>
        <w:t>«___» ________ 20___ г.</w:t>
      </w:r>
    </w:p>
    <w:p w14:paraId="742F1A44" w14:textId="77777777" w:rsidR="00FD3148" w:rsidRPr="00B50450" w:rsidRDefault="00FD3148" w:rsidP="00B50450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color w:val="000000"/>
          <w:sz w:val="24"/>
          <w:szCs w:val="24"/>
          <w:lang w:eastAsia="ru-RU"/>
        </w:rPr>
      </w:pPr>
    </w:p>
    <w:p w14:paraId="742F1A45" w14:textId="49E2E9B1" w:rsidR="00FD3148" w:rsidRPr="00B50450" w:rsidRDefault="00FD3148" w:rsidP="00B50450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 w:val="24"/>
          <w:szCs w:val="24"/>
          <w:lang w:eastAsia="ru-RU"/>
        </w:rPr>
      </w:pPr>
      <w:r w:rsidRPr="00B50450">
        <w:rPr>
          <w:rFonts w:cs="Times New Roman"/>
          <w:color w:val="000000"/>
          <w:sz w:val="24"/>
          <w:szCs w:val="24"/>
          <w:lang w:eastAsia="ru-RU"/>
        </w:rPr>
        <w:t>*</w:t>
      </w:r>
      <w:r w:rsidRPr="00B50450">
        <w:rPr>
          <w:rFonts w:cs="Times New Roman"/>
          <w:color w:val="000000"/>
          <w:sz w:val="24"/>
          <w:szCs w:val="24"/>
          <w:vertAlign w:val="superscript"/>
          <w:lang w:eastAsia="ru-RU"/>
        </w:rPr>
        <w:t xml:space="preserve"> </w:t>
      </w:r>
      <w:r w:rsidRPr="00B50450">
        <w:rPr>
          <w:rFonts w:cs="Times New Roman"/>
          <w:color w:val="000000"/>
          <w:sz w:val="24"/>
          <w:szCs w:val="24"/>
          <w:lang w:eastAsia="ru-RU"/>
        </w:rPr>
        <w:t xml:space="preserve">Заполняется уполномоченным должностным лицом </w:t>
      </w:r>
      <w:r w:rsidR="000A57DD" w:rsidRPr="00B50450">
        <w:rPr>
          <w:rFonts w:cs="Times New Roman"/>
          <w:color w:val="000000"/>
          <w:sz w:val="24"/>
          <w:szCs w:val="24"/>
          <w:lang w:eastAsia="ru-RU"/>
        </w:rPr>
        <w:t>министерства лесного хозяйства и природопользования</w:t>
      </w:r>
      <w:r w:rsidRPr="00B50450">
        <w:rPr>
          <w:rFonts w:cs="Times New Roman"/>
          <w:color w:val="000000"/>
          <w:sz w:val="24"/>
          <w:szCs w:val="24"/>
          <w:lang w:eastAsia="ru-RU"/>
        </w:rPr>
        <w:t xml:space="preserve"> Ярославской области.</w:t>
      </w:r>
    </w:p>
    <w:p w14:paraId="742F1A46" w14:textId="77777777" w:rsidR="00FD3148" w:rsidRPr="00FD3148" w:rsidRDefault="00FD3148" w:rsidP="00B50450">
      <w:pPr>
        <w:contextualSpacing/>
        <w:rPr>
          <w:rFonts w:cs="Times New Roman"/>
          <w:color w:val="000000"/>
          <w:sz w:val="32"/>
          <w:szCs w:val="28"/>
        </w:rPr>
        <w:sectPr w:rsidR="00FD3148" w:rsidRPr="00FD3148" w:rsidSect="00BA50D1">
          <w:headerReference w:type="first" r:id="rId17"/>
          <w:pgSz w:w="16838" w:h="11905" w:orient="landscape"/>
          <w:pgMar w:top="1985" w:right="1134" w:bottom="567" w:left="1134" w:header="567" w:footer="0" w:gutter="0"/>
          <w:pgNumType w:start="8"/>
          <w:cols w:space="720"/>
          <w:titlePg/>
          <w:docGrid w:linePitch="381"/>
        </w:sectPr>
      </w:pPr>
    </w:p>
    <w:p w14:paraId="742F1A47" w14:textId="77777777" w:rsidR="00FD3148" w:rsidRPr="00FD3148" w:rsidRDefault="00FD3148" w:rsidP="00B50450">
      <w:pPr>
        <w:widowControl w:val="0"/>
        <w:autoSpaceDE w:val="0"/>
        <w:autoSpaceDN w:val="0"/>
        <w:ind w:left="10773" w:firstLine="0"/>
        <w:contextualSpacing/>
        <w:outlineLvl w:val="1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lastRenderedPageBreak/>
        <w:t>Приложение 2</w:t>
      </w:r>
    </w:p>
    <w:p w14:paraId="742F1A48" w14:textId="77777777" w:rsidR="00FD3148" w:rsidRPr="00FD3148" w:rsidRDefault="00FD3148" w:rsidP="00B50450">
      <w:pPr>
        <w:widowControl w:val="0"/>
        <w:autoSpaceDE w:val="0"/>
        <w:autoSpaceDN w:val="0"/>
        <w:ind w:left="10773" w:firstLine="0"/>
        <w:contextualSpacing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к Методике и правилам</w:t>
      </w:r>
    </w:p>
    <w:p w14:paraId="742F1A49" w14:textId="77777777" w:rsidR="00FD3148" w:rsidRPr="00FD3148" w:rsidRDefault="00FD3148" w:rsidP="00B50450">
      <w:pPr>
        <w:widowControl w:val="0"/>
        <w:autoSpaceDE w:val="0"/>
        <w:autoSpaceDN w:val="0"/>
        <w:ind w:left="6804" w:firstLine="0"/>
        <w:contextualSpacing/>
        <w:rPr>
          <w:rFonts w:cs="Times New Roman"/>
          <w:color w:val="000000"/>
          <w:szCs w:val="28"/>
          <w:lang w:eastAsia="ru-RU"/>
        </w:rPr>
      </w:pPr>
    </w:p>
    <w:p w14:paraId="742F1A4A" w14:textId="77777777" w:rsidR="00FD3148" w:rsidRPr="00FD3148" w:rsidRDefault="00FD3148" w:rsidP="00B50450">
      <w:pPr>
        <w:widowControl w:val="0"/>
        <w:autoSpaceDE w:val="0"/>
        <w:autoSpaceDN w:val="0"/>
        <w:ind w:left="6804" w:firstLine="3969"/>
        <w:contextualSpacing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Форма</w:t>
      </w:r>
    </w:p>
    <w:p w14:paraId="742F1A4B" w14:textId="77777777" w:rsidR="00FD3148" w:rsidRPr="00BC6A56" w:rsidRDefault="00FD3148" w:rsidP="00B50450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color w:val="000000"/>
          <w:sz w:val="24"/>
          <w:szCs w:val="24"/>
          <w:lang w:eastAsia="ru-RU"/>
        </w:rPr>
      </w:pPr>
    </w:p>
    <w:p w14:paraId="742F1A4C" w14:textId="77777777" w:rsidR="00FD3148" w:rsidRPr="00BC6A56" w:rsidRDefault="00FD3148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color w:val="000000"/>
          <w:sz w:val="24"/>
          <w:szCs w:val="24"/>
          <w:lang w:eastAsia="ru-RU"/>
        </w:rPr>
      </w:pPr>
      <w:r w:rsidRPr="00BC6A56">
        <w:rPr>
          <w:rFonts w:cs="Times New Roman"/>
          <w:b/>
          <w:color w:val="000000"/>
          <w:sz w:val="24"/>
          <w:szCs w:val="24"/>
          <w:lang w:eastAsia="ru-RU"/>
        </w:rPr>
        <w:t>ЗАЯВКА</w:t>
      </w:r>
    </w:p>
    <w:p w14:paraId="2971D84C" w14:textId="77777777" w:rsidR="001D06A1" w:rsidRPr="00BC6A56" w:rsidRDefault="00FD3148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color w:val="000000"/>
          <w:sz w:val="24"/>
          <w:szCs w:val="24"/>
          <w:lang w:eastAsia="ru-RU"/>
        </w:rPr>
      </w:pPr>
      <w:r w:rsidRPr="00BC6A56">
        <w:rPr>
          <w:rFonts w:cs="Times New Roman"/>
          <w:b/>
          <w:color w:val="000000"/>
          <w:sz w:val="24"/>
          <w:szCs w:val="24"/>
          <w:lang w:eastAsia="ru-RU"/>
        </w:rPr>
        <w:t>на перечисление иного межбюджетного транс</w:t>
      </w:r>
      <w:bookmarkStart w:id="1" w:name="_GoBack"/>
      <w:bookmarkEnd w:id="1"/>
      <w:r w:rsidRPr="00BC6A56">
        <w:rPr>
          <w:rFonts w:cs="Times New Roman"/>
          <w:b/>
          <w:color w:val="000000"/>
          <w:sz w:val="24"/>
          <w:szCs w:val="24"/>
          <w:lang w:eastAsia="ru-RU"/>
        </w:rPr>
        <w:t xml:space="preserve">ферта из областного бюджета бюджетам </w:t>
      </w:r>
    </w:p>
    <w:p w14:paraId="4A593403" w14:textId="77777777" w:rsidR="001D06A1" w:rsidRPr="00BC6A56" w:rsidRDefault="00FD3148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color w:val="000000"/>
          <w:sz w:val="24"/>
          <w:szCs w:val="24"/>
          <w:lang w:eastAsia="ru-RU"/>
        </w:rPr>
      </w:pPr>
      <w:r w:rsidRPr="00BC6A56">
        <w:rPr>
          <w:rFonts w:cs="Times New Roman"/>
          <w:b/>
          <w:color w:val="000000"/>
          <w:sz w:val="24"/>
          <w:szCs w:val="24"/>
          <w:lang w:eastAsia="ru-RU"/>
        </w:rPr>
        <w:t xml:space="preserve">муниципальных образований Ярославской области </w:t>
      </w:r>
      <w:r w:rsidR="001D06A1" w:rsidRPr="00BC6A56">
        <w:rPr>
          <w:rFonts w:cs="Times New Roman"/>
          <w:b/>
          <w:color w:val="000000"/>
          <w:sz w:val="24"/>
          <w:szCs w:val="24"/>
          <w:lang w:eastAsia="ru-RU"/>
        </w:rPr>
        <w:t xml:space="preserve">на реализацию мероприятий по содержанию </w:t>
      </w:r>
    </w:p>
    <w:p w14:paraId="742F1A4E" w14:textId="630FFE3B" w:rsidR="00FD3148" w:rsidRPr="00BC6A56" w:rsidRDefault="001D06A1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color w:val="000000"/>
          <w:sz w:val="24"/>
          <w:szCs w:val="24"/>
          <w:lang w:eastAsia="ru-RU"/>
        </w:rPr>
      </w:pPr>
      <w:r w:rsidRPr="00BC6A56">
        <w:rPr>
          <w:rFonts w:cs="Times New Roman"/>
          <w:b/>
          <w:color w:val="000000"/>
          <w:sz w:val="24"/>
          <w:szCs w:val="24"/>
          <w:lang w:eastAsia="ru-RU"/>
        </w:rPr>
        <w:t>и обслуживанию</w:t>
      </w:r>
      <w:r w:rsidRPr="00BC6A56" w:rsidDel="001D06A1">
        <w:rPr>
          <w:rFonts w:cs="Times New Roman"/>
          <w:b/>
          <w:color w:val="000000"/>
          <w:sz w:val="24"/>
          <w:szCs w:val="24"/>
          <w:lang w:eastAsia="ru-RU"/>
        </w:rPr>
        <w:t xml:space="preserve"> </w:t>
      </w:r>
      <w:r w:rsidR="008212D9" w:rsidRPr="00BC6A56">
        <w:rPr>
          <w:rFonts w:cs="Times New Roman"/>
          <w:b/>
          <w:color w:val="000000"/>
          <w:sz w:val="24"/>
          <w:szCs w:val="24"/>
          <w:lang w:eastAsia="ru-RU"/>
        </w:rPr>
        <w:t>кислогудронных прудов</w:t>
      </w:r>
      <w:r w:rsidR="008A0B14" w:rsidRPr="00BC6A56">
        <w:rPr>
          <w:rFonts w:cs="Times New Roman"/>
          <w:b/>
          <w:color w:val="000000"/>
          <w:sz w:val="24"/>
          <w:szCs w:val="24"/>
          <w:lang w:eastAsia="ru-RU"/>
        </w:rPr>
        <w:t xml:space="preserve"> </w:t>
      </w:r>
      <w:r w:rsidR="00FD3148" w:rsidRPr="00BC6A56">
        <w:rPr>
          <w:rFonts w:cs="Times New Roman"/>
          <w:b/>
          <w:color w:val="000000"/>
          <w:sz w:val="24"/>
          <w:szCs w:val="24"/>
          <w:lang w:eastAsia="ru-RU"/>
        </w:rPr>
        <w:t>на 20____ год</w:t>
      </w:r>
    </w:p>
    <w:p w14:paraId="742F1A4F" w14:textId="77777777" w:rsidR="00FD3148" w:rsidRPr="00BC6A56" w:rsidRDefault="00FD3148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color w:val="000000"/>
          <w:sz w:val="24"/>
          <w:szCs w:val="24"/>
          <w:lang w:eastAsia="ru-RU"/>
        </w:rPr>
      </w:pPr>
      <w:r w:rsidRPr="00BC6A56">
        <w:rPr>
          <w:rFonts w:cs="Times New Roman"/>
          <w:color w:val="000000"/>
          <w:sz w:val="24"/>
          <w:szCs w:val="24"/>
          <w:lang w:eastAsia="ru-RU"/>
        </w:rPr>
        <w:t>____________________________________________________________</w:t>
      </w:r>
    </w:p>
    <w:p w14:paraId="742F1A50" w14:textId="77777777" w:rsidR="00FD3148" w:rsidRPr="00BC6A56" w:rsidRDefault="00FD3148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color w:val="000000"/>
          <w:sz w:val="24"/>
          <w:szCs w:val="24"/>
          <w:lang w:eastAsia="ru-RU"/>
        </w:rPr>
      </w:pPr>
      <w:r w:rsidRPr="00BC6A56">
        <w:rPr>
          <w:rFonts w:cs="Times New Roman"/>
          <w:b/>
          <w:color w:val="000000"/>
          <w:sz w:val="24"/>
          <w:szCs w:val="24"/>
          <w:lang w:eastAsia="ru-RU"/>
        </w:rPr>
        <w:t>(наименование органа местного самоуправления)</w:t>
      </w:r>
    </w:p>
    <w:p w14:paraId="742F1A51" w14:textId="77777777" w:rsidR="00FD3148" w:rsidRPr="00BC6A56" w:rsidRDefault="00FD3148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color w:val="000000"/>
          <w:sz w:val="24"/>
          <w:szCs w:val="24"/>
          <w:vertAlign w:val="super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3"/>
        <w:gridCol w:w="3712"/>
        <w:gridCol w:w="3653"/>
        <w:gridCol w:w="3756"/>
      </w:tblGrid>
      <w:tr w:rsidR="00A630F6" w:rsidRPr="00BC6A56" w14:paraId="742F1A53" w14:textId="2BABC366" w:rsidTr="00A630F6">
        <w:tc>
          <w:tcPr>
            <w:tcW w:w="5000" w:type="pct"/>
            <w:gridSpan w:val="4"/>
            <w:tcMar>
              <w:top w:w="57" w:type="dxa"/>
              <w:bottom w:w="57" w:type="dxa"/>
            </w:tcMar>
          </w:tcPr>
          <w:p w14:paraId="3366E47B" w14:textId="16E0D708" w:rsidR="00A630F6" w:rsidRPr="00BC6A56" w:rsidRDefault="00A630F6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C6A56">
              <w:rPr>
                <w:rFonts w:cs="Times New Roman"/>
                <w:color w:val="000000"/>
                <w:sz w:val="24"/>
                <w:szCs w:val="24"/>
                <w:lang w:eastAsia="ru-RU"/>
              </w:rPr>
              <w:t>Потребность, руб.</w:t>
            </w:r>
          </w:p>
        </w:tc>
      </w:tr>
      <w:tr w:rsidR="00A630F6" w:rsidRPr="00BC6A56" w14:paraId="742F1A56" w14:textId="0D581E79" w:rsidTr="00F75749">
        <w:tc>
          <w:tcPr>
            <w:tcW w:w="1216" w:type="pct"/>
            <w:tcMar>
              <w:top w:w="57" w:type="dxa"/>
              <w:bottom w:w="57" w:type="dxa"/>
            </w:tcMar>
          </w:tcPr>
          <w:p w14:paraId="742F1A54" w14:textId="42E939D3" w:rsidR="00A630F6" w:rsidRPr="00BC6A56" w:rsidRDefault="00A630F6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C6A56">
              <w:rPr>
                <w:rFonts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BC6A56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1263" w:type="pct"/>
            <w:tcMar>
              <w:top w:w="57" w:type="dxa"/>
              <w:bottom w:w="57" w:type="dxa"/>
            </w:tcMar>
          </w:tcPr>
          <w:p w14:paraId="742F1A55" w14:textId="50AF2A73" w:rsidR="00A630F6" w:rsidRPr="00BC6A56" w:rsidRDefault="00A630F6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C6A56">
              <w:rPr>
                <w:rFonts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BC6A56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1243" w:type="pct"/>
          </w:tcPr>
          <w:p w14:paraId="0895CEFE" w14:textId="6AFC542B" w:rsidR="00A630F6" w:rsidRPr="00BC6A56" w:rsidRDefault="00A630F6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val="en-US" w:eastAsia="ru-RU"/>
              </w:rPr>
            </w:pPr>
            <w:r w:rsidRPr="00BC6A56">
              <w:rPr>
                <w:rFonts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 w:rsidRPr="00BC6A56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1278" w:type="pct"/>
          </w:tcPr>
          <w:p w14:paraId="7632A13D" w14:textId="61749596" w:rsidR="00A630F6" w:rsidRPr="00BC6A56" w:rsidRDefault="00A630F6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val="en-US" w:eastAsia="ru-RU"/>
              </w:rPr>
            </w:pPr>
            <w:r w:rsidRPr="00BC6A56">
              <w:rPr>
                <w:rFonts w:cs="Times New Roman"/>
                <w:color w:val="000000"/>
                <w:sz w:val="24"/>
                <w:szCs w:val="24"/>
                <w:lang w:val="en-US" w:eastAsia="ru-RU"/>
              </w:rPr>
              <w:t>IV</w:t>
            </w:r>
            <w:r w:rsidRPr="00BC6A56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квартал</w:t>
            </w:r>
          </w:p>
        </w:tc>
      </w:tr>
      <w:tr w:rsidR="00F75749" w:rsidRPr="00BC6A56" w14:paraId="742F1A64" w14:textId="534AC12A" w:rsidTr="00F75749">
        <w:tc>
          <w:tcPr>
            <w:tcW w:w="1216" w:type="pct"/>
            <w:tcMar>
              <w:top w:w="57" w:type="dxa"/>
              <w:bottom w:w="57" w:type="dxa"/>
            </w:tcMar>
          </w:tcPr>
          <w:p w14:paraId="742F1A60" w14:textId="77777777" w:rsidR="00F75749" w:rsidRPr="00BC6A56" w:rsidRDefault="00F75749" w:rsidP="00B50450">
            <w:pPr>
              <w:widowControl w:val="0"/>
              <w:autoSpaceDE w:val="0"/>
              <w:autoSpaceDN w:val="0"/>
              <w:ind w:firstLine="0"/>
              <w:contextualSpacing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pct"/>
            <w:tcMar>
              <w:top w:w="57" w:type="dxa"/>
              <w:bottom w:w="57" w:type="dxa"/>
            </w:tcMar>
          </w:tcPr>
          <w:p w14:paraId="742F1A63" w14:textId="77777777" w:rsidR="00F75749" w:rsidRPr="00BC6A56" w:rsidRDefault="00F75749" w:rsidP="00B50450">
            <w:pPr>
              <w:widowControl w:val="0"/>
              <w:autoSpaceDE w:val="0"/>
              <w:autoSpaceDN w:val="0"/>
              <w:ind w:firstLine="0"/>
              <w:contextualSpacing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pct"/>
          </w:tcPr>
          <w:p w14:paraId="58E4D5AB" w14:textId="77777777" w:rsidR="00F75749" w:rsidRPr="00BC6A56" w:rsidRDefault="00F75749" w:rsidP="00B50450">
            <w:pPr>
              <w:widowControl w:val="0"/>
              <w:autoSpaceDE w:val="0"/>
              <w:autoSpaceDN w:val="0"/>
              <w:ind w:firstLine="0"/>
              <w:contextualSpacing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8" w:type="pct"/>
          </w:tcPr>
          <w:p w14:paraId="75E1380E" w14:textId="77777777" w:rsidR="00F75749" w:rsidRPr="00BC6A56" w:rsidRDefault="00F75749" w:rsidP="00B50450">
            <w:pPr>
              <w:widowControl w:val="0"/>
              <w:autoSpaceDE w:val="0"/>
              <w:autoSpaceDN w:val="0"/>
              <w:ind w:firstLine="0"/>
              <w:contextualSpacing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42F1A65" w14:textId="77777777" w:rsidR="00FD3148" w:rsidRPr="00BC6A56" w:rsidRDefault="00FD3148" w:rsidP="00B50450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color w:val="000000"/>
          <w:sz w:val="24"/>
          <w:szCs w:val="24"/>
          <w:lang w:eastAsia="ru-RU"/>
        </w:rPr>
      </w:pPr>
    </w:p>
    <w:p w14:paraId="742F1A68" w14:textId="4FE84BF8" w:rsidR="00FD3148" w:rsidRPr="00BC6A56" w:rsidRDefault="008A0B14" w:rsidP="00B50450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color w:val="000000"/>
          <w:sz w:val="24"/>
          <w:szCs w:val="24"/>
          <w:lang w:eastAsia="ru-RU"/>
        </w:rPr>
      </w:pPr>
      <w:r w:rsidRPr="00BC6A56">
        <w:rPr>
          <w:rFonts w:cs="Times New Roman"/>
          <w:color w:val="000000"/>
          <w:sz w:val="24"/>
          <w:szCs w:val="24"/>
          <w:lang w:eastAsia="ru-RU"/>
        </w:rPr>
        <w:t>Руководитель</w:t>
      </w:r>
    </w:p>
    <w:p w14:paraId="742F1A69" w14:textId="7798F82B" w:rsidR="00FD3148" w:rsidRPr="00BC6A56" w:rsidRDefault="008A0B14" w:rsidP="00B50450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color w:val="000000"/>
          <w:sz w:val="24"/>
          <w:szCs w:val="24"/>
          <w:lang w:eastAsia="ru-RU"/>
        </w:rPr>
      </w:pPr>
      <w:r w:rsidRPr="00BC6A56">
        <w:rPr>
          <w:rFonts w:cs="Times New Roman"/>
          <w:color w:val="000000"/>
          <w:sz w:val="24"/>
          <w:szCs w:val="24"/>
          <w:lang w:eastAsia="ru-RU"/>
        </w:rPr>
        <w:t>(уполномоченное лицо)</w:t>
      </w:r>
      <w:r w:rsidR="00FD3148" w:rsidRPr="00BC6A56">
        <w:rPr>
          <w:rFonts w:cs="Times New Roman"/>
          <w:color w:val="000000"/>
          <w:sz w:val="24"/>
          <w:szCs w:val="24"/>
          <w:lang w:eastAsia="ru-RU"/>
        </w:rPr>
        <w:t xml:space="preserve">                 ___________   ___________   _______________________</w:t>
      </w:r>
    </w:p>
    <w:p w14:paraId="742F1A6A" w14:textId="629A6E97" w:rsidR="00FD3148" w:rsidRPr="00BC6A56" w:rsidRDefault="008A0B14" w:rsidP="00B50450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color w:val="000000"/>
          <w:sz w:val="24"/>
          <w:szCs w:val="24"/>
          <w:lang w:eastAsia="ru-RU"/>
        </w:rPr>
      </w:pPr>
      <w:r w:rsidRPr="00BC6A56">
        <w:rPr>
          <w:rFonts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9F7956" w:rsidRPr="00BC6A56">
        <w:rPr>
          <w:rFonts w:cs="Times New Roman"/>
          <w:color w:val="000000"/>
          <w:sz w:val="24"/>
          <w:szCs w:val="24"/>
          <w:vertAlign w:val="superscript"/>
          <w:lang w:eastAsia="ru-RU"/>
        </w:rPr>
        <w:t xml:space="preserve">   </w:t>
      </w:r>
      <w:r w:rsidR="00FD3148" w:rsidRPr="00BC6A56">
        <w:rPr>
          <w:rFonts w:cs="Times New Roman"/>
          <w:color w:val="000000"/>
          <w:sz w:val="24"/>
          <w:szCs w:val="24"/>
          <w:lang w:eastAsia="ru-RU"/>
        </w:rPr>
        <w:t xml:space="preserve">(должность)        </w:t>
      </w:r>
      <w:r w:rsidR="009F7956" w:rsidRPr="00BC6A56">
        <w:rPr>
          <w:rFonts w:cs="Times New Roman"/>
          <w:color w:val="000000"/>
          <w:sz w:val="24"/>
          <w:szCs w:val="24"/>
          <w:lang w:eastAsia="ru-RU"/>
        </w:rPr>
        <w:t xml:space="preserve">  </w:t>
      </w:r>
      <w:r w:rsidR="00FD3148" w:rsidRPr="00BC6A56">
        <w:rPr>
          <w:rFonts w:cs="Times New Roman"/>
          <w:color w:val="000000"/>
          <w:sz w:val="24"/>
          <w:szCs w:val="24"/>
          <w:lang w:eastAsia="ru-RU"/>
        </w:rPr>
        <w:t xml:space="preserve">(подпись)         </w:t>
      </w:r>
      <w:r w:rsidR="009F7956" w:rsidRPr="00BC6A56">
        <w:rPr>
          <w:rFonts w:cs="Times New Roman"/>
          <w:color w:val="000000"/>
          <w:sz w:val="24"/>
          <w:szCs w:val="24"/>
          <w:lang w:eastAsia="ru-RU"/>
        </w:rPr>
        <w:t xml:space="preserve"> </w:t>
      </w:r>
      <w:r w:rsidRPr="00BC6A56">
        <w:rPr>
          <w:rFonts w:cs="Times New Roman"/>
          <w:color w:val="000000"/>
          <w:sz w:val="24"/>
          <w:szCs w:val="24"/>
          <w:lang w:eastAsia="ru-RU"/>
        </w:rPr>
        <w:t xml:space="preserve">  </w:t>
      </w:r>
      <w:r w:rsidR="00FD3148" w:rsidRPr="00BC6A56">
        <w:rPr>
          <w:rFonts w:cs="Times New Roman"/>
          <w:color w:val="000000"/>
          <w:sz w:val="24"/>
          <w:szCs w:val="24"/>
          <w:lang w:eastAsia="ru-RU"/>
        </w:rPr>
        <w:t xml:space="preserve">  (расшифровка подписи)</w:t>
      </w:r>
      <w:r w:rsidR="009F7956" w:rsidRPr="00BC6A56">
        <w:rPr>
          <w:rFonts w:cs="Times New Roman"/>
          <w:color w:val="000000"/>
          <w:sz w:val="24"/>
          <w:szCs w:val="24"/>
          <w:lang w:eastAsia="ru-RU"/>
        </w:rPr>
        <w:t xml:space="preserve">       </w:t>
      </w:r>
    </w:p>
    <w:p w14:paraId="742F1A6B" w14:textId="77777777" w:rsidR="00FD3148" w:rsidRPr="00BC6A56" w:rsidRDefault="00FD3148" w:rsidP="00B50450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color w:val="000000"/>
          <w:sz w:val="24"/>
          <w:szCs w:val="24"/>
          <w:lang w:eastAsia="ru-RU"/>
        </w:rPr>
      </w:pPr>
    </w:p>
    <w:p w14:paraId="742F1A6C" w14:textId="77777777" w:rsidR="00FD3148" w:rsidRPr="00BC6A56" w:rsidRDefault="00FD3148" w:rsidP="00B50450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color w:val="000000"/>
          <w:sz w:val="24"/>
          <w:szCs w:val="24"/>
          <w:lang w:eastAsia="ru-RU"/>
        </w:rPr>
      </w:pPr>
      <w:r w:rsidRPr="00BC6A56">
        <w:rPr>
          <w:rFonts w:cs="Times New Roman"/>
          <w:color w:val="000000"/>
          <w:sz w:val="24"/>
          <w:szCs w:val="24"/>
          <w:lang w:eastAsia="ru-RU"/>
        </w:rPr>
        <w:t>Исполнитель __________   ____________________   ________________________</w:t>
      </w:r>
    </w:p>
    <w:p w14:paraId="742F1A6D" w14:textId="01AD653E" w:rsidR="00FD3148" w:rsidRPr="00BC6A56" w:rsidRDefault="009F7956" w:rsidP="00B50450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color w:val="000000"/>
          <w:sz w:val="24"/>
          <w:szCs w:val="24"/>
          <w:lang w:eastAsia="ru-RU"/>
        </w:rPr>
      </w:pPr>
      <w:r w:rsidRPr="00BC6A56">
        <w:rPr>
          <w:rFonts w:cs="Times New Roman"/>
          <w:color w:val="000000"/>
          <w:sz w:val="24"/>
          <w:szCs w:val="24"/>
          <w:lang w:eastAsia="ru-RU"/>
        </w:rPr>
        <w:t xml:space="preserve">                            </w:t>
      </w:r>
      <w:r w:rsidR="00FD3148" w:rsidRPr="00BC6A56">
        <w:rPr>
          <w:rFonts w:cs="Times New Roman"/>
          <w:color w:val="000000"/>
          <w:sz w:val="24"/>
          <w:szCs w:val="24"/>
          <w:lang w:eastAsia="ru-RU"/>
        </w:rPr>
        <w:t xml:space="preserve"> (должность)     </w:t>
      </w:r>
      <w:r w:rsidRPr="00BC6A56">
        <w:rPr>
          <w:rFonts w:cs="Times New Roman"/>
          <w:color w:val="000000"/>
          <w:sz w:val="24"/>
          <w:szCs w:val="24"/>
          <w:lang w:eastAsia="ru-RU"/>
        </w:rPr>
        <w:t xml:space="preserve"> </w:t>
      </w:r>
      <w:r w:rsidR="00FD3148" w:rsidRPr="00BC6A56">
        <w:rPr>
          <w:rFonts w:cs="Times New Roman"/>
          <w:color w:val="000000"/>
          <w:sz w:val="24"/>
          <w:szCs w:val="24"/>
          <w:lang w:eastAsia="ru-RU"/>
        </w:rPr>
        <w:t xml:space="preserve"> </w:t>
      </w:r>
      <w:r w:rsidRPr="00BC6A56">
        <w:rPr>
          <w:rFonts w:cs="Times New Roman"/>
          <w:color w:val="000000"/>
          <w:sz w:val="24"/>
          <w:szCs w:val="24"/>
          <w:lang w:eastAsia="ru-RU"/>
        </w:rPr>
        <w:t xml:space="preserve"> </w:t>
      </w:r>
      <w:r w:rsidR="00FD3148" w:rsidRPr="00BC6A56">
        <w:rPr>
          <w:rFonts w:cs="Times New Roman"/>
          <w:color w:val="000000"/>
          <w:sz w:val="24"/>
          <w:szCs w:val="24"/>
          <w:lang w:eastAsia="ru-RU"/>
        </w:rPr>
        <w:t xml:space="preserve">  (фамилия, инициалы</w:t>
      </w:r>
      <w:r w:rsidR="008A0B14" w:rsidRPr="00BC6A56">
        <w:rPr>
          <w:rFonts w:cs="Times New Roman"/>
          <w:color w:val="000000"/>
          <w:sz w:val="24"/>
          <w:szCs w:val="24"/>
          <w:lang w:eastAsia="ru-RU"/>
        </w:rPr>
        <w:t xml:space="preserve">)              </w:t>
      </w:r>
      <w:r w:rsidR="00FD3148" w:rsidRPr="00BC6A56">
        <w:rPr>
          <w:rFonts w:cs="Times New Roman"/>
          <w:color w:val="000000"/>
          <w:sz w:val="24"/>
          <w:szCs w:val="24"/>
          <w:lang w:eastAsia="ru-RU"/>
        </w:rPr>
        <w:t>(телефон с кодом города)</w:t>
      </w:r>
      <w:r w:rsidRPr="00BC6A56">
        <w:rPr>
          <w:rFonts w:cs="Times New Roman"/>
          <w:color w:val="000000"/>
          <w:sz w:val="24"/>
          <w:szCs w:val="24"/>
          <w:lang w:eastAsia="ru-RU"/>
        </w:rPr>
        <w:t xml:space="preserve">      </w:t>
      </w:r>
    </w:p>
    <w:p w14:paraId="742F1A6E" w14:textId="77777777" w:rsidR="00FD3148" w:rsidRPr="00BC6A56" w:rsidRDefault="00FD3148" w:rsidP="00B50450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color w:val="000000"/>
          <w:sz w:val="24"/>
          <w:szCs w:val="24"/>
          <w:lang w:eastAsia="ru-RU"/>
        </w:rPr>
      </w:pPr>
    </w:p>
    <w:p w14:paraId="742F1A71" w14:textId="2CA2EA65" w:rsidR="00FD3148" w:rsidRPr="00BC6A56" w:rsidRDefault="00FD3148" w:rsidP="00B50450">
      <w:pPr>
        <w:widowControl w:val="0"/>
        <w:autoSpaceDE w:val="0"/>
        <w:autoSpaceDN w:val="0"/>
        <w:ind w:firstLine="0"/>
        <w:contextualSpacing/>
        <w:jc w:val="both"/>
        <w:rPr>
          <w:color w:val="000000"/>
          <w:sz w:val="24"/>
          <w:szCs w:val="24"/>
        </w:rPr>
      </w:pPr>
      <w:r w:rsidRPr="00BC6A56">
        <w:rPr>
          <w:rFonts w:cs="Times New Roman"/>
          <w:color w:val="000000"/>
          <w:sz w:val="24"/>
          <w:szCs w:val="24"/>
          <w:lang w:eastAsia="ru-RU"/>
        </w:rPr>
        <w:t>«___» ________ 20___ г.</w:t>
      </w:r>
    </w:p>
    <w:p w14:paraId="742F1A72" w14:textId="77777777" w:rsidR="00FD3148" w:rsidRPr="00FD3148" w:rsidRDefault="00FD3148" w:rsidP="00B50450">
      <w:pPr>
        <w:contextualSpacing/>
        <w:rPr>
          <w:color w:val="000000"/>
          <w:vertAlign w:val="superscript"/>
        </w:rPr>
        <w:sectPr w:rsidR="00FD3148" w:rsidRPr="00FD3148" w:rsidSect="00240E3E">
          <w:pgSz w:w="16838" w:h="11905" w:orient="landscape"/>
          <w:pgMar w:top="1985" w:right="1134" w:bottom="567" w:left="1134" w:header="0" w:footer="0" w:gutter="0"/>
          <w:cols w:space="720"/>
          <w:titlePg/>
          <w:docGrid w:linePitch="381"/>
        </w:sectPr>
      </w:pPr>
    </w:p>
    <w:p w14:paraId="6DC00733" w14:textId="5337B9E9" w:rsidR="00FA38C7" w:rsidRPr="00FD3148" w:rsidRDefault="00FA38C7" w:rsidP="00B50450">
      <w:pPr>
        <w:widowControl w:val="0"/>
        <w:autoSpaceDE w:val="0"/>
        <w:autoSpaceDN w:val="0"/>
        <w:ind w:left="10773" w:firstLine="0"/>
        <w:contextualSpacing/>
        <w:outlineLvl w:val="1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lastRenderedPageBreak/>
        <w:t xml:space="preserve">Приложение </w:t>
      </w:r>
      <w:r>
        <w:rPr>
          <w:rFonts w:cs="Times New Roman"/>
          <w:color w:val="000000"/>
          <w:szCs w:val="28"/>
          <w:lang w:eastAsia="ru-RU"/>
        </w:rPr>
        <w:t>3</w:t>
      </w:r>
    </w:p>
    <w:p w14:paraId="7AE129F5" w14:textId="77777777" w:rsidR="00FA38C7" w:rsidRPr="00FD3148" w:rsidRDefault="00FA38C7" w:rsidP="00B50450">
      <w:pPr>
        <w:widowControl w:val="0"/>
        <w:autoSpaceDE w:val="0"/>
        <w:autoSpaceDN w:val="0"/>
        <w:ind w:left="10773" w:firstLine="0"/>
        <w:contextualSpacing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к Методике и правилам</w:t>
      </w:r>
    </w:p>
    <w:p w14:paraId="2B1394B7" w14:textId="77777777" w:rsidR="00FA38C7" w:rsidRPr="00FD3148" w:rsidRDefault="00FA38C7" w:rsidP="00B50450">
      <w:pPr>
        <w:widowControl w:val="0"/>
        <w:autoSpaceDE w:val="0"/>
        <w:autoSpaceDN w:val="0"/>
        <w:ind w:left="6804" w:firstLine="0"/>
        <w:contextualSpacing/>
        <w:rPr>
          <w:rFonts w:cs="Times New Roman"/>
          <w:color w:val="000000"/>
          <w:szCs w:val="28"/>
          <w:lang w:eastAsia="ru-RU"/>
        </w:rPr>
      </w:pPr>
    </w:p>
    <w:p w14:paraId="293CFBEF" w14:textId="77777777" w:rsidR="00FA38C7" w:rsidRPr="00FD3148" w:rsidRDefault="00FA38C7" w:rsidP="00B50450">
      <w:pPr>
        <w:widowControl w:val="0"/>
        <w:autoSpaceDE w:val="0"/>
        <w:autoSpaceDN w:val="0"/>
        <w:ind w:left="6804" w:firstLine="3969"/>
        <w:contextualSpacing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Форма</w:t>
      </w:r>
    </w:p>
    <w:p w14:paraId="2399D64B" w14:textId="77777777" w:rsidR="00FA38C7" w:rsidRDefault="00FA38C7" w:rsidP="00B50450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color w:val="000000"/>
          <w:szCs w:val="28"/>
          <w:lang w:eastAsia="ru-RU"/>
        </w:rPr>
      </w:pPr>
    </w:p>
    <w:p w14:paraId="4B1B197C" w14:textId="77777777" w:rsidR="00FA38C7" w:rsidRDefault="00FA38C7" w:rsidP="00B50450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color w:val="000000"/>
          <w:szCs w:val="28"/>
          <w:lang w:eastAsia="ru-RU"/>
        </w:rPr>
      </w:pPr>
    </w:p>
    <w:p w14:paraId="143FF7DC" w14:textId="77777777" w:rsidR="00FA38C7" w:rsidRPr="00FD3148" w:rsidRDefault="00FA38C7" w:rsidP="00B50450">
      <w:pPr>
        <w:ind w:left="8931" w:firstLine="0"/>
        <w:contextualSpacing/>
        <w:rPr>
          <w:rFonts w:cs="Times New Roman"/>
          <w:color w:val="000000"/>
          <w:szCs w:val="28"/>
        </w:rPr>
      </w:pPr>
      <w:r w:rsidRPr="00FD3148">
        <w:rPr>
          <w:rFonts w:cs="Times New Roman"/>
          <w:color w:val="000000"/>
          <w:szCs w:val="28"/>
        </w:rPr>
        <w:t>УТВЕРЖДАЮ</w:t>
      </w:r>
    </w:p>
    <w:p w14:paraId="75146319" w14:textId="77777777" w:rsidR="00FA38C7" w:rsidRPr="00FD3148" w:rsidRDefault="00FA38C7" w:rsidP="00B50450">
      <w:pPr>
        <w:ind w:left="8931" w:firstLine="0"/>
        <w:contextualSpacing/>
        <w:rPr>
          <w:rFonts w:cs="Times New Roman"/>
          <w:color w:val="000000"/>
          <w:sz w:val="24"/>
          <w:szCs w:val="24"/>
        </w:rPr>
      </w:pPr>
      <w:r w:rsidRPr="00FD3148">
        <w:rPr>
          <w:rFonts w:cs="Times New Roman"/>
          <w:color w:val="000000"/>
        </w:rPr>
        <w:t xml:space="preserve">_______________________________________ </w:t>
      </w:r>
    </w:p>
    <w:p w14:paraId="2A2AAE6B" w14:textId="77777777" w:rsidR="00FA38C7" w:rsidRPr="00FD3148" w:rsidRDefault="00FA38C7" w:rsidP="00B50450">
      <w:pPr>
        <w:ind w:left="8931" w:right="-144" w:firstLine="0"/>
        <w:contextualSpacing/>
        <w:jc w:val="center"/>
        <w:rPr>
          <w:rFonts w:cs="Times New Roman"/>
          <w:color w:val="000000"/>
          <w:sz w:val="24"/>
          <w:szCs w:val="24"/>
        </w:rPr>
      </w:pPr>
      <w:r w:rsidRPr="00FD3148">
        <w:rPr>
          <w:rFonts w:cs="Times New Roman"/>
          <w:color w:val="000000"/>
          <w:sz w:val="24"/>
          <w:szCs w:val="24"/>
        </w:rPr>
        <w:t>(наименование должности главы</w:t>
      </w:r>
    </w:p>
    <w:p w14:paraId="42720DEC" w14:textId="77777777" w:rsidR="00FA38C7" w:rsidRPr="00FD3148" w:rsidRDefault="00FA38C7" w:rsidP="00B50450">
      <w:pPr>
        <w:ind w:left="8931" w:right="-144" w:firstLine="0"/>
        <w:contextualSpacing/>
        <w:jc w:val="center"/>
        <w:rPr>
          <w:rFonts w:cs="Times New Roman"/>
          <w:color w:val="000000"/>
          <w:sz w:val="24"/>
          <w:szCs w:val="24"/>
        </w:rPr>
      </w:pPr>
      <w:r w:rsidRPr="00FD3148">
        <w:rPr>
          <w:rFonts w:cs="Times New Roman"/>
          <w:color w:val="000000"/>
          <w:sz w:val="24"/>
          <w:szCs w:val="24"/>
        </w:rPr>
        <w:t>муниципального образования области)</w:t>
      </w:r>
    </w:p>
    <w:p w14:paraId="2C8CE26A" w14:textId="77777777" w:rsidR="00FA38C7" w:rsidRPr="00FD3148" w:rsidRDefault="00FA38C7" w:rsidP="00B50450">
      <w:pPr>
        <w:ind w:left="8931" w:firstLine="0"/>
        <w:contextualSpacing/>
        <w:rPr>
          <w:rFonts w:cs="Times New Roman"/>
          <w:color w:val="000000"/>
          <w:sz w:val="24"/>
          <w:szCs w:val="24"/>
        </w:rPr>
      </w:pPr>
      <w:r w:rsidRPr="00FD3148">
        <w:rPr>
          <w:rFonts w:cs="Times New Roman"/>
          <w:color w:val="000000"/>
          <w:sz w:val="24"/>
          <w:szCs w:val="24"/>
        </w:rPr>
        <w:t>____________________     _______________________</w:t>
      </w:r>
    </w:p>
    <w:p w14:paraId="33D6C185" w14:textId="77777777" w:rsidR="00FA38C7" w:rsidRPr="00FD3148" w:rsidRDefault="00FA38C7" w:rsidP="00B50450">
      <w:pPr>
        <w:ind w:left="8931" w:firstLine="0"/>
        <w:contextualSpacing/>
        <w:rPr>
          <w:rFonts w:cs="Times New Roman"/>
          <w:color w:val="000000"/>
          <w:sz w:val="24"/>
          <w:szCs w:val="24"/>
        </w:rPr>
      </w:pPr>
      <w:r w:rsidRPr="00FD3148">
        <w:rPr>
          <w:rFonts w:cs="Times New Roman"/>
          <w:color w:val="000000"/>
          <w:sz w:val="24"/>
          <w:szCs w:val="24"/>
        </w:rPr>
        <w:t xml:space="preserve">           (подпись)                   (расшифровка подписи)</w:t>
      </w:r>
    </w:p>
    <w:p w14:paraId="39FF5A82" w14:textId="0EB29027" w:rsidR="00FA38C7" w:rsidRDefault="00FA38C7" w:rsidP="00B50450">
      <w:pPr>
        <w:tabs>
          <w:tab w:val="left" w:pos="5103"/>
        </w:tabs>
        <w:autoSpaceDE w:val="0"/>
        <w:autoSpaceDN w:val="0"/>
        <w:adjustRightInd w:val="0"/>
        <w:ind w:left="8931" w:firstLine="0"/>
        <w:contextualSpacing/>
        <w:rPr>
          <w:rFonts w:cs="Times New Roman"/>
          <w:color w:val="000000"/>
          <w:szCs w:val="28"/>
        </w:rPr>
      </w:pPr>
      <w:r w:rsidRPr="00FD3148">
        <w:rPr>
          <w:rFonts w:cs="Times New Roman"/>
          <w:color w:val="000000"/>
        </w:rPr>
        <w:t>«____» ______________ 20____ г.</w:t>
      </w:r>
    </w:p>
    <w:p w14:paraId="7350DAF7" w14:textId="77777777" w:rsidR="00FA38C7" w:rsidRDefault="00FA38C7" w:rsidP="00B50450">
      <w:pPr>
        <w:tabs>
          <w:tab w:val="left" w:pos="5103"/>
        </w:tabs>
        <w:autoSpaceDE w:val="0"/>
        <w:autoSpaceDN w:val="0"/>
        <w:adjustRightInd w:val="0"/>
        <w:ind w:left="3828" w:firstLine="5386"/>
        <w:contextualSpacing/>
        <w:rPr>
          <w:rFonts w:cs="Times New Roman"/>
          <w:color w:val="000000"/>
          <w:szCs w:val="28"/>
        </w:rPr>
      </w:pPr>
    </w:p>
    <w:p w14:paraId="7FED3BC6" w14:textId="77777777" w:rsidR="00FA38C7" w:rsidRPr="00FD3148" w:rsidRDefault="00FA38C7" w:rsidP="00B50450">
      <w:pPr>
        <w:tabs>
          <w:tab w:val="left" w:pos="5103"/>
        </w:tabs>
        <w:autoSpaceDE w:val="0"/>
        <w:autoSpaceDN w:val="0"/>
        <w:adjustRightInd w:val="0"/>
        <w:ind w:left="3828" w:firstLine="5386"/>
        <w:contextualSpacing/>
        <w:rPr>
          <w:rFonts w:cs="Times New Roman"/>
          <w:color w:val="000000"/>
          <w:szCs w:val="28"/>
        </w:rPr>
      </w:pPr>
    </w:p>
    <w:p w14:paraId="5FBEC63F" w14:textId="3D62FC70" w:rsidR="00FA38C7" w:rsidRPr="00FD3148" w:rsidRDefault="00FA38C7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color w:val="000000"/>
          <w:szCs w:val="28"/>
          <w:lang w:eastAsia="ru-RU"/>
        </w:rPr>
      </w:pPr>
      <w:r>
        <w:rPr>
          <w:rFonts w:cs="Times New Roman"/>
          <w:b/>
          <w:color w:val="000000"/>
          <w:szCs w:val="28"/>
          <w:lang w:eastAsia="ru-RU"/>
        </w:rPr>
        <w:t>АКТ</w:t>
      </w:r>
    </w:p>
    <w:p w14:paraId="677C8CE1" w14:textId="7E004F38" w:rsidR="00FA38C7" w:rsidRPr="001971DB" w:rsidRDefault="00FA38C7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color w:val="000000"/>
          <w:szCs w:val="28"/>
          <w:lang w:eastAsia="ru-RU"/>
        </w:rPr>
      </w:pPr>
      <w:r>
        <w:rPr>
          <w:rFonts w:cs="Times New Roman"/>
          <w:b/>
          <w:color w:val="000000"/>
          <w:szCs w:val="28"/>
          <w:lang w:eastAsia="ru-RU"/>
        </w:rPr>
        <w:t>выполненных работ</w:t>
      </w:r>
      <w:r w:rsidRPr="00FD3148">
        <w:rPr>
          <w:rFonts w:cs="Times New Roman"/>
          <w:b/>
          <w:color w:val="000000"/>
          <w:szCs w:val="28"/>
          <w:lang w:eastAsia="ru-RU"/>
        </w:rPr>
        <w:t xml:space="preserve"> </w:t>
      </w:r>
      <w:r w:rsidR="00E6659D">
        <w:rPr>
          <w:rFonts w:cs="Times New Roman"/>
          <w:b/>
          <w:color w:val="000000"/>
          <w:szCs w:val="28"/>
          <w:lang w:eastAsia="ru-RU"/>
        </w:rPr>
        <w:t xml:space="preserve">по </w:t>
      </w:r>
      <w:r w:rsidR="00E6659D" w:rsidRPr="001D06A1">
        <w:rPr>
          <w:rFonts w:cs="Times New Roman"/>
          <w:b/>
          <w:color w:val="000000"/>
          <w:szCs w:val="28"/>
          <w:lang w:eastAsia="ru-RU"/>
        </w:rPr>
        <w:t>содержанию и обслуживанию</w:t>
      </w:r>
      <w:r w:rsidR="00E6659D" w:rsidRPr="001D06A1" w:rsidDel="001D06A1">
        <w:rPr>
          <w:rFonts w:cs="Times New Roman"/>
          <w:b/>
          <w:color w:val="000000"/>
          <w:szCs w:val="28"/>
          <w:lang w:eastAsia="ru-RU"/>
        </w:rPr>
        <w:t xml:space="preserve"> </w:t>
      </w:r>
      <w:r w:rsidR="00E6659D" w:rsidRPr="008212D9">
        <w:rPr>
          <w:rFonts w:cs="Times New Roman"/>
          <w:b/>
          <w:color w:val="000000"/>
          <w:szCs w:val="28"/>
          <w:lang w:eastAsia="ru-RU"/>
        </w:rPr>
        <w:t>кислогудронных прудов</w:t>
      </w:r>
    </w:p>
    <w:p w14:paraId="30358C99" w14:textId="77777777" w:rsidR="00FA38C7" w:rsidRPr="00FD3148" w:rsidRDefault="00FA38C7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color w:val="000000"/>
          <w:szCs w:val="28"/>
          <w:lang w:eastAsia="ru-RU"/>
        </w:rPr>
      </w:pPr>
      <w:r w:rsidRPr="001971DB">
        <w:rPr>
          <w:rFonts w:cs="Times New Roman"/>
          <w:color w:val="000000"/>
          <w:szCs w:val="28"/>
          <w:lang w:eastAsia="ru-RU"/>
        </w:rPr>
        <w:t>____________________________________________________________</w:t>
      </w:r>
    </w:p>
    <w:p w14:paraId="115FA2E6" w14:textId="77777777" w:rsidR="00FA38C7" w:rsidRDefault="00FA38C7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color w:val="000000"/>
          <w:sz w:val="24"/>
          <w:szCs w:val="24"/>
          <w:lang w:eastAsia="ru-RU"/>
        </w:rPr>
      </w:pPr>
      <w:r w:rsidRPr="00FD3148">
        <w:rPr>
          <w:rFonts w:cs="Times New Roman"/>
          <w:b/>
          <w:color w:val="000000"/>
          <w:sz w:val="24"/>
          <w:szCs w:val="24"/>
          <w:lang w:eastAsia="ru-RU"/>
        </w:rPr>
        <w:t>(наименование органа местного самоуправления)</w:t>
      </w:r>
    </w:p>
    <w:p w14:paraId="1CF918D0" w14:textId="05F0FBBE" w:rsidR="00FA38C7" w:rsidRDefault="001B4EEC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color w:val="000000"/>
          <w:szCs w:val="28"/>
          <w:lang w:eastAsia="ru-RU"/>
        </w:rPr>
      </w:pPr>
      <w:r>
        <w:rPr>
          <w:rFonts w:cs="Times New Roman"/>
          <w:b/>
          <w:color w:val="000000"/>
          <w:szCs w:val="28"/>
          <w:lang w:eastAsia="ru-RU"/>
        </w:rPr>
        <w:t xml:space="preserve">за </w:t>
      </w:r>
      <w:r w:rsidR="00747F58">
        <w:rPr>
          <w:rFonts w:cs="Times New Roman"/>
          <w:b/>
          <w:color w:val="000000"/>
          <w:szCs w:val="28"/>
          <w:lang w:eastAsia="ru-RU"/>
        </w:rPr>
        <w:t>________</w:t>
      </w:r>
      <w:r>
        <w:rPr>
          <w:rFonts w:cs="Times New Roman"/>
          <w:b/>
          <w:color w:val="000000"/>
          <w:szCs w:val="28"/>
          <w:lang w:eastAsia="ru-RU"/>
        </w:rPr>
        <w:t>_____________</w:t>
      </w:r>
      <w:r w:rsidR="00747F58">
        <w:rPr>
          <w:rFonts w:cs="Times New Roman"/>
          <w:b/>
          <w:color w:val="000000"/>
          <w:szCs w:val="28"/>
          <w:lang w:eastAsia="ru-RU"/>
        </w:rPr>
        <w:t>____</w:t>
      </w:r>
    </w:p>
    <w:p w14:paraId="3DF1D0C7" w14:textId="3BEEA9B0" w:rsidR="00480A49" w:rsidRDefault="001B4EEC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color w:val="000000"/>
          <w:sz w:val="24"/>
          <w:szCs w:val="24"/>
          <w:lang w:eastAsia="ru-RU"/>
        </w:rPr>
      </w:pPr>
      <w:r w:rsidRPr="00C13247">
        <w:rPr>
          <w:rFonts w:cs="Times New Roman"/>
          <w:b/>
          <w:color w:val="000000"/>
          <w:sz w:val="24"/>
          <w:szCs w:val="24"/>
          <w:lang w:eastAsia="ru-RU"/>
        </w:rPr>
        <w:t>(отчетный период)</w:t>
      </w:r>
    </w:p>
    <w:p w14:paraId="363C400D" w14:textId="77777777" w:rsidR="001B4EEC" w:rsidRPr="00C13247" w:rsidRDefault="001B4EEC" w:rsidP="00B50450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b/>
          <w:color w:val="000000"/>
          <w:sz w:val="24"/>
          <w:szCs w:val="24"/>
          <w:lang w:eastAsia="ru-RU"/>
        </w:rPr>
      </w:pPr>
    </w:p>
    <w:p w14:paraId="518601F3" w14:textId="08F662B2" w:rsidR="00E6659D" w:rsidRPr="00FD3148" w:rsidRDefault="00E6659D" w:rsidP="00B50450">
      <w:pPr>
        <w:contextualSpacing/>
        <w:jc w:val="right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«___» _______________ 20</w:t>
      </w:r>
      <w:r w:rsidR="007A67C9">
        <w:rPr>
          <w:rFonts w:cs="Times New Roman"/>
          <w:color w:val="000000"/>
          <w:szCs w:val="28"/>
          <w:lang w:eastAsia="ru-RU"/>
        </w:rPr>
        <w:t>____</w:t>
      </w:r>
      <w:r w:rsidRPr="00FD3148">
        <w:rPr>
          <w:rFonts w:cs="Times New Roman"/>
          <w:color w:val="000000"/>
          <w:szCs w:val="28"/>
          <w:lang w:eastAsia="ru-RU"/>
        </w:rPr>
        <w:t xml:space="preserve"> года</w:t>
      </w:r>
    </w:p>
    <w:p w14:paraId="1D05B3ED" w14:textId="77777777" w:rsidR="00E6659D" w:rsidRPr="00FD3148" w:rsidRDefault="00E6659D" w:rsidP="00B50450">
      <w:pPr>
        <w:tabs>
          <w:tab w:val="left" w:pos="9638"/>
        </w:tabs>
        <w:ind w:right="-82"/>
        <w:contextualSpacing/>
        <w:jc w:val="right"/>
        <w:rPr>
          <w:rFonts w:cs="Times New Roman"/>
          <w:color w:val="000000"/>
          <w:szCs w:val="28"/>
          <w:lang w:eastAsia="ru-RU"/>
        </w:rPr>
      </w:pPr>
    </w:p>
    <w:p w14:paraId="7ED45892" w14:textId="04B47938" w:rsidR="00E6659D" w:rsidRPr="00FD3148" w:rsidRDefault="00E6659D" w:rsidP="00B50450">
      <w:pPr>
        <w:contextualSpacing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Исполнитель работ: ___________________________________________</w:t>
      </w:r>
      <w:r>
        <w:rPr>
          <w:rFonts w:cs="Times New Roman"/>
          <w:color w:val="000000"/>
          <w:szCs w:val="28"/>
          <w:lang w:eastAsia="ru-RU"/>
        </w:rPr>
        <w:t>______________________________________</w:t>
      </w:r>
    </w:p>
    <w:p w14:paraId="3356D233" w14:textId="77777777" w:rsidR="00E6659D" w:rsidRPr="00FD3148" w:rsidRDefault="00E6659D" w:rsidP="00B50450">
      <w:pPr>
        <w:contextualSpacing/>
        <w:jc w:val="center"/>
        <w:rPr>
          <w:rFonts w:cs="Times New Roman"/>
          <w:color w:val="000000"/>
          <w:sz w:val="24"/>
          <w:szCs w:val="24"/>
          <w:lang w:eastAsia="ru-RU"/>
        </w:rPr>
      </w:pPr>
      <w:r w:rsidRPr="00FD3148">
        <w:rPr>
          <w:rFonts w:cs="Times New Roman"/>
          <w:color w:val="000000"/>
          <w:sz w:val="24"/>
          <w:szCs w:val="24"/>
          <w:lang w:eastAsia="ru-RU"/>
        </w:rPr>
        <w:t xml:space="preserve">                                   (наименование организации, юридический адрес, ИНН)</w:t>
      </w:r>
    </w:p>
    <w:p w14:paraId="24CABD6E" w14:textId="5E1B29A8" w:rsidR="00E6659D" w:rsidRPr="00FD3148" w:rsidRDefault="00E6659D" w:rsidP="00B50450">
      <w:pPr>
        <w:ind w:firstLine="0"/>
        <w:contextualSpacing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______________________________</w:t>
      </w:r>
      <w:r>
        <w:rPr>
          <w:rFonts w:cs="Times New Roman"/>
          <w:color w:val="000000"/>
          <w:szCs w:val="28"/>
          <w:lang w:eastAsia="ru-RU"/>
        </w:rPr>
        <w:t>______________________________________</w:t>
      </w:r>
      <w:r w:rsidRPr="00FD3148">
        <w:rPr>
          <w:rFonts w:cs="Times New Roman"/>
          <w:color w:val="000000"/>
          <w:szCs w:val="28"/>
          <w:lang w:eastAsia="ru-RU"/>
        </w:rPr>
        <w:t>_____</w:t>
      </w:r>
      <w:r>
        <w:rPr>
          <w:rFonts w:cs="Times New Roman"/>
          <w:color w:val="000000"/>
          <w:szCs w:val="28"/>
          <w:lang w:eastAsia="ru-RU"/>
        </w:rPr>
        <w:t>_______________________________</w:t>
      </w:r>
    </w:p>
    <w:p w14:paraId="10D1E2B4" w14:textId="6619FEF8" w:rsidR="00E6659D" w:rsidRPr="00FD3148" w:rsidRDefault="00E6659D" w:rsidP="00B50450">
      <w:pPr>
        <w:contextualSpacing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Место проведения работ:_______________________________________</w:t>
      </w:r>
      <w:r>
        <w:rPr>
          <w:rFonts w:cs="Times New Roman"/>
          <w:color w:val="000000"/>
          <w:szCs w:val="28"/>
          <w:lang w:eastAsia="ru-RU"/>
        </w:rPr>
        <w:t>_____________________________________</w:t>
      </w:r>
      <w:r w:rsidRPr="00FD3148">
        <w:rPr>
          <w:rFonts w:cs="Times New Roman"/>
          <w:color w:val="000000"/>
          <w:szCs w:val="28"/>
          <w:lang w:eastAsia="ru-RU"/>
        </w:rPr>
        <w:t xml:space="preserve">_ </w:t>
      </w:r>
    </w:p>
    <w:p w14:paraId="5EF2E0A4" w14:textId="53209DC9" w:rsidR="00E6659D" w:rsidRPr="00FD3148" w:rsidRDefault="00E6659D" w:rsidP="00B50450">
      <w:pPr>
        <w:contextualSpacing/>
        <w:jc w:val="center"/>
        <w:rPr>
          <w:rFonts w:cs="Times New Roman"/>
          <w:color w:val="000000"/>
          <w:sz w:val="24"/>
          <w:szCs w:val="24"/>
          <w:lang w:eastAsia="ru-RU"/>
        </w:rPr>
      </w:pPr>
      <w:r w:rsidRPr="00FD3148">
        <w:rPr>
          <w:rFonts w:cs="Times New Roman"/>
          <w:color w:val="000000"/>
          <w:sz w:val="24"/>
          <w:szCs w:val="24"/>
          <w:lang w:eastAsia="ru-RU"/>
        </w:rPr>
        <w:t xml:space="preserve">                                             (наименование муниципального образования области</w:t>
      </w:r>
      <w:r>
        <w:rPr>
          <w:rFonts w:cs="Times New Roman"/>
          <w:color w:val="000000"/>
          <w:sz w:val="24"/>
          <w:szCs w:val="24"/>
          <w:lang w:eastAsia="ru-RU"/>
        </w:rPr>
        <w:t>, адрес/</w:t>
      </w:r>
      <w:r w:rsidR="001B4EEC">
        <w:rPr>
          <w:rFonts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cs="Times New Roman"/>
          <w:color w:val="000000"/>
          <w:sz w:val="24"/>
          <w:szCs w:val="24"/>
          <w:lang w:eastAsia="ru-RU"/>
        </w:rPr>
        <w:t>кадастровый номер земельного участка</w:t>
      </w:r>
      <w:r w:rsidRPr="00FD3148">
        <w:rPr>
          <w:rFonts w:cs="Times New Roman"/>
          <w:color w:val="000000"/>
          <w:sz w:val="24"/>
          <w:szCs w:val="24"/>
          <w:lang w:eastAsia="ru-RU"/>
        </w:rPr>
        <w:t>)</w:t>
      </w:r>
    </w:p>
    <w:p w14:paraId="5385B1B2" w14:textId="0BED8C39" w:rsidR="00747F58" w:rsidRDefault="00E6659D" w:rsidP="00B50450">
      <w:pPr>
        <w:ind w:firstLine="0"/>
        <w:contextualSpacing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_________________________________________________________</w:t>
      </w:r>
      <w:r>
        <w:rPr>
          <w:rFonts w:cs="Times New Roman"/>
          <w:color w:val="000000"/>
          <w:szCs w:val="28"/>
          <w:lang w:eastAsia="ru-RU"/>
        </w:rPr>
        <w:t>______________________________________</w:t>
      </w:r>
      <w:r w:rsidRPr="00FD3148">
        <w:rPr>
          <w:rFonts w:cs="Times New Roman"/>
          <w:color w:val="000000"/>
          <w:szCs w:val="28"/>
          <w:lang w:eastAsia="ru-RU"/>
        </w:rPr>
        <w:t>_________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938"/>
        <w:gridCol w:w="2835"/>
        <w:gridCol w:w="3261"/>
      </w:tblGrid>
      <w:tr w:rsidR="00E26165" w:rsidRPr="00FD3148" w14:paraId="00198C3D" w14:textId="77777777" w:rsidTr="00C13247">
        <w:trPr>
          <w:trHeight w:val="340"/>
        </w:trPr>
        <w:tc>
          <w:tcPr>
            <w:tcW w:w="675" w:type="dxa"/>
            <w:vMerge w:val="restart"/>
          </w:tcPr>
          <w:p w14:paraId="6C137552" w14:textId="77777777" w:rsidR="00E26165" w:rsidRPr="00E26165" w:rsidRDefault="00E26165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Cs w:val="28"/>
                <w:lang w:val="en-US" w:eastAsia="ru-RU"/>
              </w:rPr>
            </w:pPr>
            <w:r w:rsidRPr="00E26165">
              <w:rPr>
                <w:rFonts w:cs="Times New Roman"/>
                <w:color w:val="000000"/>
                <w:szCs w:val="28"/>
                <w:lang w:val="en-US" w:eastAsia="ru-RU"/>
              </w:rPr>
              <w:lastRenderedPageBreak/>
              <w:t>№</w:t>
            </w:r>
          </w:p>
          <w:p w14:paraId="4188B603" w14:textId="77777777" w:rsidR="00E26165" w:rsidRPr="00E26165" w:rsidRDefault="00E26165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Cs w:val="28"/>
                <w:lang w:val="en-US" w:eastAsia="ru-RU"/>
              </w:rPr>
            </w:pPr>
            <w:r w:rsidRPr="00E26165">
              <w:rPr>
                <w:rFonts w:cs="Times New Roman"/>
                <w:color w:val="000000"/>
                <w:szCs w:val="28"/>
                <w:lang w:val="en-US" w:eastAsia="ru-RU"/>
              </w:rPr>
              <w:t>п/п</w:t>
            </w:r>
          </w:p>
        </w:tc>
        <w:tc>
          <w:tcPr>
            <w:tcW w:w="7938" w:type="dxa"/>
            <w:vMerge w:val="restart"/>
          </w:tcPr>
          <w:p w14:paraId="34BB683C" w14:textId="72167303" w:rsidR="00E26165" w:rsidRPr="00E26165" w:rsidRDefault="00E26165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Cs w:val="28"/>
                <w:lang w:val="en-US" w:eastAsia="ru-RU"/>
              </w:rPr>
            </w:pPr>
            <w:r w:rsidRPr="00E26165">
              <w:rPr>
                <w:rFonts w:cs="Times New Roman"/>
                <w:color w:val="000000"/>
                <w:szCs w:val="28"/>
                <w:lang w:val="en-US" w:eastAsia="ru-RU"/>
              </w:rPr>
              <w:t>Наименование работ</w:t>
            </w:r>
          </w:p>
          <w:p w14:paraId="149A82CB" w14:textId="77777777" w:rsidR="00E26165" w:rsidRPr="00E26165" w:rsidRDefault="00E26165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Cs w:val="28"/>
                <w:lang w:val="en-US" w:eastAsia="ru-RU"/>
              </w:rPr>
            </w:pPr>
          </w:p>
        </w:tc>
        <w:tc>
          <w:tcPr>
            <w:tcW w:w="6096" w:type="dxa"/>
            <w:gridSpan w:val="2"/>
          </w:tcPr>
          <w:p w14:paraId="3EC752B6" w14:textId="739518C0" w:rsidR="00E26165" w:rsidRPr="00E26165" w:rsidRDefault="00E26165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Cs w:val="28"/>
                <w:lang w:val="en-US" w:eastAsia="ru-RU"/>
              </w:rPr>
            </w:pPr>
            <w:r w:rsidRPr="00E26165">
              <w:rPr>
                <w:rFonts w:cs="Times New Roman"/>
                <w:color w:val="000000"/>
                <w:szCs w:val="28"/>
                <w:lang w:val="en-US" w:eastAsia="ru-RU"/>
              </w:rPr>
              <w:t>С</w:t>
            </w:r>
            <w:r>
              <w:rPr>
                <w:rFonts w:cs="Times New Roman"/>
                <w:color w:val="000000"/>
                <w:szCs w:val="28"/>
                <w:lang w:val="en-US" w:eastAsia="ru-RU"/>
              </w:rPr>
              <w:t>тоимость выполненных</w:t>
            </w:r>
            <w:r w:rsidRPr="00E26165">
              <w:rPr>
                <w:rFonts w:cs="Times New Roman"/>
                <w:color w:val="000000"/>
                <w:szCs w:val="28"/>
                <w:lang w:val="en-US" w:eastAsia="ru-RU"/>
              </w:rPr>
              <w:t xml:space="preserve"> работ, руб.</w:t>
            </w:r>
          </w:p>
        </w:tc>
      </w:tr>
      <w:tr w:rsidR="00E26165" w:rsidRPr="00FD3148" w14:paraId="2995487C" w14:textId="77777777" w:rsidTr="00C13247">
        <w:trPr>
          <w:trHeight w:val="653"/>
        </w:trPr>
        <w:tc>
          <w:tcPr>
            <w:tcW w:w="675" w:type="dxa"/>
            <w:vMerge/>
          </w:tcPr>
          <w:p w14:paraId="4C1E9F9D" w14:textId="77777777" w:rsidR="00E26165" w:rsidRPr="00E26165" w:rsidRDefault="00E26165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Cs w:val="28"/>
                <w:lang w:val="en-US" w:eastAsia="ru-RU"/>
              </w:rPr>
            </w:pPr>
          </w:p>
        </w:tc>
        <w:tc>
          <w:tcPr>
            <w:tcW w:w="7938" w:type="dxa"/>
            <w:vMerge/>
          </w:tcPr>
          <w:p w14:paraId="4DDE2E4A" w14:textId="77777777" w:rsidR="00E26165" w:rsidRPr="00E26165" w:rsidRDefault="00E26165" w:rsidP="00B50450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cs="Times New Roman"/>
                <w:color w:val="000000"/>
                <w:szCs w:val="28"/>
                <w:lang w:val="en-US" w:eastAsia="ru-RU"/>
              </w:rPr>
            </w:pPr>
          </w:p>
        </w:tc>
        <w:tc>
          <w:tcPr>
            <w:tcW w:w="2835" w:type="dxa"/>
          </w:tcPr>
          <w:p w14:paraId="5FA2A812" w14:textId="21A3C12B" w:rsidR="00E26165" w:rsidRPr="00E26165" w:rsidRDefault="00E26165" w:rsidP="00B50450">
            <w:pPr>
              <w:widowControl w:val="0"/>
              <w:autoSpaceDE w:val="0"/>
              <w:autoSpaceDN w:val="0"/>
              <w:ind w:firstLine="1"/>
              <w:contextualSpacing/>
              <w:jc w:val="center"/>
              <w:rPr>
                <w:rFonts w:cs="Times New Roman"/>
                <w:color w:val="000000"/>
                <w:szCs w:val="28"/>
                <w:lang w:val="en-US" w:eastAsia="ru-RU"/>
              </w:rPr>
            </w:pPr>
            <w:r w:rsidRPr="00E26165">
              <w:rPr>
                <w:rFonts w:cs="Times New Roman"/>
                <w:color w:val="000000"/>
                <w:szCs w:val="28"/>
                <w:lang w:val="en-US" w:eastAsia="ru-RU"/>
              </w:rPr>
              <w:t>с начала года</w:t>
            </w:r>
          </w:p>
        </w:tc>
        <w:tc>
          <w:tcPr>
            <w:tcW w:w="3261" w:type="dxa"/>
          </w:tcPr>
          <w:p w14:paraId="7E16968C" w14:textId="77ED9877" w:rsidR="00E26165" w:rsidRPr="00480A49" w:rsidRDefault="00E26165" w:rsidP="00B50450">
            <w:pPr>
              <w:widowControl w:val="0"/>
              <w:autoSpaceDE w:val="0"/>
              <w:autoSpaceDN w:val="0"/>
              <w:ind w:firstLine="34"/>
              <w:contextualSpacing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  <w:r w:rsidRPr="00480A49">
              <w:rPr>
                <w:rFonts w:cs="Times New Roman"/>
                <w:color w:val="000000"/>
                <w:szCs w:val="28"/>
                <w:lang w:eastAsia="ru-RU"/>
              </w:rPr>
              <w:t>в том числе за отчетный период</w:t>
            </w:r>
          </w:p>
        </w:tc>
      </w:tr>
      <w:tr w:rsidR="00E26165" w:rsidRPr="00FD3148" w14:paraId="2061F140" w14:textId="77777777" w:rsidTr="00E26165">
        <w:tc>
          <w:tcPr>
            <w:tcW w:w="675" w:type="dxa"/>
          </w:tcPr>
          <w:p w14:paraId="6F25A266" w14:textId="77777777" w:rsidR="00E26165" w:rsidRPr="00FD3148" w:rsidRDefault="00E26165" w:rsidP="00B50450">
            <w:pPr>
              <w:ind w:firstLine="0"/>
              <w:contextualSpacing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  <w:r w:rsidRPr="00FD3148">
              <w:rPr>
                <w:rFonts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7938" w:type="dxa"/>
          </w:tcPr>
          <w:p w14:paraId="11D423A3" w14:textId="77777777" w:rsidR="00E26165" w:rsidRPr="00FD3148" w:rsidRDefault="00E26165" w:rsidP="00B50450">
            <w:pPr>
              <w:ind w:firstLine="0"/>
              <w:contextualSpacing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  <w:r w:rsidRPr="00FD3148">
              <w:rPr>
                <w:rFonts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2835" w:type="dxa"/>
          </w:tcPr>
          <w:p w14:paraId="1267D9CB" w14:textId="77777777" w:rsidR="00E26165" w:rsidRPr="00FD3148" w:rsidRDefault="00E26165" w:rsidP="00B50450">
            <w:pPr>
              <w:ind w:firstLine="0"/>
              <w:contextualSpacing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  <w:r w:rsidRPr="00FD3148">
              <w:rPr>
                <w:rFonts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3261" w:type="dxa"/>
          </w:tcPr>
          <w:p w14:paraId="351AEF5A" w14:textId="77777777" w:rsidR="00E26165" w:rsidRPr="00FD3148" w:rsidRDefault="00E26165" w:rsidP="00B50450">
            <w:pPr>
              <w:ind w:firstLine="0"/>
              <w:contextualSpacing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  <w:r w:rsidRPr="00FD3148">
              <w:rPr>
                <w:rFonts w:cs="Times New Roman"/>
                <w:color w:val="000000"/>
                <w:szCs w:val="28"/>
                <w:lang w:eastAsia="ru-RU"/>
              </w:rPr>
              <w:t>4</w:t>
            </w:r>
          </w:p>
        </w:tc>
      </w:tr>
      <w:tr w:rsidR="00E26165" w:rsidRPr="00FD3148" w14:paraId="1408C1FB" w14:textId="77777777" w:rsidTr="00E26165">
        <w:tc>
          <w:tcPr>
            <w:tcW w:w="675" w:type="dxa"/>
          </w:tcPr>
          <w:p w14:paraId="6870ECDA" w14:textId="77777777" w:rsidR="00E26165" w:rsidRPr="00FD3148" w:rsidRDefault="00E26165" w:rsidP="00B50450">
            <w:pPr>
              <w:ind w:firstLine="0"/>
              <w:contextualSpacing/>
              <w:rPr>
                <w:rFonts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938" w:type="dxa"/>
          </w:tcPr>
          <w:p w14:paraId="4F3B67C6" w14:textId="77777777" w:rsidR="00E26165" w:rsidRPr="00FD3148" w:rsidRDefault="00E26165" w:rsidP="00B50450">
            <w:pPr>
              <w:ind w:firstLine="0"/>
              <w:contextualSpacing/>
              <w:rPr>
                <w:rFonts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3508E515" w14:textId="77777777" w:rsidR="00E26165" w:rsidRPr="00FD3148" w:rsidRDefault="00E26165" w:rsidP="00B50450">
            <w:pPr>
              <w:ind w:firstLine="0"/>
              <w:contextualSpacing/>
              <w:rPr>
                <w:rFonts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261" w:type="dxa"/>
          </w:tcPr>
          <w:p w14:paraId="31491B6A" w14:textId="77777777" w:rsidR="00E26165" w:rsidRPr="00FD3148" w:rsidRDefault="00E26165" w:rsidP="00B50450">
            <w:pPr>
              <w:ind w:firstLine="0"/>
              <w:contextualSpacing/>
              <w:rPr>
                <w:rFonts w:cs="Times New Roman"/>
                <w:color w:val="000000"/>
                <w:szCs w:val="28"/>
                <w:lang w:eastAsia="ru-RU"/>
              </w:rPr>
            </w:pPr>
          </w:p>
        </w:tc>
      </w:tr>
      <w:tr w:rsidR="00E26165" w:rsidRPr="00FD3148" w14:paraId="05053ADB" w14:textId="77777777" w:rsidTr="00E26165">
        <w:tc>
          <w:tcPr>
            <w:tcW w:w="8613" w:type="dxa"/>
            <w:gridSpan w:val="2"/>
          </w:tcPr>
          <w:p w14:paraId="2F06838A" w14:textId="77777777" w:rsidR="00E26165" w:rsidRPr="00FD3148" w:rsidRDefault="00E26165" w:rsidP="00B50450">
            <w:pPr>
              <w:ind w:firstLine="0"/>
              <w:contextualSpacing/>
              <w:rPr>
                <w:rFonts w:cs="Times New Roman"/>
                <w:color w:val="000000"/>
                <w:szCs w:val="28"/>
                <w:lang w:eastAsia="ru-RU"/>
              </w:rPr>
            </w:pPr>
            <w:r w:rsidRPr="00FD3148">
              <w:rPr>
                <w:rFonts w:cs="Times New Roman"/>
                <w:color w:val="000000"/>
                <w:szCs w:val="28"/>
                <w:lang w:eastAsia="ru-RU"/>
              </w:rPr>
              <w:t>Итого</w:t>
            </w:r>
          </w:p>
        </w:tc>
        <w:tc>
          <w:tcPr>
            <w:tcW w:w="2835" w:type="dxa"/>
          </w:tcPr>
          <w:p w14:paraId="27F1184E" w14:textId="77777777" w:rsidR="00E26165" w:rsidRPr="00FD3148" w:rsidRDefault="00E26165" w:rsidP="00B50450">
            <w:pPr>
              <w:ind w:firstLine="0"/>
              <w:contextualSpacing/>
              <w:rPr>
                <w:rFonts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261" w:type="dxa"/>
          </w:tcPr>
          <w:p w14:paraId="673E33A3" w14:textId="77777777" w:rsidR="00E26165" w:rsidRPr="00FD3148" w:rsidRDefault="00E26165" w:rsidP="00B50450">
            <w:pPr>
              <w:ind w:firstLine="0"/>
              <w:contextualSpacing/>
              <w:rPr>
                <w:rFonts w:cs="Times New Roman"/>
                <w:color w:val="000000"/>
                <w:szCs w:val="28"/>
                <w:lang w:eastAsia="ru-RU"/>
              </w:rPr>
            </w:pPr>
          </w:p>
        </w:tc>
      </w:tr>
    </w:tbl>
    <w:p w14:paraId="5F1B7878" w14:textId="77777777" w:rsidR="00FA38C7" w:rsidRPr="00FD3148" w:rsidRDefault="00FA38C7" w:rsidP="00B50450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color w:val="000000"/>
          <w:szCs w:val="28"/>
          <w:lang w:eastAsia="ru-RU"/>
        </w:rPr>
      </w:pPr>
    </w:p>
    <w:p w14:paraId="0022029F" w14:textId="6989FA71" w:rsidR="00E6659D" w:rsidRPr="00FD3148" w:rsidRDefault="00E6659D" w:rsidP="00B50450">
      <w:pPr>
        <w:ind w:firstLine="0"/>
        <w:contextualSpacing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Заказчик</w:t>
      </w:r>
      <w:r w:rsidRPr="00FD3148">
        <w:rPr>
          <w:rFonts w:cs="Times New Roman"/>
          <w:color w:val="000000"/>
          <w:szCs w:val="28"/>
        </w:rPr>
        <w:t xml:space="preserve"> работ</w:t>
      </w:r>
      <w:r w:rsidR="001B4EEC">
        <w:rPr>
          <w:rFonts w:cs="Times New Roman"/>
          <w:color w:val="000000"/>
          <w:szCs w:val="28"/>
        </w:rPr>
        <w:t>:</w:t>
      </w:r>
      <w:r w:rsidRPr="00FD3148">
        <w:rPr>
          <w:rFonts w:cs="Times New Roman"/>
          <w:color w:val="000000"/>
          <w:szCs w:val="28"/>
        </w:rPr>
        <w:t xml:space="preserve">                                                </w:t>
      </w:r>
    </w:p>
    <w:p w14:paraId="33CB3001" w14:textId="56CA9ED5" w:rsidR="00E6659D" w:rsidRPr="00FD3148" w:rsidRDefault="00E6659D" w:rsidP="00B50450">
      <w:pPr>
        <w:ind w:firstLine="0"/>
        <w:contextualSpacing/>
        <w:rPr>
          <w:rFonts w:cs="Times New Roman"/>
          <w:color w:val="000000"/>
        </w:rPr>
      </w:pPr>
      <w:r w:rsidRPr="00FD3148">
        <w:rPr>
          <w:rFonts w:cs="Times New Roman"/>
          <w:color w:val="000000"/>
        </w:rPr>
        <w:t>________________               ___________         _________________</w:t>
      </w:r>
      <w:r w:rsidR="001B4EEC">
        <w:rPr>
          <w:rFonts w:cs="Times New Roman"/>
          <w:color w:val="000000"/>
        </w:rPr>
        <w:t>___</w:t>
      </w:r>
      <w:r w:rsidRPr="00FD3148">
        <w:rPr>
          <w:rFonts w:cs="Times New Roman"/>
          <w:color w:val="000000"/>
        </w:rPr>
        <w:t>_</w:t>
      </w:r>
    </w:p>
    <w:p w14:paraId="14FD7095" w14:textId="77777777" w:rsidR="00E6659D" w:rsidRPr="00FD3148" w:rsidRDefault="00E6659D" w:rsidP="00B50450">
      <w:pPr>
        <w:tabs>
          <w:tab w:val="left" w:pos="4052"/>
          <w:tab w:val="left" w:pos="7702"/>
        </w:tabs>
        <w:ind w:firstLine="0"/>
        <w:contextualSpacing/>
        <w:rPr>
          <w:rFonts w:cs="Times New Roman"/>
          <w:color w:val="000000"/>
          <w:sz w:val="24"/>
          <w:szCs w:val="24"/>
        </w:rPr>
      </w:pPr>
      <w:r w:rsidRPr="00FD3148">
        <w:rPr>
          <w:rFonts w:cs="Times New Roman"/>
          <w:color w:val="000000"/>
          <w:sz w:val="24"/>
          <w:szCs w:val="24"/>
        </w:rPr>
        <w:t xml:space="preserve">       (должность)                               (подпись)                 (расшифровка подписи)</w:t>
      </w:r>
    </w:p>
    <w:p w14:paraId="59D4BA4D" w14:textId="77777777" w:rsidR="00E6659D" w:rsidRPr="00FD3148" w:rsidRDefault="00E6659D" w:rsidP="00B50450">
      <w:pPr>
        <w:contextualSpacing/>
        <w:rPr>
          <w:rFonts w:cs="Times New Roman"/>
          <w:color w:val="000000"/>
          <w:szCs w:val="28"/>
          <w:lang w:eastAsia="ru-RU"/>
        </w:rPr>
      </w:pPr>
    </w:p>
    <w:p w14:paraId="50FC0253" w14:textId="77777777" w:rsidR="00E6659D" w:rsidRPr="00FD3148" w:rsidRDefault="00E6659D" w:rsidP="00B50450">
      <w:pPr>
        <w:ind w:firstLine="0"/>
        <w:contextualSpacing/>
        <w:rPr>
          <w:rFonts w:cs="Times New Roman"/>
          <w:color w:val="000000"/>
          <w:szCs w:val="28"/>
        </w:rPr>
      </w:pPr>
      <w:r w:rsidRPr="00FD3148">
        <w:rPr>
          <w:rFonts w:cs="Times New Roman"/>
          <w:color w:val="000000"/>
          <w:szCs w:val="28"/>
        </w:rPr>
        <w:t xml:space="preserve">М.П. </w:t>
      </w:r>
    </w:p>
    <w:p w14:paraId="6EF208A2" w14:textId="77777777" w:rsidR="00E6659D" w:rsidRPr="00FD3148" w:rsidRDefault="00E6659D" w:rsidP="00B50450">
      <w:pPr>
        <w:ind w:firstLine="0"/>
        <w:contextualSpacing/>
        <w:rPr>
          <w:rFonts w:cs="Times New Roman"/>
          <w:color w:val="000000"/>
          <w:szCs w:val="28"/>
        </w:rPr>
      </w:pPr>
    </w:p>
    <w:p w14:paraId="564230ED" w14:textId="77777777" w:rsidR="00E6659D" w:rsidRDefault="00E6659D" w:rsidP="00B50450">
      <w:pPr>
        <w:ind w:firstLine="0"/>
        <w:contextualSpacing/>
        <w:rPr>
          <w:rFonts w:cs="Times New Roman"/>
          <w:color w:val="000000"/>
          <w:szCs w:val="28"/>
        </w:rPr>
      </w:pPr>
      <w:r w:rsidRPr="00FD3148">
        <w:rPr>
          <w:rFonts w:cs="Times New Roman"/>
          <w:color w:val="000000"/>
          <w:szCs w:val="28"/>
        </w:rPr>
        <w:t>«___» __________ 20__ г.</w:t>
      </w:r>
    </w:p>
    <w:p w14:paraId="74545CFD" w14:textId="77777777" w:rsidR="00E6659D" w:rsidRDefault="00E6659D" w:rsidP="00B50450">
      <w:pPr>
        <w:ind w:firstLine="0"/>
        <w:contextualSpacing/>
        <w:rPr>
          <w:rFonts w:cs="Times New Roman"/>
          <w:color w:val="000000"/>
          <w:szCs w:val="28"/>
        </w:rPr>
      </w:pPr>
    </w:p>
    <w:p w14:paraId="383E9842" w14:textId="77777777" w:rsidR="001B4EEC" w:rsidRDefault="001B4EEC" w:rsidP="00B50450">
      <w:pPr>
        <w:spacing w:line="233" w:lineRule="auto"/>
        <w:ind w:left="10348" w:firstLine="425"/>
        <w:contextualSpacing/>
        <w:rPr>
          <w:color w:val="000000"/>
        </w:rPr>
        <w:sectPr w:rsidR="001B4EEC" w:rsidSect="000C6D83">
          <w:headerReference w:type="default" r:id="rId18"/>
          <w:pgSz w:w="16838" w:h="11906" w:orient="landscape" w:code="9"/>
          <w:pgMar w:top="1985" w:right="1134" w:bottom="567" w:left="1134" w:header="709" w:footer="709" w:gutter="0"/>
          <w:pgNumType w:start="10"/>
          <w:cols w:space="708"/>
          <w:titlePg/>
          <w:docGrid w:linePitch="360"/>
        </w:sectPr>
      </w:pPr>
    </w:p>
    <w:p w14:paraId="742F1AD0" w14:textId="1D43E771" w:rsidR="00FD3148" w:rsidRPr="00FD3148" w:rsidRDefault="00FD3148" w:rsidP="00B50450">
      <w:pPr>
        <w:spacing w:line="233" w:lineRule="auto"/>
        <w:ind w:left="10348" w:firstLine="425"/>
        <w:contextualSpacing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lastRenderedPageBreak/>
        <w:t xml:space="preserve">Приложение </w:t>
      </w:r>
      <w:r w:rsidR="00904E59">
        <w:rPr>
          <w:rFonts w:cs="Times New Roman"/>
          <w:szCs w:val="28"/>
        </w:rPr>
        <w:t>4</w:t>
      </w:r>
    </w:p>
    <w:p w14:paraId="742F1AD1" w14:textId="77777777" w:rsidR="00FD3148" w:rsidRPr="00FD3148" w:rsidRDefault="00FD3148" w:rsidP="00B50450">
      <w:pPr>
        <w:spacing w:line="233" w:lineRule="auto"/>
        <w:ind w:left="10348" w:firstLine="425"/>
        <w:contextualSpacing/>
        <w:rPr>
          <w:rFonts w:cs="Times New Roman"/>
          <w:color w:val="000000"/>
          <w:szCs w:val="28"/>
        </w:rPr>
      </w:pPr>
      <w:r w:rsidRPr="00FD3148">
        <w:rPr>
          <w:rFonts w:cs="Times New Roman"/>
          <w:szCs w:val="28"/>
        </w:rPr>
        <w:t xml:space="preserve">к Методике и правилам </w:t>
      </w:r>
    </w:p>
    <w:p w14:paraId="742F1AD2" w14:textId="77777777" w:rsidR="00FD3148" w:rsidRPr="00FD3148" w:rsidRDefault="00FD3148" w:rsidP="00B50450">
      <w:pPr>
        <w:spacing w:line="233" w:lineRule="auto"/>
        <w:ind w:left="10348" w:firstLine="425"/>
        <w:contextualSpacing/>
        <w:rPr>
          <w:rFonts w:cs="Times New Roman"/>
          <w:color w:val="000000"/>
          <w:szCs w:val="28"/>
        </w:rPr>
      </w:pPr>
    </w:p>
    <w:p w14:paraId="742F1AD3" w14:textId="77777777" w:rsidR="00FD3148" w:rsidRPr="00FD3148" w:rsidRDefault="00FD3148" w:rsidP="00B50450">
      <w:pPr>
        <w:autoSpaceDE w:val="0"/>
        <w:autoSpaceDN w:val="0"/>
        <w:adjustRightInd w:val="0"/>
        <w:spacing w:line="233" w:lineRule="auto"/>
        <w:ind w:left="10348" w:firstLine="425"/>
        <w:contextualSpacing/>
        <w:rPr>
          <w:rFonts w:eastAsia="Calibri" w:cs="Times New Roman"/>
          <w:szCs w:val="28"/>
        </w:rPr>
      </w:pPr>
      <w:r w:rsidRPr="00FD3148">
        <w:rPr>
          <w:rFonts w:eastAsia="Calibri" w:cs="Times New Roman"/>
          <w:szCs w:val="28"/>
        </w:rPr>
        <w:t>Форма</w:t>
      </w:r>
    </w:p>
    <w:p w14:paraId="742F1AD4" w14:textId="77777777" w:rsidR="00FD3148" w:rsidRPr="00FD3148" w:rsidRDefault="00FD3148" w:rsidP="00B50450">
      <w:pPr>
        <w:autoSpaceDE w:val="0"/>
        <w:autoSpaceDN w:val="0"/>
        <w:adjustRightInd w:val="0"/>
        <w:spacing w:line="233" w:lineRule="auto"/>
        <w:ind w:left="10348" w:firstLine="0"/>
        <w:contextualSpacing/>
        <w:jc w:val="center"/>
        <w:rPr>
          <w:rFonts w:eastAsia="Calibri" w:cs="Times New Roman"/>
          <w:szCs w:val="28"/>
        </w:rPr>
      </w:pPr>
    </w:p>
    <w:p w14:paraId="742F1AD6" w14:textId="77777777" w:rsidR="00FD3148" w:rsidRPr="00A630F6" w:rsidRDefault="00FD3148" w:rsidP="00B50450">
      <w:pPr>
        <w:spacing w:line="233" w:lineRule="auto"/>
        <w:ind w:firstLine="0"/>
        <w:contextualSpacing/>
        <w:jc w:val="center"/>
        <w:rPr>
          <w:rFonts w:eastAsia="Calibri" w:cs="Times New Roman"/>
          <w:b/>
          <w:spacing w:val="2"/>
          <w:szCs w:val="28"/>
        </w:rPr>
      </w:pPr>
      <w:r w:rsidRPr="00A630F6">
        <w:rPr>
          <w:rFonts w:eastAsia="Calibri" w:cs="Times New Roman"/>
          <w:b/>
          <w:spacing w:val="2"/>
          <w:szCs w:val="28"/>
        </w:rPr>
        <w:t>ОТЧЕТ</w:t>
      </w:r>
    </w:p>
    <w:p w14:paraId="5F96F68C" w14:textId="77777777" w:rsidR="00D10E1D" w:rsidRPr="00A630F6" w:rsidRDefault="00FD3148" w:rsidP="00B50450">
      <w:pPr>
        <w:spacing w:line="233" w:lineRule="auto"/>
        <w:ind w:firstLine="0"/>
        <w:contextualSpacing/>
        <w:jc w:val="center"/>
        <w:rPr>
          <w:rFonts w:eastAsia="Calibri" w:cs="Times New Roman"/>
          <w:b/>
          <w:spacing w:val="2"/>
          <w:szCs w:val="28"/>
        </w:rPr>
      </w:pPr>
      <w:r w:rsidRPr="00A630F6">
        <w:rPr>
          <w:rFonts w:eastAsia="Calibri" w:cs="Times New Roman"/>
          <w:b/>
          <w:spacing w:val="2"/>
          <w:szCs w:val="28"/>
        </w:rPr>
        <w:t>о выполнении условий предоставления</w:t>
      </w:r>
      <w:r w:rsidRPr="00A630F6">
        <w:t xml:space="preserve"> </w:t>
      </w:r>
      <w:r w:rsidRPr="00A630F6">
        <w:rPr>
          <w:rFonts w:eastAsia="Calibri" w:cs="Times New Roman"/>
          <w:b/>
          <w:spacing w:val="2"/>
          <w:szCs w:val="28"/>
        </w:rPr>
        <w:t>и расходования</w:t>
      </w:r>
      <w:r w:rsidRPr="00A630F6">
        <w:rPr>
          <w:rFonts w:cs="Times New Roman"/>
          <w:b/>
          <w:szCs w:val="28"/>
        </w:rPr>
        <w:t>,</w:t>
      </w:r>
      <w:r w:rsidRPr="00A630F6">
        <w:rPr>
          <w:rFonts w:eastAsia="Calibri" w:cs="Times New Roman"/>
          <w:b/>
          <w:spacing w:val="2"/>
          <w:szCs w:val="28"/>
        </w:rPr>
        <w:t xml:space="preserve"> а так</w:t>
      </w:r>
      <w:r w:rsidR="00D10E1D" w:rsidRPr="00A630F6">
        <w:rPr>
          <w:rFonts w:eastAsia="Calibri" w:cs="Times New Roman"/>
          <w:b/>
          <w:spacing w:val="2"/>
          <w:szCs w:val="28"/>
        </w:rPr>
        <w:t>же о результате и эффективности</w:t>
      </w:r>
    </w:p>
    <w:p w14:paraId="4FCFDF09" w14:textId="77777777" w:rsidR="001D06A1" w:rsidRDefault="00FD3148" w:rsidP="00B50450">
      <w:pPr>
        <w:spacing w:line="233" w:lineRule="auto"/>
        <w:ind w:firstLine="0"/>
        <w:contextualSpacing/>
        <w:jc w:val="center"/>
        <w:rPr>
          <w:b/>
          <w:szCs w:val="28"/>
        </w:rPr>
      </w:pPr>
      <w:r w:rsidRPr="00A630F6">
        <w:rPr>
          <w:rFonts w:eastAsia="Calibri" w:cs="Times New Roman"/>
          <w:b/>
          <w:spacing w:val="2"/>
          <w:szCs w:val="28"/>
        </w:rPr>
        <w:t xml:space="preserve">использования </w:t>
      </w:r>
      <w:r w:rsidR="001D06A1">
        <w:rPr>
          <w:rFonts w:eastAsia="Calibri" w:cs="Times New Roman"/>
          <w:b/>
          <w:spacing w:val="2"/>
          <w:szCs w:val="28"/>
        </w:rPr>
        <w:t xml:space="preserve">иного </w:t>
      </w:r>
      <w:r w:rsidRPr="00A630F6">
        <w:rPr>
          <w:rFonts w:eastAsia="Calibri" w:cs="Times New Roman"/>
          <w:b/>
          <w:spacing w:val="2"/>
          <w:szCs w:val="28"/>
        </w:rPr>
        <w:t>межбюджетного трансферта</w:t>
      </w:r>
      <w:r w:rsidRPr="00A630F6">
        <w:rPr>
          <w:b/>
          <w:szCs w:val="28"/>
        </w:rPr>
        <w:t xml:space="preserve"> из областного бюджета бюджетам </w:t>
      </w:r>
    </w:p>
    <w:p w14:paraId="0BC49772" w14:textId="77777777" w:rsidR="001D06A1" w:rsidRDefault="00FD3148" w:rsidP="00B50450">
      <w:pPr>
        <w:spacing w:line="233" w:lineRule="auto"/>
        <w:ind w:firstLine="0"/>
        <w:contextualSpacing/>
        <w:jc w:val="center"/>
        <w:rPr>
          <w:b/>
          <w:szCs w:val="28"/>
        </w:rPr>
      </w:pPr>
      <w:r w:rsidRPr="00A630F6">
        <w:rPr>
          <w:b/>
          <w:szCs w:val="28"/>
        </w:rPr>
        <w:t xml:space="preserve">муниципальных образований Ярославской области </w:t>
      </w:r>
      <w:r w:rsidR="001D06A1" w:rsidRPr="001D06A1">
        <w:rPr>
          <w:b/>
          <w:szCs w:val="28"/>
        </w:rPr>
        <w:t xml:space="preserve">на реализацию мероприятий по содержанию </w:t>
      </w:r>
    </w:p>
    <w:p w14:paraId="742F1AD8" w14:textId="3A9A1AEE" w:rsidR="00FD3148" w:rsidRPr="00A630F6" w:rsidRDefault="001D06A1" w:rsidP="00B50450">
      <w:pPr>
        <w:spacing w:line="233" w:lineRule="auto"/>
        <w:ind w:firstLine="0"/>
        <w:contextualSpacing/>
        <w:jc w:val="center"/>
        <w:rPr>
          <w:rFonts w:cs="Times New Roman"/>
          <w:b/>
          <w:color w:val="000000"/>
          <w:szCs w:val="28"/>
          <w:lang w:eastAsia="ru-RU"/>
        </w:rPr>
      </w:pPr>
      <w:r w:rsidRPr="001D06A1">
        <w:rPr>
          <w:b/>
          <w:szCs w:val="28"/>
        </w:rPr>
        <w:t>и обслуживанию</w:t>
      </w:r>
      <w:r w:rsidRPr="001D06A1" w:rsidDel="001D06A1">
        <w:rPr>
          <w:b/>
          <w:szCs w:val="28"/>
        </w:rPr>
        <w:t xml:space="preserve"> </w:t>
      </w:r>
      <w:r w:rsidR="008212D9" w:rsidRPr="008212D9">
        <w:rPr>
          <w:rFonts w:cs="Times New Roman"/>
          <w:b/>
          <w:color w:val="000000"/>
          <w:szCs w:val="28"/>
          <w:lang w:eastAsia="ru-RU"/>
        </w:rPr>
        <w:t>кислогудронных прудов</w:t>
      </w:r>
      <w:r w:rsidR="00A630F6" w:rsidRPr="00A630F6">
        <w:rPr>
          <w:rFonts w:cs="Times New Roman"/>
          <w:b/>
          <w:color w:val="000000"/>
          <w:szCs w:val="28"/>
          <w:lang w:eastAsia="ru-RU"/>
        </w:rPr>
        <w:t xml:space="preserve"> </w:t>
      </w:r>
      <w:r w:rsidR="00FD3148" w:rsidRPr="00A630F6">
        <w:rPr>
          <w:rFonts w:eastAsia="Calibri" w:cs="Times New Roman"/>
          <w:b/>
          <w:spacing w:val="2"/>
          <w:szCs w:val="28"/>
        </w:rPr>
        <w:t>в 20___ году</w:t>
      </w:r>
    </w:p>
    <w:p w14:paraId="742F1AD9" w14:textId="77777777" w:rsidR="00FD3148" w:rsidRPr="00FD3148" w:rsidRDefault="00FD3148" w:rsidP="00B50450">
      <w:pPr>
        <w:spacing w:line="233" w:lineRule="auto"/>
        <w:ind w:firstLine="0"/>
        <w:contextualSpacing/>
        <w:jc w:val="center"/>
        <w:rPr>
          <w:rFonts w:eastAsia="Calibri" w:cs="Times New Roman"/>
          <w:spacing w:val="2"/>
          <w:szCs w:val="28"/>
        </w:rPr>
      </w:pPr>
    </w:p>
    <w:p w14:paraId="742F1ADA" w14:textId="71C8ABF2" w:rsidR="00FD3148" w:rsidRPr="00FD3148" w:rsidRDefault="00FD3148" w:rsidP="00B50450">
      <w:pPr>
        <w:overflowPunct w:val="0"/>
        <w:autoSpaceDE w:val="0"/>
        <w:autoSpaceDN w:val="0"/>
        <w:adjustRightInd w:val="0"/>
        <w:spacing w:line="233" w:lineRule="auto"/>
        <w:ind w:firstLine="0"/>
        <w:contextualSpacing/>
        <w:jc w:val="center"/>
        <w:textAlignment w:val="baseline"/>
        <w:rPr>
          <w:rFonts w:eastAsia="Calibri" w:cs="Times New Roman"/>
          <w:szCs w:val="28"/>
        </w:rPr>
      </w:pPr>
      <w:r w:rsidRPr="00FD3148">
        <w:rPr>
          <w:rFonts w:eastAsia="Calibri" w:cs="Times New Roman"/>
          <w:szCs w:val="28"/>
        </w:rPr>
        <w:t>1. Сведения о выполнении условий предоставления</w:t>
      </w:r>
      <w:r w:rsidR="001D06A1" w:rsidRPr="001D06A1">
        <w:t xml:space="preserve"> </w:t>
      </w:r>
      <w:r w:rsidR="001D06A1" w:rsidRPr="001D06A1">
        <w:rPr>
          <w:rFonts w:eastAsia="Calibri" w:cs="Times New Roman"/>
          <w:szCs w:val="28"/>
        </w:rPr>
        <w:t>иного</w:t>
      </w:r>
      <w:r w:rsidRPr="00FD3148">
        <w:rPr>
          <w:rFonts w:eastAsia="Calibri" w:cs="Times New Roman"/>
          <w:szCs w:val="28"/>
        </w:rPr>
        <w:t xml:space="preserve"> </w:t>
      </w:r>
      <w:r w:rsidRPr="00FD3148">
        <w:rPr>
          <w:rFonts w:eastAsia="Calibri" w:cs="Times New Roman"/>
          <w:spacing w:val="2"/>
          <w:szCs w:val="28"/>
        </w:rPr>
        <w:t>межбюджетного трансферта</w:t>
      </w:r>
    </w:p>
    <w:p w14:paraId="742F1ADB" w14:textId="77777777" w:rsidR="00FD3148" w:rsidRPr="00FD3148" w:rsidRDefault="00FD3148" w:rsidP="00B50450">
      <w:pPr>
        <w:spacing w:line="233" w:lineRule="auto"/>
        <w:ind w:firstLine="0"/>
        <w:contextualSpacing/>
        <w:jc w:val="center"/>
        <w:rPr>
          <w:rFonts w:eastAsia="Calibri" w:cs="Times New Roman"/>
          <w:spacing w:val="2"/>
          <w:szCs w:val="28"/>
        </w:rPr>
      </w:pPr>
    </w:p>
    <w:p w14:paraId="742F1ADC" w14:textId="5C3068C6" w:rsidR="00FD3148" w:rsidRPr="00FD3148" w:rsidRDefault="00FD3148" w:rsidP="00B50450">
      <w:pPr>
        <w:spacing w:line="233" w:lineRule="auto"/>
        <w:contextualSpacing/>
        <w:jc w:val="both"/>
        <w:rPr>
          <w:rFonts w:eastAsia="Calibri" w:cs="Times New Roman"/>
          <w:szCs w:val="28"/>
        </w:rPr>
      </w:pPr>
      <w:r w:rsidRPr="00FD3148">
        <w:rPr>
          <w:rFonts w:eastAsia="Calibri" w:cs="Times New Roman"/>
          <w:szCs w:val="28"/>
        </w:rPr>
        <w:t xml:space="preserve">1.1. Получатель </w:t>
      </w:r>
      <w:r w:rsidR="001D06A1" w:rsidRPr="001D06A1">
        <w:rPr>
          <w:rFonts w:eastAsia="Calibri" w:cs="Times New Roman"/>
          <w:szCs w:val="28"/>
        </w:rPr>
        <w:t xml:space="preserve">иного </w:t>
      </w:r>
      <w:r w:rsidRPr="00FD3148">
        <w:rPr>
          <w:rFonts w:eastAsia="Calibri" w:cs="Times New Roman"/>
          <w:spacing w:val="2"/>
          <w:szCs w:val="28"/>
        </w:rPr>
        <w:t>межбюджетного трансферта</w:t>
      </w:r>
      <w:r w:rsidRPr="00FD3148">
        <w:rPr>
          <w:rFonts w:eastAsia="Calibri" w:cs="Times New Roman"/>
          <w:szCs w:val="28"/>
        </w:rPr>
        <w:t>:_____________________</w:t>
      </w:r>
      <w:r w:rsidR="001D06A1" w:rsidRPr="00FD3148" w:rsidDel="001D06A1">
        <w:rPr>
          <w:rFonts w:eastAsia="Calibri" w:cs="Times New Roman"/>
          <w:szCs w:val="28"/>
        </w:rPr>
        <w:t xml:space="preserve"> </w:t>
      </w:r>
      <w:r w:rsidRPr="00FD3148">
        <w:rPr>
          <w:rFonts w:eastAsia="Calibri" w:cs="Times New Roman"/>
          <w:szCs w:val="28"/>
        </w:rPr>
        <w:t>___________________________</w:t>
      </w:r>
      <w:r w:rsidR="001D06A1">
        <w:rPr>
          <w:rFonts w:eastAsia="Calibri" w:cs="Times New Roman"/>
          <w:szCs w:val="28"/>
        </w:rPr>
        <w:t>_____</w:t>
      </w:r>
    </w:p>
    <w:p w14:paraId="253E8E8E" w14:textId="508AF063" w:rsidR="001D06A1" w:rsidRDefault="00FD3148" w:rsidP="00B50450">
      <w:pPr>
        <w:spacing w:line="233" w:lineRule="auto"/>
        <w:contextualSpacing/>
        <w:jc w:val="both"/>
        <w:rPr>
          <w:rFonts w:eastAsia="Calibri" w:cs="Times New Roman"/>
          <w:szCs w:val="28"/>
        </w:rPr>
      </w:pPr>
      <w:r w:rsidRPr="00FD3148">
        <w:rPr>
          <w:rFonts w:eastAsia="Calibri" w:cs="Times New Roman"/>
          <w:szCs w:val="28"/>
        </w:rPr>
        <w:t xml:space="preserve">1.2. Наименование муниципальной программы, </w:t>
      </w:r>
      <w:r w:rsidRPr="00FD3148">
        <w:rPr>
          <w:rFonts w:cs="Times New Roman"/>
          <w:color w:val="000000"/>
          <w:szCs w:val="28"/>
        </w:rPr>
        <w:t xml:space="preserve">предусматривающей мероприятия </w:t>
      </w:r>
      <w:r w:rsidR="001D06A1">
        <w:rPr>
          <w:rFonts w:cs="Times New Roman"/>
          <w:color w:val="000000"/>
          <w:szCs w:val="28"/>
        </w:rPr>
        <w:t>по</w:t>
      </w:r>
      <w:r w:rsidR="00A630F6" w:rsidRPr="00A630F6">
        <w:rPr>
          <w:rFonts w:cs="Times New Roman"/>
          <w:color w:val="000000"/>
          <w:szCs w:val="28"/>
        </w:rPr>
        <w:t xml:space="preserve"> </w:t>
      </w:r>
      <w:r w:rsidR="008212D9" w:rsidRPr="00A0356E">
        <w:rPr>
          <w:rFonts w:cs="Times New Roman"/>
          <w:color w:val="000000"/>
          <w:szCs w:val="28"/>
          <w:lang w:eastAsia="ru-RU"/>
        </w:rPr>
        <w:t>содержани</w:t>
      </w:r>
      <w:r w:rsidR="001D06A1">
        <w:rPr>
          <w:rFonts w:cs="Times New Roman"/>
          <w:color w:val="000000"/>
          <w:szCs w:val="28"/>
          <w:lang w:eastAsia="ru-RU"/>
        </w:rPr>
        <w:t>ю</w:t>
      </w:r>
      <w:r w:rsidR="008212D9" w:rsidRPr="00A0356E">
        <w:rPr>
          <w:rFonts w:cs="Times New Roman"/>
          <w:color w:val="000000"/>
          <w:szCs w:val="28"/>
          <w:lang w:eastAsia="ru-RU"/>
        </w:rPr>
        <w:t xml:space="preserve"> и </w:t>
      </w:r>
      <w:r w:rsidR="007809BB">
        <w:rPr>
          <w:rFonts w:cs="Times New Roman"/>
          <w:color w:val="000000"/>
          <w:szCs w:val="28"/>
          <w:lang w:eastAsia="ru-RU"/>
        </w:rPr>
        <w:t>обслуживани</w:t>
      </w:r>
      <w:r w:rsidR="001D06A1">
        <w:rPr>
          <w:rFonts w:cs="Times New Roman"/>
          <w:color w:val="000000"/>
          <w:szCs w:val="28"/>
          <w:lang w:eastAsia="ru-RU"/>
        </w:rPr>
        <w:t>ю</w:t>
      </w:r>
      <w:r w:rsidR="008212D9" w:rsidRPr="00A0356E">
        <w:rPr>
          <w:rFonts w:cs="Times New Roman"/>
          <w:color w:val="000000"/>
          <w:szCs w:val="28"/>
          <w:lang w:eastAsia="ru-RU"/>
        </w:rPr>
        <w:t xml:space="preserve"> </w:t>
      </w:r>
      <w:r w:rsidR="008212D9">
        <w:rPr>
          <w:rFonts w:cs="Times New Roman"/>
          <w:color w:val="000000"/>
          <w:szCs w:val="28"/>
          <w:lang w:eastAsia="ru-RU"/>
        </w:rPr>
        <w:t>кислогудронных прудов</w:t>
      </w:r>
      <w:r w:rsidRPr="00FD3148">
        <w:rPr>
          <w:spacing w:val="2"/>
          <w:szCs w:val="28"/>
        </w:rPr>
        <w:t>,</w:t>
      </w:r>
      <w:r w:rsidRPr="00FD3148">
        <w:rPr>
          <w:rFonts w:eastAsia="Calibri" w:cs="Times New Roman"/>
          <w:spacing w:val="2"/>
          <w:szCs w:val="28"/>
        </w:rPr>
        <w:t xml:space="preserve"> </w:t>
      </w:r>
      <w:r w:rsidRPr="00FD3148">
        <w:rPr>
          <w:rFonts w:eastAsia="Calibri" w:cs="Times New Roman"/>
          <w:szCs w:val="28"/>
        </w:rPr>
        <w:t>реквизиты нормативных правовых актов об утверждении указанной программы и о вне</w:t>
      </w:r>
      <w:r w:rsidR="00A630F6">
        <w:rPr>
          <w:rFonts w:eastAsia="Calibri" w:cs="Times New Roman"/>
          <w:szCs w:val="28"/>
        </w:rPr>
        <w:t>сении изменений в нее:</w:t>
      </w:r>
      <w:r w:rsidR="001D06A1">
        <w:rPr>
          <w:rFonts w:eastAsia="Calibri" w:cs="Times New Roman"/>
          <w:szCs w:val="28"/>
        </w:rPr>
        <w:t xml:space="preserve"> _____________________________________________________________________________</w:t>
      </w:r>
    </w:p>
    <w:p w14:paraId="742F1ADD" w14:textId="7D34F23C" w:rsidR="00FD3148" w:rsidRPr="00FD3148" w:rsidRDefault="00FD3148" w:rsidP="00B50450">
      <w:pPr>
        <w:spacing w:line="233" w:lineRule="auto"/>
        <w:ind w:firstLine="0"/>
        <w:contextualSpacing/>
        <w:jc w:val="both"/>
        <w:rPr>
          <w:rFonts w:eastAsia="Calibri" w:cs="Times New Roman"/>
          <w:szCs w:val="28"/>
        </w:rPr>
      </w:pPr>
      <w:r w:rsidRPr="00FD3148">
        <w:rPr>
          <w:rFonts w:eastAsia="Calibri" w:cs="Times New Roman"/>
          <w:szCs w:val="28"/>
        </w:rPr>
        <w:t>_____________________________________________________________</w:t>
      </w:r>
      <w:r w:rsidR="001D06A1">
        <w:rPr>
          <w:rFonts w:eastAsia="Calibri" w:cs="Times New Roman"/>
          <w:szCs w:val="28"/>
        </w:rPr>
        <w:t>____</w:t>
      </w:r>
      <w:r w:rsidRPr="00FD3148">
        <w:rPr>
          <w:rFonts w:eastAsia="Calibri" w:cs="Times New Roman"/>
          <w:szCs w:val="28"/>
        </w:rPr>
        <w:t>______________________________________</w:t>
      </w:r>
    </w:p>
    <w:p w14:paraId="742F1ADE" w14:textId="77777777" w:rsidR="00FD3148" w:rsidRPr="00FD3148" w:rsidRDefault="00FD3148" w:rsidP="00B50450">
      <w:pPr>
        <w:spacing w:line="233" w:lineRule="auto"/>
        <w:ind w:firstLine="0"/>
        <w:contextualSpacing/>
        <w:jc w:val="both"/>
        <w:rPr>
          <w:rFonts w:eastAsia="Calibri" w:cs="Times New Roman"/>
          <w:szCs w:val="28"/>
        </w:rPr>
      </w:pPr>
      <w:r w:rsidRPr="00FD3148">
        <w:rPr>
          <w:rFonts w:eastAsia="Calibri" w:cs="Times New Roman"/>
          <w:szCs w:val="28"/>
        </w:rPr>
        <w:t>_______________________________________________________________________________________________________</w:t>
      </w:r>
    </w:p>
    <w:p w14:paraId="742F1ADF" w14:textId="733DD3B1" w:rsidR="00FD3148" w:rsidRPr="00FD3148" w:rsidRDefault="00FD3148" w:rsidP="00B50450">
      <w:pPr>
        <w:spacing w:line="233" w:lineRule="auto"/>
        <w:ind w:firstLine="0"/>
        <w:contextualSpacing/>
        <w:jc w:val="both"/>
        <w:rPr>
          <w:rFonts w:eastAsia="Calibri" w:cs="Times New Roman"/>
          <w:szCs w:val="28"/>
        </w:rPr>
      </w:pPr>
      <w:r w:rsidRPr="00FD3148">
        <w:rPr>
          <w:rFonts w:eastAsia="Calibri" w:cs="Times New Roman"/>
          <w:szCs w:val="28"/>
        </w:rPr>
        <w:t>_______________________________________________________________________________________________________</w:t>
      </w:r>
    </w:p>
    <w:p w14:paraId="742F1AE0" w14:textId="2DDCBC86" w:rsidR="00FD3148" w:rsidRPr="00FD3148" w:rsidRDefault="00FD3148" w:rsidP="00B50450">
      <w:pPr>
        <w:overflowPunct w:val="0"/>
        <w:autoSpaceDE w:val="0"/>
        <w:autoSpaceDN w:val="0"/>
        <w:adjustRightInd w:val="0"/>
        <w:spacing w:line="233" w:lineRule="auto"/>
        <w:ind w:firstLine="651"/>
        <w:contextualSpacing/>
        <w:jc w:val="both"/>
        <w:textAlignment w:val="baseline"/>
        <w:rPr>
          <w:rFonts w:eastAsia="Calibri" w:cs="Times New Roman"/>
          <w:szCs w:val="28"/>
        </w:rPr>
      </w:pPr>
      <w:r w:rsidRPr="00FD3148">
        <w:rPr>
          <w:rFonts w:eastAsia="Calibri" w:cs="Times New Roman"/>
          <w:szCs w:val="28"/>
        </w:rPr>
        <w:t>1.3. Даты и номера соглашени</w:t>
      </w:r>
      <w:r w:rsidR="001D06A1">
        <w:rPr>
          <w:rFonts w:eastAsia="Calibri" w:cs="Times New Roman"/>
          <w:szCs w:val="28"/>
        </w:rPr>
        <w:t>й</w:t>
      </w:r>
      <w:r w:rsidRPr="00FD3148">
        <w:rPr>
          <w:rFonts w:eastAsia="Calibri" w:cs="Times New Roman"/>
          <w:szCs w:val="28"/>
        </w:rPr>
        <w:t xml:space="preserve"> о предоставлении </w:t>
      </w:r>
      <w:r w:rsidR="001D06A1" w:rsidRPr="001D06A1">
        <w:rPr>
          <w:rFonts w:eastAsia="Calibri" w:cs="Times New Roman"/>
          <w:szCs w:val="28"/>
        </w:rPr>
        <w:t xml:space="preserve">иного </w:t>
      </w:r>
      <w:r w:rsidRPr="00FD3148">
        <w:rPr>
          <w:rFonts w:eastAsia="Calibri" w:cs="Times New Roman"/>
          <w:spacing w:val="2"/>
          <w:szCs w:val="28"/>
        </w:rPr>
        <w:t>межбюджетного трансферта</w:t>
      </w:r>
      <w:r w:rsidRPr="00FD3148">
        <w:rPr>
          <w:rFonts w:eastAsia="Calibri" w:cs="Times New Roman"/>
          <w:szCs w:val="28"/>
        </w:rPr>
        <w:t xml:space="preserve"> и дополнительных соглашений, заключенных в 20___ году: _________________________________________________</w:t>
      </w:r>
      <w:r w:rsidR="001D06A1">
        <w:rPr>
          <w:rFonts w:eastAsia="Calibri" w:cs="Times New Roman"/>
          <w:szCs w:val="28"/>
        </w:rPr>
        <w:t>___________________</w:t>
      </w:r>
    </w:p>
    <w:p w14:paraId="742F1AE1" w14:textId="77777777" w:rsidR="00FD3148" w:rsidRPr="00FD3148" w:rsidRDefault="00FD3148" w:rsidP="00B50450">
      <w:pPr>
        <w:spacing w:after="200" w:line="233" w:lineRule="auto"/>
        <w:ind w:firstLine="0"/>
        <w:contextualSpacing/>
        <w:rPr>
          <w:rFonts w:eastAsia="Calibri" w:cs="Times New Roman"/>
          <w:szCs w:val="28"/>
        </w:rPr>
      </w:pPr>
      <w:r w:rsidRPr="00FD3148">
        <w:rPr>
          <w:rFonts w:eastAsia="Calibri" w:cs="Times New Roman"/>
          <w:szCs w:val="28"/>
        </w:rPr>
        <w:br w:type="page"/>
      </w:r>
    </w:p>
    <w:p w14:paraId="742F1AE2" w14:textId="16096348" w:rsidR="00FD3148" w:rsidRPr="00FD3148" w:rsidRDefault="00FD3148" w:rsidP="00B50450">
      <w:pPr>
        <w:spacing w:line="233" w:lineRule="auto"/>
        <w:ind w:firstLine="0"/>
        <w:contextualSpacing/>
        <w:jc w:val="center"/>
        <w:rPr>
          <w:rFonts w:eastAsia="Calibri" w:cs="Times New Roman"/>
          <w:szCs w:val="28"/>
        </w:rPr>
      </w:pPr>
      <w:r w:rsidRPr="00FD3148">
        <w:rPr>
          <w:rFonts w:eastAsia="Calibri" w:cs="Times New Roman"/>
          <w:szCs w:val="28"/>
        </w:rPr>
        <w:lastRenderedPageBreak/>
        <w:t xml:space="preserve">2. Сведения о результате и эффективности использования </w:t>
      </w:r>
      <w:r w:rsidR="001D06A1" w:rsidRPr="001D06A1">
        <w:rPr>
          <w:rFonts w:eastAsia="Calibri" w:cs="Times New Roman"/>
          <w:szCs w:val="28"/>
        </w:rPr>
        <w:t xml:space="preserve">иного </w:t>
      </w:r>
      <w:r w:rsidRPr="00FD3148">
        <w:rPr>
          <w:rFonts w:eastAsia="Calibri" w:cs="Times New Roman"/>
          <w:spacing w:val="2"/>
          <w:szCs w:val="28"/>
        </w:rPr>
        <w:t>межбюджетного трансферта</w:t>
      </w:r>
    </w:p>
    <w:p w14:paraId="742F1AE3" w14:textId="77777777" w:rsidR="00FD3148" w:rsidRPr="00D10E1D" w:rsidRDefault="00FD3148" w:rsidP="00B50450">
      <w:pPr>
        <w:overflowPunct w:val="0"/>
        <w:autoSpaceDE w:val="0"/>
        <w:autoSpaceDN w:val="0"/>
        <w:adjustRightInd w:val="0"/>
        <w:spacing w:line="233" w:lineRule="auto"/>
        <w:ind w:firstLine="651"/>
        <w:contextualSpacing/>
        <w:jc w:val="both"/>
        <w:textAlignment w:val="baseline"/>
        <w:rPr>
          <w:rFonts w:eastAsia="Calibri" w:cs="Times New Roman"/>
          <w:sz w:val="16"/>
          <w:szCs w:val="16"/>
        </w:rPr>
      </w:pPr>
    </w:p>
    <w:tbl>
      <w:tblPr>
        <w:tblW w:w="154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2098"/>
        <w:gridCol w:w="1701"/>
        <w:gridCol w:w="1559"/>
        <w:gridCol w:w="1559"/>
        <w:gridCol w:w="1560"/>
        <w:gridCol w:w="1701"/>
        <w:gridCol w:w="1701"/>
        <w:gridCol w:w="1558"/>
      </w:tblGrid>
      <w:tr w:rsidR="00FD3148" w:rsidRPr="00FD3148" w14:paraId="742F1AF1" w14:textId="77777777" w:rsidTr="008D2475">
        <w:trPr>
          <w:trHeight w:val="923"/>
        </w:trPr>
        <w:tc>
          <w:tcPr>
            <w:tcW w:w="2014" w:type="dxa"/>
            <w:vMerge w:val="restart"/>
          </w:tcPr>
          <w:p w14:paraId="742F1AE5" w14:textId="45977D17" w:rsidR="00FD3148" w:rsidRPr="00FD3148" w:rsidRDefault="00A630F6" w:rsidP="00B50450">
            <w:pPr>
              <w:spacing w:line="233" w:lineRule="auto"/>
              <w:ind w:right="33" w:firstLine="0"/>
              <w:contextualSpacing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>
              <w:rPr>
                <w:rFonts w:cs="Times New Roman"/>
                <w:spacing w:val="2"/>
                <w:sz w:val="24"/>
                <w:szCs w:val="24"/>
              </w:rPr>
              <w:t>Выполнение</w:t>
            </w:r>
            <w:r w:rsidRPr="00A630F6">
              <w:rPr>
                <w:rFonts w:cs="Times New Roman"/>
                <w:spacing w:val="2"/>
                <w:sz w:val="24"/>
                <w:szCs w:val="24"/>
              </w:rPr>
              <w:t xml:space="preserve"> мероприятий </w:t>
            </w:r>
            <w:r>
              <w:rPr>
                <w:rFonts w:cs="Times New Roman"/>
                <w:spacing w:val="2"/>
                <w:sz w:val="24"/>
                <w:szCs w:val="24"/>
              </w:rPr>
              <w:t>по</w:t>
            </w:r>
            <w:r w:rsidRPr="00A630F6">
              <w:rPr>
                <w:rFonts w:cs="Times New Roman"/>
                <w:spacing w:val="2"/>
                <w:sz w:val="24"/>
                <w:szCs w:val="24"/>
              </w:rPr>
              <w:t xml:space="preserve"> содержани</w:t>
            </w:r>
            <w:r>
              <w:rPr>
                <w:rFonts w:cs="Times New Roman"/>
                <w:spacing w:val="2"/>
                <w:sz w:val="24"/>
                <w:szCs w:val="24"/>
              </w:rPr>
              <w:t>ю</w:t>
            </w:r>
            <w:r w:rsidRPr="00A630F6">
              <w:rPr>
                <w:rFonts w:cs="Times New Roman"/>
                <w:spacing w:val="2"/>
                <w:sz w:val="24"/>
                <w:szCs w:val="24"/>
              </w:rPr>
              <w:t xml:space="preserve"> и </w:t>
            </w:r>
            <w:r w:rsidR="007809BB">
              <w:rPr>
                <w:rFonts w:cs="Times New Roman"/>
                <w:spacing w:val="2"/>
                <w:sz w:val="24"/>
                <w:szCs w:val="24"/>
              </w:rPr>
              <w:t>обслуживанию</w:t>
            </w:r>
            <w:r w:rsidRPr="00A630F6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="007809BB">
              <w:rPr>
                <w:rFonts w:cs="Times New Roman"/>
                <w:spacing w:val="2"/>
                <w:sz w:val="24"/>
                <w:szCs w:val="24"/>
              </w:rPr>
              <w:t>кислогудронных прудов</w:t>
            </w:r>
          </w:p>
        </w:tc>
        <w:tc>
          <w:tcPr>
            <w:tcW w:w="3799" w:type="dxa"/>
            <w:gridSpan w:val="2"/>
          </w:tcPr>
          <w:p w14:paraId="742F1AE6" w14:textId="1B48A265" w:rsidR="00FD3148" w:rsidRPr="00FD3148" w:rsidRDefault="00A630F6" w:rsidP="00B50450">
            <w:pPr>
              <w:spacing w:line="233" w:lineRule="auto"/>
              <w:ind w:left="-108" w:right="-107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  <w:r>
              <w:rPr>
                <w:rFonts w:cs="Times New Roman"/>
                <w:spacing w:val="2"/>
                <w:sz w:val="24"/>
                <w:szCs w:val="24"/>
              </w:rPr>
              <w:t>Значение показателя, ед.</w:t>
            </w:r>
          </w:p>
        </w:tc>
        <w:tc>
          <w:tcPr>
            <w:tcW w:w="1559" w:type="dxa"/>
            <w:vMerge w:val="restart"/>
          </w:tcPr>
          <w:p w14:paraId="742F1AE7" w14:textId="77777777" w:rsidR="00FD3148" w:rsidRPr="00FD3148" w:rsidRDefault="00FD3148" w:rsidP="00B50450">
            <w:pPr>
              <w:spacing w:line="233" w:lineRule="auto"/>
              <w:ind w:right="33"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>Результат использо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softHyphen/>
            </w:r>
            <w:r w:rsidRPr="00FD3148">
              <w:rPr>
                <w:rFonts w:eastAsia="Calibri" w:cs="Times New Roman"/>
                <w:sz w:val="24"/>
                <w:szCs w:val="24"/>
              </w:rPr>
              <w:t xml:space="preserve">вания </w:t>
            </w:r>
          </w:p>
          <w:p w14:paraId="742F1AE8" w14:textId="77777777" w:rsidR="00FD3148" w:rsidRPr="00FD3148" w:rsidRDefault="00FD3148" w:rsidP="00B50450">
            <w:pPr>
              <w:spacing w:line="233" w:lineRule="auto"/>
              <w:ind w:right="33"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>межбюд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softHyphen/>
              <w:t>жет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softHyphen/>
              <w:t>ного трансферта,</w:t>
            </w:r>
            <w:r w:rsidRPr="00FD3148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742F1AE9" w14:textId="77777777" w:rsidR="00FD3148" w:rsidRPr="00FD3148" w:rsidDel="00365612" w:rsidRDefault="00FD3148" w:rsidP="00B50450">
            <w:pPr>
              <w:spacing w:line="233" w:lineRule="auto"/>
              <w:ind w:right="33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  <w:lang w:val="en-US"/>
              </w:rPr>
              <w:t>R</w:t>
            </w:r>
            <w:r w:rsidRPr="00FD3148">
              <w:rPr>
                <w:rFonts w:eastAsia="Calibri" w:cs="Times New Roman"/>
                <w:sz w:val="24"/>
                <w:szCs w:val="24"/>
              </w:rPr>
              <w:t xml:space="preserve"> = П</w:t>
            </w:r>
            <w:r w:rsidRPr="00FD3148">
              <w:rPr>
                <w:rFonts w:eastAsia="Calibri" w:cs="Times New Roman"/>
                <w:sz w:val="24"/>
                <w:szCs w:val="24"/>
                <w:vertAlign w:val="subscript"/>
              </w:rPr>
              <w:t>ф</w:t>
            </w:r>
            <w:r w:rsidRPr="00FD3148">
              <w:rPr>
                <w:rFonts w:eastAsia="Calibri" w:cs="Times New Roman"/>
                <w:sz w:val="24"/>
                <w:szCs w:val="24"/>
              </w:rPr>
              <w:t xml:space="preserve"> / П</w:t>
            </w:r>
            <w:r w:rsidRPr="00FD3148">
              <w:rPr>
                <w:rFonts w:eastAsia="Calibri" w:cs="Times New Roman"/>
                <w:sz w:val="24"/>
                <w:szCs w:val="24"/>
                <w:vertAlign w:val="subscript"/>
              </w:rPr>
              <w:t>п</w:t>
            </w:r>
          </w:p>
        </w:tc>
        <w:tc>
          <w:tcPr>
            <w:tcW w:w="1559" w:type="dxa"/>
            <w:vMerge w:val="restart"/>
          </w:tcPr>
          <w:p w14:paraId="742F1AEA" w14:textId="77777777" w:rsidR="00FD3148" w:rsidRPr="00FD3148" w:rsidRDefault="00FD3148" w:rsidP="00B50450">
            <w:pPr>
              <w:spacing w:line="233" w:lineRule="auto"/>
              <w:ind w:right="33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 xml:space="preserve">Годовой лимит 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br/>
            </w:r>
            <w:r w:rsidRPr="00FD3148">
              <w:rPr>
                <w:rFonts w:eastAsia="Calibri" w:cs="Times New Roman"/>
                <w:spacing w:val="2"/>
                <w:sz w:val="24"/>
                <w:szCs w:val="28"/>
              </w:rPr>
              <w:t>межбюд</w:t>
            </w:r>
            <w:r w:rsidRPr="00FD3148">
              <w:rPr>
                <w:rFonts w:eastAsia="Calibri" w:cs="Times New Roman"/>
                <w:spacing w:val="2"/>
                <w:sz w:val="24"/>
                <w:szCs w:val="28"/>
              </w:rPr>
              <w:softHyphen/>
              <w:t>жетного трансферта</w:t>
            </w:r>
            <w:r w:rsidRPr="00FD3148">
              <w:rPr>
                <w:rFonts w:eastAsia="Calibri" w:cs="Times New Roman"/>
                <w:spacing w:val="2"/>
                <w:sz w:val="22"/>
                <w:szCs w:val="24"/>
              </w:rPr>
              <w:t xml:space="preserve"> 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>на 20___ год, руб. (С)</w:t>
            </w:r>
          </w:p>
        </w:tc>
        <w:tc>
          <w:tcPr>
            <w:tcW w:w="1560" w:type="dxa"/>
            <w:vMerge w:val="restart"/>
            <w:hideMark/>
          </w:tcPr>
          <w:p w14:paraId="742F1AEB" w14:textId="77777777" w:rsidR="00FD3148" w:rsidRPr="00FD3148" w:rsidRDefault="00FD3148" w:rsidP="00B50450">
            <w:pPr>
              <w:spacing w:line="233" w:lineRule="auto"/>
              <w:ind w:left="-108" w:right="-108" w:firstLine="0"/>
              <w:contextualSpacing/>
              <w:jc w:val="center"/>
              <w:rPr>
                <w:rFonts w:eastAsia="Calibri" w:cs="Times New Roman"/>
                <w:b/>
                <w:spacing w:val="2"/>
                <w:sz w:val="24"/>
                <w:szCs w:val="24"/>
              </w:rPr>
            </w:pP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 xml:space="preserve">Фактически выделено </w:t>
            </w:r>
            <w:r w:rsidRPr="00FD3148">
              <w:rPr>
                <w:rFonts w:eastAsia="Calibri" w:cs="Times New Roman"/>
                <w:spacing w:val="2"/>
                <w:sz w:val="24"/>
                <w:szCs w:val="28"/>
              </w:rPr>
              <w:t>межбюджет</w:t>
            </w:r>
            <w:r w:rsidRPr="00FD3148">
              <w:rPr>
                <w:rFonts w:eastAsia="Calibri" w:cs="Times New Roman"/>
                <w:spacing w:val="2"/>
                <w:sz w:val="24"/>
                <w:szCs w:val="28"/>
              </w:rPr>
              <w:softHyphen/>
              <w:t>ного трансферта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>, руб. (Ф)</w:t>
            </w:r>
          </w:p>
        </w:tc>
        <w:tc>
          <w:tcPr>
            <w:tcW w:w="1701" w:type="dxa"/>
            <w:vMerge w:val="restart"/>
          </w:tcPr>
          <w:p w14:paraId="742F1AEC" w14:textId="77777777" w:rsidR="00FD3148" w:rsidRPr="00FD3148" w:rsidRDefault="00FD3148" w:rsidP="00B50450">
            <w:pPr>
              <w:spacing w:line="233" w:lineRule="auto"/>
              <w:ind w:left="-108" w:right="-108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 xml:space="preserve">Эффективность использования </w:t>
            </w:r>
            <w:r w:rsidRPr="00FD3148">
              <w:rPr>
                <w:rFonts w:eastAsia="Calibri" w:cs="Times New Roman"/>
                <w:spacing w:val="2"/>
                <w:sz w:val="24"/>
                <w:szCs w:val="28"/>
              </w:rPr>
              <w:t>межбюджет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softHyphen/>
            </w:r>
            <w:r w:rsidRPr="00FD3148">
              <w:rPr>
                <w:rFonts w:eastAsia="Calibri" w:cs="Times New Roman"/>
                <w:spacing w:val="2"/>
                <w:sz w:val="24"/>
                <w:szCs w:val="28"/>
              </w:rPr>
              <w:t>ного трансферта,</w:t>
            </w:r>
          </w:p>
          <w:p w14:paraId="742F1AED" w14:textId="77777777" w:rsidR="00FD3148" w:rsidRPr="00FD3148" w:rsidRDefault="00FD3148" w:rsidP="00B50450">
            <w:pPr>
              <w:spacing w:line="233" w:lineRule="auto"/>
              <w:ind w:left="-108" w:right="-108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 xml:space="preserve">Э = 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  <w:lang w:val="en-US"/>
              </w:rPr>
              <w:t>R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 xml:space="preserve"> × Ф / С</w:t>
            </w:r>
          </w:p>
        </w:tc>
        <w:tc>
          <w:tcPr>
            <w:tcW w:w="1701" w:type="dxa"/>
            <w:vMerge w:val="restart"/>
          </w:tcPr>
          <w:p w14:paraId="742F1AEE" w14:textId="77777777" w:rsidR="00FD3148" w:rsidRPr="00FD3148" w:rsidRDefault="00FD3148" w:rsidP="00B50450">
            <w:pPr>
              <w:spacing w:line="233" w:lineRule="auto"/>
              <w:ind w:right="33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FD3148">
              <w:rPr>
                <w:rFonts w:cs="Times New Roman"/>
                <w:sz w:val="24"/>
                <w:szCs w:val="24"/>
              </w:rPr>
              <w:t xml:space="preserve">Коэффициент возврата </w:t>
            </w:r>
            <w:r w:rsidRPr="00FD3148">
              <w:rPr>
                <w:rFonts w:eastAsia="Calibri" w:cs="Times New Roman"/>
                <w:spacing w:val="2"/>
                <w:sz w:val="24"/>
                <w:szCs w:val="28"/>
              </w:rPr>
              <w:t>меж</w:t>
            </w:r>
            <w:r w:rsidRPr="00FD3148">
              <w:rPr>
                <w:rFonts w:eastAsia="Calibri" w:cs="Times New Roman"/>
                <w:spacing w:val="2"/>
                <w:sz w:val="24"/>
                <w:szCs w:val="28"/>
              </w:rPr>
              <w:softHyphen/>
              <w:t>бюджетного трансферта,</w:t>
            </w:r>
          </w:p>
          <w:p w14:paraId="742F1AEF" w14:textId="77777777" w:rsidR="00FD3148" w:rsidRPr="00FD3148" w:rsidRDefault="00FD3148" w:rsidP="00B50450">
            <w:pPr>
              <w:spacing w:line="233" w:lineRule="auto"/>
              <w:ind w:right="33"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cs="Times New Roman"/>
                <w:sz w:val="24"/>
                <w:szCs w:val="24"/>
                <w:lang w:val="en-US"/>
              </w:rPr>
              <w:t>k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 xml:space="preserve"> =1 - П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  <w:vertAlign w:val="subscript"/>
              </w:rPr>
              <w:t>ф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 xml:space="preserve"> / П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  <w:vertAlign w:val="subscript"/>
              </w:rPr>
              <w:t>п</w:t>
            </w:r>
          </w:p>
        </w:tc>
        <w:tc>
          <w:tcPr>
            <w:tcW w:w="1558" w:type="dxa"/>
            <w:vMerge w:val="restart"/>
          </w:tcPr>
          <w:p w14:paraId="742F1AF0" w14:textId="77777777" w:rsidR="00FD3148" w:rsidRPr="00FD3148" w:rsidRDefault="00FD3148" w:rsidP="00B50450">
            <w:pPr>
              <w:spacing w:line="233" w:lineRule="auto"/>
              <w:ind w:left="-108" w:right="-108"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 xml:space="preserve">Размер </w:t>
            </w:r>
            <w:r w:rsidRPr="00FD3148">
              <w:rPr>
                <w:rFonts w:eastAsia="Calibri" w:cs="Times New Roman"/>
                <w:spacing w:val="2"/>
                <w:sz w:val="24"/>
                <w:szCs w:val="28"/>
              </w:rPr>
              <w:t>межбюджет</w:t>
            </w:r>
            <w:r w:rsidRPr="00FD3148">
              <w:rPr>
                <w:rFonts w:eastAsia="Calibri" w:cs="Times New Roman"/>
                <w:spacing w:val="2"/>
                <w:sz w:val="24"/>
                <w:szCs w:val="28"/>
              </w:rPr>
              <w:softHyphen/>
              <w:t>ного трансферта, подлежащего</w:t>
            </w:r>
            <w:r w:rsidRPr="00FD3148">
              <w:rPr>
                <w:rFonts w:eastAsia="Calibri" w:cs="Times New Roman"/>
                <w:sz w:val="24"/>
                <w:szCs w:val="24"/>
              </w:rPr>
              <w:t xml:space="preserve"> возврату, руб.,</w:t>
            </w:r>
            <w:r w:rsidRPr="00FD3148" w:rsidDel="00DA57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FD3148">
              <w:rPr>
                <w:rFonts w:cs="Times New Roman"/>
                <w:sz w:val="24"/>
                <w:szCs w:val="24"/>
                <w:lang w:val="en-US"/>
              </w:rPr>
              <w:t>k</w:t>
            </w:r>
            <w:r w:rsidRPr="00FD3148">
              <w:rPr>
                <w:rFonts w:cs="Times New Roman"/>
                <w:sz w:val="24"/>
                <w:szCs w:val="24"/>
              </w:rPr>
              <w:t>/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 xml:space="preserve"> Ф</w:t>
            </w:r>
          </w:p>
        </w:tc>
      </w:tr>
      <w:tr w:rsidR="00FD3148" w:rsidRPr="00FD3148" w14:paraId="742F1AFC" w14:textId="77777777" w:rsidTr="008D2475">
        <w:trPr>
          <w:trHeight w:val="826"/>
        </w:trPr>
        <w:tc>
          <w:tcPr>
            <w:tcW w:w="2014" w:type="dxa"/>
            <w:vMerge/>
          </w:tcPr>
          <w:p w14:paraId="742F1AF2" w14:textId="77777777" w:rsidR="00FD3148" w:rsidRPr="00FD3148" w:rsidRDefault="00FD3148" w:rsidP="00B50450">
            <w:pPr>
              <w:spacing w:line="233" w:lineRule="auto"/>
              <w:ind w:right="33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2098" w:type="dxa"/>
          </w:tcPr>
          <w:p w14:paraId="742F1AF3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плановое</w:t>
            </w:r>
          </w:p>
          <w:p w14:paraId="742F1AF4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значение (Пп</w:t>
            </w:r>
            <w:r w:rsidRPr="00FD3148">
              <w:rPr>
                <w:sz w:val="24"/>
              </w:rPr>
              <w:t>)</w:t>
            </w:r>
          </w:p>
        </w:tc>
        <w:tc>
          <w:tcPr>
            <w:tcW w:w="1701" w:type="dxa"/>
          </w:tcPr>
          <w:p w14:paraId="742F1AF5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фактическое значение (Пф</w:t>
            </w:r>
            <w:r w:rsidRPr="00FD3148">
              <w:rPr>
                <w:sz w:val="24"/>
              </w:rPr>
              <w:t>)</w:t>
            </w:r>
          </w:p>
        </w:tc>
        <w:tc>
          <w:tcPr>
            <w:tcW w:w="1559" w:type="dxa"/>
            <w:vMerge/>
          </w:tcPr>
          <w:p w14:paraId="742F1AF6" w14:textId="77777777" w:rsidR="00FD3148" w:rsidRPr="00FD3148" w:rsidDel="00365612" w:rsidRDefault="00FD3148" w:rsidP="00B50450">
            <w:pPr>
              <w:spacing w:line="233" w:lineRule="auto"/>
              <w:ind w:right="33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42F1AF7" w14:textId="77777777" w:rsidR="00FD3148" w:rsidRPr="00FD3148" w:rsidRDefault="00FD3148" w:rsidP="00B50450">
            <w:pPr>
              <w:spacing w:line="233" w:lineRule="auto"/>
              <w:ind w:right="33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742F1AF8" w14:textId="77777777" w:rsidR="00FD3148" w:rsidRPr="00FD3148" w:rsidRDefault="00FD3148" w:rsidP="00B50450">
            <w:pPr>
              <w:spacing w:line="233" w:lineRule="auto"/>
              <w:ind w:right="33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742F1AF9" w14:textId="77777777" w:rsidR="00FD3148" w:rsidRPr="00FD3148" w:rsidRDefault="00FD3148" w:rsidP="00B50450">
            <w:pPr>
              <w:spacing w:line="233" w:lineRule="auto"/>
              <w:ind w:left="-108" w:right="-108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42F1AFA" w14:textId="77777777" w:rsidR="00FD3148" w:rsidRPr="00FD3148" w:rsidRDefault="00FD3148" w:rsidP="00B50450">
            <w:pPr>
              <w:spacing w:line="233" w:lineRule="auto"/>
              <w:ind w:right="33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742F1AFB" w14:textId="77777777" w:rsidR="00FD3148" w:rsidRPr="00FD3148" w:rsidRDefault="00FD3148" w:rsidP="00B50450">
            <w:pPr>
              <w:spacing w:line="233" w:lineRule="auto"/>
              <w:ind w:right="33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</w:tr>
      <w:tr w:rsidR="00FD3148" w:rsidRPr="00FD3148" w14:paraId="742F1B06" w14:textId="77777777" w:rsidTr="008D2475">
        <w:trPr>
          <w:trHeight w:val="217"/>
        </w:trPr>
        <w:tc>
          <w:tcPr>
            <w:tcW w:w="2014" w:type="dxa"/>
          </w:tcPr>
          <w:p w14:paraId="742F1AFD" w14:textId="77777777" w:rsidR="00FD3148" w:rsidRPr="00FD3148" w:rsidRDefault="00FD3148" w:rsidP="00B50450">
            <w:pPr>
              <w:spacing w:line="233" w:lineRule="auto"/>
              <w:ind w:right="33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14:paraId="742F1AFE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2</w:t>
            </w:r>
          </w:p>
        </w:tc>
        <w:tc>
          <w:tcPr>
            <w:tcW w:w="1701" w:type="dxa"/>
          </w:tcPr>
          <w:p w14:paraId="742F1AFF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3</w:t>
            </w:r>
          </w:p>
        </w:tc>
        <w:tc>
          <w:tcPr>
            <w:tcW w:w="1559" w:type="dxa"/>
          </w:tcPr>
          <w:p w14:paraId="742F1B00" w14:textId="77777777" w:rsidR="00FD3148" w:rsidRPr="00FD3148" w:rsidDel="00365612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4</w:t>
            </w:r>
          </w:p>
        </w:tc>
        <w:tc>
          <w:tcPr>
            <w:tcW w:w="1559" w:type="dxa"/>
          </w:tcPr>
          <w:p w14:paraId="742F1B01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5</w:t>
            </w:r>
          </w:p>
        </w:tc>
        <w:tc>
          <w:tcPr>
            <w:tcW w:w="1560" w:type="dxa"/>
          </w:tcPr>
          <w:p w14:paraId="742F1B02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6</w:t>
            </w:r>
          </w:p>
        </w:tc>
        <w:tc>
          <w:tcPr>
            <w:tcW w:w="1701" w:type="dxa"/>
          </w:tcPr>
          <w:p w14:paraId="742F1B03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7</w:t>
            </w:r>
          </w:p>
        </w:tc>
        <w:tc>
          <w:tcPr>
            <w:tcW w:w="1701" w:type="dxa"/>
          </w:tcPr>
          <w:p w14:paraId="742F1B04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8</w:t>
            </w:r>
          </w:p>
        </w:tc>
        <w:tc>
          <w:tcPr>
            <w:tcW w:w="1558" w:type="dxa"/>
          </w:tcPr>
          <w:p w14:paraId="742F1B05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9</w:t>
            </w:r>
          </w:p>
        </w:tc>
      </w:tr>
      <w:tr w:rsidR="00FD3148" w:rsidRPr="00FD3148" w14:paraId="742F1B10" w14:textId="77777777" w:rsidTr="008D2475">
        <w:trPr>
          <w:trHeight w:val="281"/>
        </w:trPr>
        <w:tc>
          <w:tcPr>
            <w:tcW w:w="2014" w:type="dxa"/>
          </w:tcPr>
          <w:p w14:paraId="742F1B07" w14:textId="77777777" w:rsidR="00FD3148" w:rsidRPr="00FD3148" w:rsidRDefault="00FD3148" w:rsidP="00B50450">
            <w:pPr>
              <w:spacing w:line="233" w:lineRule="auto"/>
              <w:ind w:right="33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2098" w:type="dxa"/>
          </w:tcPr>
          <w:p w14:paraId="742F1B08" w14:textId="07EE3D22" w:rsidR="00FD3148" w:rsidRPr="00FD3148" w:rsidRDefault="00FD3148" w:rsidP="00B50450">
            <w:pPr>
              <w:spacing w:line="233" w:lineRule="auto"/>
              <w:ind w:right="33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2F1B09" w14:textId="77777777" w:rsidR="00FD3148" w:rsidRPr="00FD3148" w:rsidRDefault="00FD3148" w:rsidP="00B50450">
            <w:pPr>
              <w:spacing w:line="233" w:lineRule="auto"/>
              <w:ind w:right="33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2F1B0A" w14:textId="77777777" w:rsidR="00FD3148" w:rsidRPr="00FD3148" w:rsidRDefault="00FD3148" w:rsidP="00B50450">
            <w:pPr>
              <w:spacing w:line="233" w:lineRule="auto"/>
              <w:ind w:right="33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2F1B0B" w14:textId="77777777" w:rsidR="00FD3148" w:rsidRPr="00FD3148" w:rsidRDefault="00FD3148" w:rsidP="00B50450">
            <w:pPr>
              <w:spacing w:line="233" w:lineRule="auto"/>
              <w:ind w:right="33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42F1B0C" w14:textId="77777777" w:rsidR="00FD3148" w:rsidRPr="00FD3148" w:rsidRDefault="00FD3148" w:rsidP="00B50450">
            <w:pPr>
              <w:spacing w:line="233" w:lineRule="auto"/>
              <w:ind w:right="33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2F1B0D" w14:textId="77777777" w:rsidR="00FD3148" w:rsidRPr="00FD3148" w:rsidRDefault="00FD3148" w:rsidP="00B50450">
            <w:pPr>
              <w:spacing w:line="233" w:lineRule="auto"/>
              <w:ind w:left="-108" w:right="-108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2F1B0E" w14:textId="77777777" w:rsidR="00FD3148" w:rsidRPr="00FD3148" w:rsidRDefault="00FD3148" w:rsidP="00B50450">
            <w:pPr>
              <w:spacing w:line="233" w:lineRule="auto"/>
              <w:ind w:right="33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1558" w:type="dxa"/>
          </w:tcPr>
          <w:p w14:paraId="742F1B0F" w14:textId="77777777" w:rsidR="00FD3148" w:rsidRPr="00FD3148" w:rsidRDefault="00FD3148" w:rsidP="00B50450">
            <w:pPr>
              <w:spacing w:line="233" w:lineRule="auto"/>
              <w:ind w:right="33" w:firstLine="0"/>
              <w:contextualSpacing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</w:tr>
    </w:tbl>
    <w:p w14:paraId="742F1B11" w14:textId="77777777" w:rsidR="00FD3148" w:rsidRPr="00240E3E" w:rsidRDefault="00FD3148" w:rsidP="00B50450">
      <w:pPr>
        <w:spacing w:line="233" w:lineRule="auto"/>
        <w:ind w:firstLine="0"/>
        <w:contextualSpacing/>
        <w:jc w:val="center"/>
        <w:rPr>
          <w:rFonts w:eastAsia="Calibri" w:cs="Times New Roman"/>
          <w:szCs w:val="28"/>
        </w:rPr>
      </w:pPr>
    </w:p>
    <w:p w14:paraId="742F1B12" w14:textId="0EE7C115" w:rsidR="00FD3148" w:rsidRPr="001D06A1" w:rsidRDefault="00FD3148" w:rsidP="00B50450">
      <w:pPr>
        <w:spacing w:line="233" w:lineRule="auto"/>
        <w:ind w:firstLine="0"/>
        <w:contextualSpacing/>
        <w:jc w:val="center"/>
        <w:rPr>
          <w:rFonts w:eastAsia="Calibri" w:cs="Times New Roman"/>
          <w:szCs w:val="28"/>
        </w:rPr>
      </w:pPr>
      <w:r w:rsidRPr="001D06A1">
        <w:rPr>
          <w:rFonts w:eastAsia="Calibri" w:cs="Times New Roman"/>
          <w:szCs w:val="28"/>
        </w:rPr>
        <w:t xml:space="preserve">3. Сведения об использовании </w:t>
      </w:r>
      <w:r w:rsidR="001D06A1" w:rsidRPr="001D06A1">
        <w:rPr>
          <w:rFonts w:eastAsia="Calibri" w:cs="Times New Roman"/>
          <w:szCs w:val="28"/>
        </w:rPr>
        <w:t xml:space="preserve">иного </w:t>
      </w:r>
      <w:r w:rsidRPr="001D06A1">
        <w:rPr>
          <w:rFonts w:eastAsia="Calibri" w:cs="Times New Roman"/>
          <w:spacing w:val="2"/>
          <w:szCs w:val="28"/>
        </w:rPr>
        <w:t>межбюджетного трансферта</w:t>
      </w:r>
    </w:p>
    <w:p w14:paraId="742F1B13" w14:textId="77777777" w:rsidR="00FD3148" w:rsidRPr="00240E3E" w:rsidRDefault="00FD3148" w:rsidP="00B50450">
      <w:pPr>
        <w:spacing w:line="233" w:lineRule="auto"/>
        <w:ind w:firstLine="0"/>
        <w:contextualSpacing/>
        <w:jc w:val="center"/>
        <w:rPr>
          <w:rFonts w:eastAsia="Calibri" w:cs="Times New Roman"/>
          <w:sz w:val="16"/>
          <w:szCs w:val="16"/>
        </w:rPr>
      </w:pPr>
    </w:p>
    <w:tbl>
      <w:tblPr>
        <w:tblStyle w:val="1"/>
        <w:tblW w:w="15452" w:type="dxa"/>
        <w:tblInd w:w="-318" w:type="dxa"/>
        <w:tblLayout w:type="fixed"/>
        <w:tblLook w:val="0480" w:firstRow="0" w:lastRow="0" w:firstColumn="1" w:lastColumn="0" w:noHBand="0" w:noVBand="1"/>
      </w:tblPr>
      <w:tblGrid>
        <w:gridCol w:w="568"/>
        <w:gridCol w:w="2267"/>
        <w:gridCol w:w="48"/>
        <w:gridCol w:w="3497"/>
        <w:gridCol w:w="3544"/>
        <w:gridCol w:w="2126"/>
        <w:gridCol w:w="1843"/>
        <w:gridCol w:w="1559"/>
      </w:tblGrid>
      <w:tr w:rsidR="00FD3148" w:rsidRPr="00FD3148" w14:paraId="742F1B1B" w14:textId="77777777" w:rsidTr="00AC7C71">
        <w:trPr>
          <w:trHeight w:val="2220"/>
        </w:trPr>
        <w:tc>
          <w:tcPr>
            <w:tcW w:w="568" w:type="dxa"/>
          </w:tcPr>
          <w:p w14:paraId="742F1B14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>№ п/п</w:t>
            </w:r>
          </w:p>
        </w:tc>
        <w:tc>
          <w:tcPr>
            <w:tcW w:w="2267" w:type="dxa"/>
          </w:tcPr>
          <w:p w14:paraId="742F1B15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 xml:space="preserve">Наименование получателя 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>межбюджетного трансферта</w:t>
            </w:r>
          </w:p>
        </w:tc>
        <w:tc>
          <w:tcPr>
            <w:tcW w:w="3545" w:type="dxa"/>
            <w:gridSpan w:val="2"/>
          </w:tcPr>
          <w:p w14:paraId="742F1B16" w14:textId="08392398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 xml:space="preserve">Дата и номер соглашения о предоставлении 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>межбюджетного трансферта</w:t>
            </w:r>
            <w:r w:rsidRPr="00FD3148">
              <w:rPr>
                <w:rFonts w:eastAsia="Calibri" w:cs="Times New Roman"/>
                <w:sz w:val="24"/>
                <w:szCs w:val="24"/>
              </w:rPr>
              <w:t xml:space="preserve">, заключенного с получателем 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>межбюджетного трансферта</w:t>
            </w:r>
            <w:r w:rsidRPr="00FD3148">
              <w:rPr>
                <w:rFonts w:eastAsia="Calibri" w:cs="Times New Roman"/>
                <w:sz w:val="24"/>
                <w:szCs w:val="24"/>
              </w:rPr>
              <w:t>, дат</w:t>
            </w:r>
            <w:r w:rsidR="001D06A1">
              <w:rPr>
                <w:rFonts w:eastAsia="Calibri" w:cs="Times New Roman"/>
                <w:sz w:val="24"/>
                <w:szCs w:val="24"/>
              </w:rPr>
              <w:t>ы</w:t>
            </w:r>
            <w:r w:rsidRPr="00FD3148">
              <w:rPr>
                <w:rFonts w:eastAsia="Calibri" w:cs="Times New Roman"/>
                <w:sz w:val="24"/>
                <w:szCs w:val="24"/>
              </w:rPr>
              <w:t xml:space="preserve"> и номер</w:t>
            </w:r>
            <w:r w:rsidR="001D06A1">
              <w:rPr>
                <w:rFonts w:eastAsia="Calibri" w:cs="Times New Roman"/>
                <w:sz w:val="24"/>
                <w:szCs w:val="24"/>
              </w:rPr>
              <w:t>а</w:t>
            </w:r>
            <w:r w:rsidRPr="00FD3148">
              <w:rPr>
                <w:rFonts w:eastAsia="Calibri" w:cs="Times New Roman"/>
                <w:sz w:val="24"/>
                <w:szCs w:val="24"/>
              </w:rPr>
              <w:t xml:space="preserve"> дополнительных соглашений</w:t>
            </w:r>
          </w:p>
        </w:tc>
        <w:tc>
          <w:tcPr>
            <w:tcW w:w="3544" w:type="dxa"/>
          </w:tcPr>
          <w:p w14:paraId="742F1B17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 xml:space="preserve">Размер 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>межбюджетного трансферта</w:t>
            </w:r>
            <w:r w:rsidRPr="00FD3148">
              <w:rPr>
                <w:rFonts w:eastAsia="Calibri" w:cs="Times New Roman"/>
                <w:sz w:val="24"/>
                <w:szCs w:val="24"/>
              </w:rPr>
              <w:t xml:space="preserve">, установленный соглашением о предоставлении 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>межбюджетного трансферта</w:t>
            </w:r>
            <w:r w:rsidRPr="00FD3148">
              <w:rPr>
                <w:rFonts w:eastAsia="Calibri" w:cs="Times New Roman"/>
                <w:sz w:val="24"/>
                <w:szCs w:val="24"/>
              </w:rPr>
              <w:t>, заключенным с получателем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 xml:space="preserve"> межбюджетного трансферта </w:t>
            </w:r>
            <w:r w:rsidRPr="00FD3148">
              <w:rPr>
                <w:rFonts w:eastAsia="Calibri" w:cs="Times New Roman"/>
                <w:sz w:val="24"/>
                <w:szCs w:val="24"/>
              </w:rPr>
              <w:t>(с учетом дополнительных соглашений), руб.</w:t>
            </w:r>
          </w:p>
        </w:tc>
        <w:tc>
          <w:tcPr>
            <w:tcW w:w="2126" w:type="dxa"/>
          </w:tcPr>
          <w:p w14:paraId="742F1B18" w14:textId="13173991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>Дата и номер платежного</w:t>
            </w:r>
            <w:r w:rsidR="001D06A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FD3148">
              <w:rPr>
                <w:rFonts w:eastAsia="Calibri" w:cs="Times New Roman"/>
                <w:sz w:val="24"/>
                <w:szCs w:val="24"/>
              </w:rPr>
              <w:t>доку</w:t>
            </w:r>
            <w:r w:rsidRPr="00FD3148">
              <w:rPr>
                <w:rFonts w:eastAsia="Calibri" w:cs="Times New Roman"/>
                <w:sz w:val="24"/>
                <w:szCs w:val="24"/>
              </w:rPr>
              <w:softHyphen/>
              <w:t>мента</w:t>
            </w:r>
            <w:r w:rsidR="001D06A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FD3148">
              <w:rPr>
                <w:rFonts w:eastAsia="Calibri" w:cs="Times New Roman"/>
                <w:sz w:val="24"/>
                <w:szCs w:val="24"/>
              </w:rPr>
              <w:t>(</w:t>
            </w:r>
            <w:r w:rsidR="001D06A1">
              <w:rPr>
                <w:rFonts w:eastAsia="Calibri" w:cs="Times New Roman"/>
                <w:sz w:val="24"/>
                <w:szCs w:val="24"/>
              </w:rPr>
              <w:t>платежных документ</w:t>
            </w:r>
            <w:r w:rsidRPr="00FD3148">
              <w:rPr>
                <w:rFonts w:eastAsia="Calibri" w:cs="Times New Roman"/>
                <w:sz w:val="24"/>
                <w:szCs w:val="24"/>
              </w:rPr>
              <w:t>ов)</w:t>
            </w:r>
          </w:p>
        </w:tc>
        <w:tc>
          <w:tcPr>
            <w:tcW w:w="1843" w:type="dxa"/>
          </w:tcPr>
          <w:p w14:paraId="742F1B19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</w:tcPr>
          <w:p w14:paraId="742F1B1A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>Фактически оплачено, руб.</w:t>
            </w:r>
          </w:p>
        </w:tc>
      </w:tr>
      <w:tr w:rsidR="00FD3148" w:rsidRPr="00FD3148" w14:paraId="742F1B23" w14:textId="77777777" w:rsidTr="00AC7C71">
        <w:trPr>
          <w:trHeight w:val="218"/>
        </w:trPr>
        <w:tc>
          <w:tcPr>
            <w:tcW w:w="568" w:type="dxa"/>
          </w:tcPr>
          <w:p w14:paraId="742F1B1C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14:paraId="742F1B1D" w14:textId="77777777" w:rsidR="00FD3148" w:rsidRPr="00FD3148" w:rsidRDefault="00FD3148" w:rsidP="00B50450">
            <w:pPr>
              <w:tabs>
                <w:tab w:val="left" w:pos="1761"/>
              </w:tabs>
              <w:spacing w:line="233" w:lineRule="auto"/>
              <w:ind w:firstLine="0"/>
              <w:contextualSpacing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2</w:t>
            </w:r>
          </w:p>
        </w:tc>
        <w:tc>
          <w:tcPr>
            <w:tcW w:w="3545" w:type="dxa"/>
            <w:gridSpan w:val="2"/>
          </w:tcPr>
          <w:p w14:paraId="742F1B1E" w14:textId="77777777" w:rsidR="00FD3148" w:rsidRPr="00FD3148" w:rsidRDefault="00FD3148" w:rsidP="00B50450">
            <w:pPr>
              <w:tabs>
                <w:tab w:val="left" w:pos="1761"/>
              </w:tabs>
              <w:spacing w:line="233" w:lineRule="auto"/>
              <w:ind w:firstLine="0"/>
              <w:contextualSpacing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3</w:t>
            </w:r>
          </w:p>
        </w:tc>
        <w:tc>
          <w:tcPr>
            <w:tcW w:w="3544" w:type="dxa"/>
          </w:tcPr>
          <w:p w14:paraId="742F1B1F" w14:textId="77777777" w:rsidR="00FD3148" w:rsidRPr="00FD3148" w:rsidRDefault="00FD3148" w:rsidP="00B50450">
            <w:pPr>
              <w:tabs>
                <w:tab w:val="left" w:pos="1761"/>
              </w:tabs>
              <w:spacing w:line="233" w:lineRule="auto"/>
              <w:ind w:firstLine="0"/>
              <w:contextualSpacing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4</w:t>
            </w:r>
          </w:p>
        </w:tc>
        <w:tc>
          <w:tcPr>
            <w:tcW w:w="2126" w:type="dxa"/>
          </w:tcPr>
          <w:p w14:paraId="742F1B20" w14:textId="77777777" w:rsidR="00FD3148" w:rsidRPr="00FD3148" w:rsidRDefault="00FD3148" w:rsidP="00B50450">
            <w:pPr>
              <w:tabs>
                <w:tab w:val="left" w:pos="1761"/>
              </w:tabs>
              <w:spacing w:line="233" w:lineRule="auto"/>
              <w:ind w:firstLine="0"/>
              <w:contextualSpacing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5</w:t>
            </w:r>
          </w:p>
        </w:tc>
        <w:tc>
          <w:tcPr>
            <w:tcW w:w="1843" w:type="dxa"/>
          </w:tcPr>
          <w:p w14:paraId="742F1B21" w14:textId="77777777" w:rsidR="00FD3148" w:rsidRPr="00FD3148" w:rsidRDefault="00FD3148" w:rsidP="00B50450">
            <w:pPr>
              <w:tabs>
                <w:tab w:val="left" w:pos="1761"/>
              </w:tabs>
              <w:spacing w:line="233" w:lineRule="auto"/>
              <w:ind w:firstLine="0"/>
              <w:contextualSpacing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6</w:t>
            </w:r>
          </w:p>
        </w:tc>
        <w:tc>
          <w:tcPr>
            <w:tcW w:w="1559" w:type="dxa"/>
          </w:tcPr>
          <w:p w14:paraId="742F1B22" w14:textId="77777777" w:rsidR="00FD3148" w:rsidRPr="00FD3148" w:rsidRDefault="00FD3148" w:rsidP="00B50450">
            <w:pPr>
              <w:tabs>
                <w:tab w:val="left" w:pos="1761"/>
              </w:tabs>
              <w:spacing w:line="233" w:lineRule="auto"/>
              <w:ind w:firstLine="0"/>
              <w:contextualSpacing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7</w:t>
            </w:r>
          </w:p>
        </w:tc>
      </w:tr>
      <w:tr w:rsidR="00FD3148" w:rsidRPr="00FD3148" w14:paraId="742F1B29" w14:textId="77777777" w:rsidTr="00AC7C71">
        <w:tc>
          <w:tcPr>
            <w:tcW w:w="568" w:type="dxa"/>
            <w:vMerge w:val="restart"/>
          </w:tcPr>
          <w:p w14:paraId="742F1B24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4"/>
            <w:vMerge w:val="restart"/>
          </w:tcPr>
          <w:p w14:paraId="742F1B25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2F1B26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42F1B27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2F1B28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FD3148" w:rsidRPr="00FD3148" w14:paraId="742F1B2E" w14:textId="77777777" w:rsidTr="00AC7C71">
        <w:tc>
          <w:tcPr>
            <w:tcW w:w="568" w:type="dxa"/>
            <w:vMerge/>
          </w:tcPr>
          <w:p w14:paraId="742F1B2A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4"/>
            <w:vMerge/>
          </w:tcPr>
          <w:p w14:paraId="742F1B2B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14:paraId="742F1B2C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14:paraId="742F1B2D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FD3148" w:rsidRPr="00FD3148" w14:paraId="742F1B36" w14:textId="77777777" w:rsidTr="00AC7C71">
        <w:tc>
          <w:tcPr>
            <w:tcW w:w="568" w:type="dxa"/>
          </w:tcPr>
          <w:p w14:paraId="742F1B2F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tcBorders>
              <w:right w:val="single" w:sz="4" w:space="0" w:color="auto"/>
            </w:tcBorders>
          </w:tcPr>
          <w:p w14:paraId="742F1B30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497" w:type="dxa"/>
            <w:tcBorders>
              <w:left w:val="single" w:sz="4" w:space="0" w:color="auto"/>
              <w:right w:val="single" w:sz="4" w:space="0" w:color="auto"/>
            </w:tcBorders>
          </w:tcPr>
          <w:p w14:paraId="742F1B31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742F1B32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742F1B33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42F1B34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2F1B35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FD3148" w:rsidRPr="00FD3148" w14:paraId="742F1B39" w14:textId="77777777" w:rsidTr="00AC7C71">
        <w:tc>
          <w:tcPr>
            <w:tcW w:w="13893" w:type="dxa"/>
            <w:gridSpan w:val="7"/>
          </w:tcPr>
          <w:p w14:paraId="742F1B37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>Общий итог</w:t>
            </w:r>
          </w:p>
        </w:tc>
        <w:tc>
          <w:tcPr>
            <w:tcW w:w="1559" w:type="dxa"/>
          </w:tcPr>
          <w:p w14:paraId="742F1B38" w14:textId="77777777" w:rsidR="00FD3148" w:rsidRPr="00FD3148" w:rsidRDefault="00FD3148" w:rsidP="00B50450">
            <w:pPr>
              <w:spacing w:line="233" w:lineRule="auto"/>
              <w:ind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14:paraId="742F1B3A" w14:textId="77777777" w:rsidR="00FD3148" w:rsidRPr="00D10E1D" w:rsidRDefault="00FD3148" w:rsidP="00B50450">
      <w:pPr>
        <w:spacing w:before="30" w:after="30" w:line="233" w:lineRule="auto"/>
        <w:ind w:firstLine="0"/>
        <w:contextualSpacing/>
        <w:rPr>
          <w:rFonts w:eastAsia="Calibri" w:cs="Times New Roman"/>
          <w:spacing w:val="2"/>
          <w:sz w:val="10"/>
          <w:szCs w:val="10"/>
        </w:rPr>
      </w:pPr>
    </w:p>
    <w:p w14:paraId="742F1B3B" w14:textId="77777777" w:rsidR="00FD3148" w:rsidRPr="00FD3148" w:rsidRDefault="00FD3148" w:rsidP="00B50450">
      <w:pPr>
        <w:spacing w:before="30" w:after="30" w:line="233" w:lineRule="auto"/>
        <w:ind w:firstLine="0"/>
        <w:contextualSpacing/>
        <w:rPr>
          <w:rFonts w:eastAsia="Calibri" w:cs="Times New Roman"/>
          <w:spacing w:val="2"/>
          <w:szCs w:val="28"/>
        </w:rPr>
      </w:pPr>
      <w:r w:rsidRPr="00FD3148">
        <w:rPr>
          <w:rFonts w:eastAsia="Calibri" w:cs="Times New Roman"/>
          <w:spacing w:val="2"/>
          <w:szCs w:val="28"/>
        </w:rPr>
        <w:t xml:space="preserve">«___» ______________ 20____ г. </w:t>
      </w:r>
    </w:p>
    <w:p w14:paraId="742F1B3C" w14:textId="77777777" w:rsidR="00FD3148" w:rsidRPr="00FD3148" w:rsidRDefault="00FD3148" w:rsidP="00B50450">
      <w:pPr>
        <w:spacing w:before="30" w:after="30" w:line="233" w:lineRule="auto"/>
        <w:ind w:firstLine="0"/>
        <w:contextualSpacing/>
        <w:rPr>
          <w:rFonts w:eastAsia="Calibri" w:cs="Times New Roman"/>
          <w:b/>
          <w:spacing w:val="2"/>
          <w:sz w:val="16"/>
          <w:szCs w:val="16"/>
        </w:rPr>
      </w:pPr>
    </w:p>
    <w:p w14:paraId="742F1B3D" w14:textId="77777777" w:rsidR="00FD3148" w:rsidRPr="00FD3148" w:rsidRDefault="00FD3148" w:rsidP="00B50450">
      <w:pPr>
        <w:spacing w:line="233" w:lineRule="auto"/>
        <w:ind w:firstLine="0"/>
        <w:contextualSpacing/>
        <w:rPr>
          <w:rFonts w:eastAsia="Calibri" w:cs="Times New Roman"/>
          <w:spacing w:val="2"/>
          <w:sz w:val="24"/>
          <w:szCs w:val="24"/>
        </w:rPr>
      </w:pPr>
      <w:r w:rsidRPr="00FD3148">
        <w:rPr>
          <w:rFonts w:eastAsia="Calibri" w:cs="Times New Roman"/>
          <w:b/>
          <w:spacing w:val="2"/>
          <w:sz w:val="16"/>
          <w:szCs w:val="16"/>
        </w:rPr>
        <w:t>__________________________________________________________</w:t>
      </w:r>
      <w:r w:rsidRPr="00FD3148">
        <w:rPr>
          <w:rFonts w:eastAsia="Calibri" w:cs="Times New Roman"/>
          <w:spacing w:val="2"/>
          <w:sz w:val="16"/>
          <w:szCs w:val="16"/>
        </w:rPr>
        <w:t xml:space="preserve">                   </w:t>
      </w:r>
      <w:r w:rsidRPr="00FD3148">
        <w:rPr>
          <w:rFonts w:eastAsia="Calibri" w:cs="Times New Roman"/>
          <w:b/>
          <w:spacing w:val="2"/>
          <w:sz w:val="16"/>
          <w:szCs w:val="16"/>
        </w:rPr>
        <w:t>_______________________________</w:t>
      </w:r>
      <w:r w:rsidRPr="00FD3148">
        <w:rPr>
          <w:rFonts w:eastAsia="Calibri" w:cs="Times New Roman"/>
          <w:spacing w:val="2"/>
          <w:sz w:val="16"/>
          <w:szCs w:val="16"/>
        </w:rPr>
        <w:t xml:space="preserve">       </w:t>
      </w:r>
      <w:r w:rsidRPr="00FD3148">
        <w:rPr>
          <w:rFonts w:eastAsia="Calibri" w:cs="Times New Roman"/>
          <w:b/>
          <w:spacing w:val="2"/>
          <w:sz w:val="16"/>
          <w:szCs w:val="16"/>
        </w:rPr>
        <w:t>_____________________________________________________</w:t>
      </w:r>
      <w:r w:rsidRPr="00FD3148">
        <w:rPr>
          <w:rFonts w:eastAsia="Calibri" w:cs="Times New Roman"/>
          <w:b/>
          <w:spacing w:val="2"/>
          <w:sz w:val="16"/>
          <w:szCs w:val="16"/>
        </w:rPr>
        <w:br/>
      </w:r>
      <w:r w:rsidRPr="00FD3148">
        <w:rPr>
          <w:rFonts w:eastAsia="Calibri" w:cs="Times New Roman"/>
          <w:spacing w:val="2"/>
          <w:sz w:val="24"/>
          <w:szCs w:val="24"/>
        </w:rPr>
        <w:t xml:space="preserve">          (наименование должности главы                                    (подпись)                              (расшифровка подписи) </w:t>
      </w:r>
    </w:p>
    <w:p w14:paraId="742F1B3E" w14:textId="77777777" w:rsidR="00FD3148" w:rsidRPr="00FD3148" w:rsidRDefault="00FD3148" w:rsidP="00B50450">
      <w:pPr>
        <w:spacing w:line="233" w:lineRule="auto"/>
        <w:ind w:firstLine="0"/>
        <w:contextualSpacing/>
        <w:rPr>
          <w:rFonts w:eastAsia="Calibri" w:cs="Times New Roman"/>
          <w:spacing w:val="2"/>
          <w:sz w:val="24"/>
          <w:szCs w:val="24"/>
        </w:rPr>
      </w:pPr>
      <w:r w:rsidRPr="00FD3148">
        <w:rPr>
          <w:rFonts w:eastAsia="Calibri" w:cs="Times New Roman"/>
          <w:spacing w:val="2"/>
          <w:sz w:val="24"/>
          <w:szCs w:val="24"/>
        </w:rPr>
        <w:t xml:space="preserve">     муниципального образования области)                                           </w:t>
      </w:r>
    </w:p>
    <w:p w14:paraId="742F1B3F" w14:textId="5A0058B9" w:rsidR="00E1407E" w:rsidRPr="003D1E8D" w:rsidRDefault="00FD3148" w:rsidP="00B50450">
      <w:pPr>
        <w:spacing w:before="30" w:after="30" w:line="233" w:lineRule="auto"/>
        <w:ind w:firstLine="0"/>
        <w:contextualSpacing/>
      </w:pPr>
      <w:r w:rsidRPr="00FD3148">
        <w:rPr>
          <w:rFonts w:eastAsia="Calibri" w:cs="Times New Roman"/>
          <w:spacing w:val="2"/>
          <w:szCs w:val="28"/>
        </w:rPr>
        <w:t>М.П.</w:t>
      </w:r>
    </w:p>
    <w:sectPr w:rsidR="00E1407E" w:rsidRPr="003D1E8D" w:rsidSect="008D1461">
      <w:pgSz w:w="16838" w:h="11906" w:orient="landscape" w:code="9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3CE4A" w14:textId="77777777" w:rsidR="006069AD" w:rsidRDefault="006069AD" w:rsidP="00CF5840">
      <w:r>
        <w:separator/>
      </w:r>
    </w:p>
  </w:endnote>
  <w:endnote w:type="continuationSeparator" w:id="0">
    <w:p w14:paraId="55736421" w14:textId="77777777" w:rsidR="006069AD" w:rsidRDefault="006069AD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2E482" w14:textId="77777777" w:rsidR="006069AD" w:rsidRDefault="006069AD" w:rsidP="00CF5840">
      <w:r>
        <w:separator/>
      </w:r>
    </w:p>
  </w:footnote>
  <w:footnote w:type="continuationSeparator" w:id="0">
    <w:p w14:paraId="11B93683" w14:textId="77777777" w:rsidR="006069AD" w:rsidRDefault="006069AD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0035529"/>
      <w:docPartObj>
        <w:docPartGallery w:val="Page Numbers (Top of Page)"/>
        <w:docPartUnique/>
      </w:docPartObj>
    </w:sdtPr>
    <w:sdtEndPr/>
    <w:sdtContent>
      <w:p w14:paraId="7562109F" w14:textId="2A07F8F2" w:rsidR="000C6D83" w:rsidRDefault="000C6D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0D1">
          <w:rPr>
            <w:noProof/>
          </w:rPr>
          <w:t>2</w:t>
        </w:r>
        <w:r>
          <w:fldChar w:fldCharType="end"/>
        </w:r>
      </w:p>
    </w:sdtContent>
  </w:sdt>
  <w:p w14:paraId="7062771F" w14:textId="77777777" w:rsidR="000C6D83" w:rsidRDefault="000C6D8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022ED" w14:textId="6DB99640" w:rsidR="008F4A43" w:rsidRDefault="008F4A43">
    <w:pPr>
      <w:pStyle w:val="a4"/>
      <w:jc w:val="center"/>
    </w:pPr>
  </w:p>
  <w:p w14:paraId="12C39162" w14:textId="77777777" w:rsidR="006F7DFE" w:rsidRDefault="006F7DF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6630234"/>
      <w:docPartObj>
        <w:docPartGallery w:val="Page Numbers (Top of Page)"/>
        <w:docPartUnique/>
      </w:docPartObj>
    </w:sdtPr>
    <w:sdtEndPr/>
    <w:sdtContent>
      <w:p w14:paraId="72D610B6" w14:textId="77777777" w:rsidR="00BA50D1" w:rsidRDefault="00BA50D1">
        <w:pPr>
          <w:pStyle w:val="a4"/>
          <w:jc w:val="center"/>
        </w:pPr>
      </w:p>
      <w:p w14:paraId="6F009B4D" w14:textId="55A6853E" w:rsidR="000C6D83" w:rsidRDefault="000C6D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0D1">
          <w:rPr>
            <w:noProof/>
          </w:rPr>
          <w:t>9</w:t>
        </w:r>
        <w:r>
          <w:fldChar w:fldCharType="end"/>
        </w:r>
      </w:p>
    </w:sdtContent>
  </w:sdt>
  <w:p w14:paraId="742F1B50" w14:textId="77777777" w:rsidR="00FD3148" w:rsidRPr="00FD3148" w:rsidRDefault="00FD3148" w:rsidP="00FD3148">
    <w:pPr>
      <w:pStyle w:val="a4"/>
      <w:ind w:firstLine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7180986"/>
      <w:docPartObj>
        <w:docPartGallery w:val="Page Numbers (Top of Page)"/>
        <w:docPartUnique/>
      </w:docPartObj>
    </w:sdtPr>
    <w:sdtEndPr/>
    <w:sdtContent>
      <w:p w14:paraId="1CFC0BB5" w14:textId="2FBBECAC" w:rsidR="000C6D83" w:rsidRDefault="000C6D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0D1">
          <w:rPr>
            <w:noProof/>
          </w:rPr>
          <w:t>13</w:t>
        </w:r>
        <w:r>
          <w:fldChar w:fldCharType="end"/>
        </w:r>
      </w:p>
    </w:sdtContent>
  </w:sdt>
  <w:p w14:paraId="742F1B51" w14:textId="77777777" w:rsidR="006A65CC" w:rsidRPr="00D10E1D" w:rsidRDefault="00BA50D1" w:rsidP="00D10E1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1D88"/>
    <w:multiLevelType w:val="multilevel"/>
    <w:tmpl w:val="2C3E8F6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" w15:restartNumberingAfterBreak="0">
    <w:nsid w:val="356944E5"/>
    <w:multiLevelType w:val="multilevel"/>
    <w:tmpl w:val="367EE2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523C0F32"/>
    <w:multiLevelType w:val="hybridMultilevel"/>
    <w:tmpl w:val="54FA87C6"/>
    <w:lvl w:ilvl="0" w:tplc="3488BB5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1B0F"/>
    <w:rsid w:val="000052D7"/>
    <w:rsid w:val="0000609F"/>
    <w:rsid w:val="00007DCA"/>
    <w:rsid w:val="00026F23"/>
    <w:rsid w:val="00044D82"/>
    <w:rsid w:val="00050DA6"/>
    <w:rsid w:val="00051031"/>
    <w:rsid w:val="00052728"/>
    <w:rsid w:val="00083246"/>
    <w:rsid w:val="00091013"/>
    <w:rsid w:val="00092FF7"/>
    <w:rsid w:val="000A4C85"/>
    <w:rsid w:val="000A57DD"/>
    <w:rsid w:val="000B5549"/>
    <w:rsid w:val="000C28AD"/>
    <w:rsid w:val="000C6D83"/>
    <w:rsid w:val="000F4085"/>
    <w:rsid w:val="000F5715"/>
    <w:rsid w:val="001027F6"/>
    <w:rsid w:val="0011012C"/>
    <w:rsid w:val="001211A7"/>
    <w:rsid w:val="00124AF6"/>
    <w:rsid w:val="00134458"/>
    <w:rsid w:val="001347C5"/>
    <w:rsid w:val="00134C9D"/>
    <w:rsid w:val="00145A06"/>
    <w:rsid w:val="00152ABF"/>
    <w:rsid w:val="00163E30"/>
    <w:rsid w:val="001678A6"/>
    <w:rsid w:val="001707B3"/>
    <w:rsid w:val="001971DB"/>
    <w:rsid w:val="001A6CF0"/>
    <w:rsid w:val="001B4EEC"/>
    <w:rsid w:val="001B6AAD"/>
    <w:rsid w:val="001C78DA"/>
    <w:rsid w:val="001D06A1"/>
    <w:rsid w:val="00215D77"/>
    <w:rsid w:val="002306C4"/>
    <w:rsid w:val="00240BFE"/>
    <w:rsid w:val="00240E3E"/>
    <w:rsid w:val="0025675E"/>
    <w:rsid w:val="00260038"/>
    <w:rsid w:val="00273B8E"/>
    <w:rsid w:val="0027462F"/>
    <w:rsid w:val="002751F2"/>
    <w:rsid w:val="002C06EB"/>
    <w:rsid w:val="002F30DD"/>
    <w:rsid w:val="002F6DDE"/>
    <w:rsid w:val="00317CC2"/>
    <w:rsid w:val="003246AA"/>
    <w:rsid w:val="0033311C"/>
    <w:rsid w:val="003656CE"/>
    <w:rsid w:val="00381164"/>
    <w:rsid w:val="00394740"/>
    <w:rsid w:val="003A29C3"/>
    <w:rsid w:val="003A2DCC"/>
    <w:rsid w:val="003D1E8D"/>
    <w:rsid w:val="003D222D"/>
    <w:rsid w:val="003E13EC"/>
    <w:rsid w:val="003E353A"/>
    <w:rsid w:val="003F43C8"/>
    <w:rsid w:val="003F65E2"/>
    <w:rsid w:val="00403D98"/>
    <w:rsid w:val="0040656C"/>
    <w:rsid w:val="00467FB7"/>
    <w:rsid w:val="00470773"/>
    <w:rsid w:val="0047728C"/>
    <w:rsid w:val="00480A49"/>
    <w:rsid w:val="00484CB8"/>
    <w:rsid w:val="00487DAB"/>
    <w:rsid w:val="004C2D6B"/>
    <w:rsid w:val="004E0E17"/>
    <w:rsid w:val="004F0106"/>
    <w:rsid w:val="00505FA7"/>
    <w:rsid w:val="005130EE"/>
    <w:rsid w:val="0052695A"/>
    <w:rsid w:val="00533D02"/>
    <w:rsid w:val="00547508"/>
    <w:rsid w:val="0055400B"/>
    <w:rsid w:val="00570FBB"/>
    <w:rsid w:val="005862FB"/>
    <w:rsid w:val="005D0750"/>
    <w:rsid w:val="005D4AE9"/>
    <w:rsid w:val="005E45C8"/>
    <w:rsid w:val="005F2543"/>
    <w:rsid w:val="005F6B03"/>
    <w:rsid w:val="00604698"/>
    <w:rsid w:val="006069AD"/>
    <w:rsid w:val="006069B8"/>
    <w:rsid w:val="006157BF"/>
    <w:rsid w:val="00615BAD"/>
    <w:rsid w:val="00631ABE"/>
    <w:rsid w:val="006524FC"/>
    <w:rsid w:val="00681496"/>
    <w:rsid w:val="006D0EC8"/>
    <w:rsid w:val="006D3B81"/>
    <w:rsid w:val="006F7DFE"/>
    <w:rsid w:val="00711A1D"/>
    <w:rsid w:val="00711A5F"/>
    <w:rsid w:val="00717A59"/>
    <w:rsid w:val="007341B3"/>
    <w:rsid w:val="00737E26"/>
    <w:rsid w:val="00747F58"/>
    <w:rsid w:val="00766820"/>
    <w:rsid w:val="00777CD2"/>
    <w:rsid w:val="007809BB"/>
    <w:rsid w:val="00796C37"/>
    <w:rsid w:val="007A67C9"/>
    <w:rsid w:val="007B5875"/>
    <w:rsid w:val="007D5C85"/>
    <w:rsid w:val="007F06C9"/>
    <w:rsid w:val="00810833"/>
    <w:rsid w:val="00813C48"/>
    <w:rsid w:val="008154B2"/>
    <w:rsid w:val="00815F94"/>
    <w:rsid w:val="008162D0"/>
    <w:rsid w:val="008212D9"/>
    <w:rsid w:val="008309F5"/>
    <w:rsid w:val="00881752"/>
    <w:rsid w:val="008973FD"/>
    <w:rsid w:val="008A0B14"/>
    <w:rsid w:val="008A2958"/>
    <w:rsid w:val="008B1F54"/>
    <w:rsid w:val="008C1CB8"/>
    <w:rsid w:val="008C5C70"/>
    <w:rsid w:val="008D1461"/>
    <w:rsid w:val="008D2475"/>
    <w:rsid w:val="008F4A43"/>
    <w:rsid w:val="008F5442"/>
    <w:rsid w:val="00904E59"/>
    <w:rsid w:val="00962F99"/>
    <w:rsid w:val="00990C3A"/>
    <w:rsid w:val="009C6E2E"/>
    <w:rsid w:val="009D294A"/>
    <w:rsid w:val="009F3230"/>
    <w:rsid w:val="009F7956"/>
    <w:rsid w:val="00A0356E"/>
    <w:rsid w:val="00A15191"/>
    <w:rsid w:val="00A413D2"/>
    <w:rsid w:val="00A477F4"/>
    <w:rsid w:val="00A57A8F"/>
    <w:rsid w:val="00A62DE5"/>
    <w:rsid w:val="00A630F6"/>
    <w:rsid w:val="00A70C6B"/>
    <w:rsid w:val="00A73720"/>
    <w:rsid w:val="00A83D83"/>
    <w:rsid w:val="00AA0742"/>
    <w:rsid w:val="00B16E4F"/>
    <w:rsid w:val="00B22A1F"/>
    <w:rsid w:val="00B403D4"/>
    <w:rsid w:val="00B41FCA"/>
    <w:rsid w:val="00B45F2B"/>
    <w:rsid w:val="00B50450"/>
    <w:rsid w:val="00B55589"/>
    <w:rsid w:val="00B72108"/>
    <w:rsid w:val="00B747AC"/>
    <w:rsid w:val="00B90652"/>
    <w:rsid w:val="00B9088C"/>
    <w:rsid w:val="00BA50D1"/>
    <w:rsid w:val="00BB142F"/>
    <w:rsid w:val="00BB1812"/>
    <w:rsid w:val="00BB38FE"/>
    <w:rsid w:val="00BC164B"/>
    <w:rsid w:val="00BC5493"/>
    <w:rsid w:val="00BC6A56"/>
    <w:rsid w:val="00BD3826"/>
    <w:rsid w:val="00BE7C98"/>
    <w:rsid w:val="00BF7C92"/>
    <w:rsid w:val="00C13247"/>
    <w:rsid w:val="00C208D9"/>
    <w:rsid w:val="00C2279F"/>
    <w:rsid w:val="00C40596"/>
    <w:rsid w:val="00C4062D"/>
    <w:rsid w:val="00C429E8"/>
    <w:rsid w:val="00C44C34"/>
    <w:rsid w:val="00C6717C"/>
    <w:rsid w:val="00C710E5"/>
    <w:rsid w:val="00C94670"/>
    <w:rsid w:val="00CB113F"/>
    <w:rsid w:val="00CD45C1"/>
    <w:rsid w:val="00CE076A"/>
    <w:rsid w:val="00CF5840"/>
    <w:rsid w:val="00D00EFB"/>
    <w:rsid w:val="00D02647"/>
    <w:rsid w:val="00D06430"/>
    <w:rsid w:val="00D10E1D"/>
    <w:rsid w:val="00D202D0"/>
    <w:rsid w:val="00D438D5"/>
    <w:rsid w:val="00D51B9C"/>
    <w:rsid w:val="00D53F85"/>
    <w:rsid w:val="00D57F13"/>
    <w:rsid w:val="00D64857"/>
    <w:rsid w:val="00D773E5"/>
    <w:rsid w:val="00D93D4F"/>
    <w:rsid w:val="00D93F0C"/>
    <w:rsid w:val="00E1407E"/>
    <w:rsid w:val="00E26165"/>
    <w:rsid w:val="00E328EA"/>
    <w:rsid w:val="00E5753B"/>
    <w:rsid w:val="00E57B5E"/>
    <w:rsid w:val="00E6659D"/>
    <w:rsid w:val="00E87D19"/>
    <w:rsid w:val="00EF10A2"/>
    <w:rsid w:val="00F055C7"/>
    <w:rsid w:val="00F24227"/>
    <w:rsid w:val="00F529A1"/>
    <w:rsid w:val="00F57771"/>
    <w:rsid w:val="00F66B83"/>
    <w:rsid w:val="00F75749"/>
    <w:rsid w:val="00F82D65"/>
    <w:rsid w:val="00FA38C7"/>
    <w:rsid w:val="00FA53EA"/>
    <w:rsid w:val="00FA5EA7"/>
    <w:rsid w:val="00FC6ECA"/>
    <w:rsid w:val="00FD1DCA"/>
    <w:rsid w:val="00FD3148"/>
    <w:rsid w:val="00FF46FD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2F196F"/>
  <w15:docId w15:val="{1270A37B-90FA-498C-BE53-FE37BF38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customStyle="1" w:styleId="ConsPlusTitle">
    <w:name w:val="ConsPlusTitle"/>
    <w:rsid w:val="0005272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05272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63E3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3E30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rsid w:val="00FD31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table" w:customStyle="1" w:styleId="1">
    <w:name w:val="Сетка таблицы1"/>
    <w:basedOn w:val="a1"/>
    <w:next w:val="a3"/>
    <w:uiPriority w:val="39"/>
    <w:rsid w:val="00FD3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FD314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D314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D3148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D314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D3148"/>
    <w:rPr>
      <w:rFonts w:ascii="Times New Roman" w:eastAsia="Times New Roman" w:hAnsi="Times New Roman" w:cs="Calibri"/>
      <w:b/>
      <w:bCs/>
      <w:sz w:val="20"/>
      <w:szCs w:val="20"/>
    </w:rPr>
  </w:style>
  <w:style w:type="character" w:customStyle="1" w:styleId="10">
    <w:name w:val="Гиперссылка1"/>
    <w:basedOn w:val="a0"/>
    <w:uiPriority w:val="99"/>
    <w:unhideWhenUsed/>
    <w:rsid w:val="00FD3148"/>
    <w:rPr>
      <w:color w:val="0000FF"/>
      <w:u w:val="single"/>
    </w:rPr>
  </w:style>
  <w:style w:type="character" w:customStyle="1" w:styleId="highlightsearch">
    <w:name w:val="highlightsearch"/>
    <w:basedOn w:val="a0"/>
    <w:rsid w:val="00FD3148"/>
  </w:style>
  <w:style w:type="character" w:styleId="af0">
    <w:name w:val="Emphasis"/>
    <w:basedOn w:val="a0"/>
    <w:uiPriority w:val="20"/>
    <w:qFormat/>
    <w:rsid w:val="00FD3148"/>
    <w:rPr>
      <w:i/>
      <w:iCs/>
    </w:rPr>
  </w:style>
  <w:style w:type="paragraph" w:customStyle="1" w:styleId="s1">
    <w:name w:val="s_1"/>
    <w:basedOn w:val="a"/>
    <w:rsid w:val="00FD3148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FD3148"/>
    <w:rPr>
      <w:color w:val="800080"/>
      <w:u w:val="single"/>
    </w:rPr>
  </w:style>
  <w:style w:type="character" w:styleId="af1">
    <w:name w:val="Hyperlink"/>
    <w:basedOn w:val="a0"/>
    <w:uiPriority w:val="99"/>
    <w:semiHidden/>
    <w:unhideWhenUsed/>
    <w:rsid w:val="00FD3148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D3148"/>
    <w:rPr>
      <w:color w:val="800080" w:themeColor="followedHyperlink"/>
      <w:u w:val="single"/>
    </w:rPr>
  </w:style>
  <w:style w:type="paragraph" w:customStyle="1" w:styleId="formattext">
    <w:name w:val="formattext"/>
    <w:basedOn w:val="a"/>
    <w:rsid w:val="00F57771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customStyle="1" w:styleId="af3">
    <w:name w:val="Гипертекстовая ссылка"/>
    <w:basedOn w:val="a0"/>
    <w:uiPriority w:val="99"/>
    <w:rsid w:val="000C28AD"/>
    <w:rPr>
      <w:rFonts w:ascii="Times New Roman" w:hAnsi="Times New Roman" w:cs="Times New Roman" w:hint="default"/>
      <w:b w:val="0"/>
      <w:b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5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A1B48D26CD36752F2EBD78D125E6884C709A9AC932413B4E73FF6FD9F028CE9CF25A79DD8C766041B57A312358t6VDM" TargetMode="Externa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A1B48D26CD36752F2EBD78D125E6884C709A9AC932413B4E73FF6FD9F028CE9CE05A21D58A76774BE1357776576E8D2A7D9441EA05E5t4VE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A1B48D26CD36752F2EBD78D125E6884C709A9AC932413B4E73FF6FD9F028CE9CE05A21D38A727A4BE1357776576E8D2A7D9441EA05E5t4VE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2023-03-16T20:00:00+00:00</dateaddindb>
    <dateminusta xmlns="081b8c99-5a1b-4ba1-9a3e-0d0cea83319e" xsi:nil="true"/>
    <numik xmlns="af44e648-6311-40f1-ad37-1234555fd9ba">195</numik>
    <kind xmlns="e2080b48-eafa-461e-b501-38555d38caa1">79</kind>
    <num xmlns="af44e648-6311-40f1-ad37-1234555fd9ba">195</num>
    <beginactiondate xmlns="a853e5a8-fa1e-4dd3-a1b5-1604bfb35b05">2023-03-15T20:00:00+00:00</beginactiondate>
    <approvaldate xmlns="081b8c99-5a1b-4ba1-9a3e-0d0cea83319e">2023-03-15T20:00:00+00:00</approvaldate>
    <bigtitle xmlns="a853e5a8-fa1e-4dd3-a1b5-1604bfb35b05">Об утверждении Методики распределения и правил предоставления иного межбюджетного трансферта из областного бюджета бюджетам муниципальных образований Ярославской области на реализацию мероприятий по борьбе с борщевиком Сосновского</bigtitle>
    <NMinusta xmlns="081b8c99-5a1b-4ba1-9a3e-0d0cea83319e" xsi:nil="true"/>
    <link xmlns="a853e5a8-fa1e-4dd3-a1b5-1604bfb35b05" xsi:nil="true"/>
    <islastredaction xmlns="081b8c99-5a1b-4ba1-9a3e-0d0cea83319e">false</islastredaction>
    <enddate xmlns="081b8c99-5a1b-4ba1-9a3e-0d0cea83319e" xsi:nil="true"/>
    <publication xmlns="081b8c99-5a1b-4ba1-9a3e-0d0cea83319e">Официальный интернет-портал правовой информации (www.pravo.gov.ru) 17.03.2023 </publication>
    <redactiondate xmlns="081b8c99-5a1b-4ba1-9a3e-0d0cea83319e" xsi:nil="true"/>
    <status xmlns="5256eb8c-d5dd-498a-ad6f-7fa801666f9a">35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>104694</lastredaction>
    <number xmlns="081b8c99-5a1b-4ba1-9a3e-0d0cea83319e">195-п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A4F27F-F09E-4491-8CCA-09ACE695F0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262151-4E4E-45D5-9AA3-FEF0C4632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11</TotalTime>
  <Pages>13</Pages>
  <Words>3162</Words>
  <Characters>18025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Овсянникова Евгения Владимировна</cp:lastModifiedBy>
  <cp:revision>7</cp:revision>
  <cp:lastPrinted>2023-12-12T08:37:00Z</cp:lastPrinted>
  <dcterms:created xsi:type="dcterms:W3CDTF">2025-10-22T08:50:00Z</dcterms:created>
  <dcterms:modified xsi:type="dcterms:W3CDTF">2025-10-28T13:22:00Z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Методики распределения дотаций на улучшение значений показателей по отдельным направлениям развития муниципальных образований Ярославской области и правил их предоставления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